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D20" w:rsidRPr="00076D20" w:rsidRDefault="00076D20" w:rsidP="00076D20">
      <w:pPr>
        <w:spacing w:line="240" w:lineRule="auto"/>
        <w:rPr>
          <w:b/>
          <w:bCs/>
          <w:szCs w:val="24"/>
          <w:rtl/>
          <w:lang w:val="de-DE" w:bidi="fa-IR"/>
        </w:rPr>
      </w:pPr>
      <w:bookmarkStart w:id="0" w:name="_GoBack"/>
      <w:bookmarkEnd w:id="0"/>
      <w:r w:rsidRPr="00076D20">
        <w:rPr>
          <w:rFonts w:hint="cs"/>
          <w:b/>
          <w:bCs/>
          <w:szCs w:val="24"/>
          <w:rtl/>
          <w:lang w:val="de-DE"/>
        </w:rPr>
        <w:t>- مشخصات پروژه</w:t>
      </w:r>
      <w:r w:rsidRPr="00076D20">
        <w:rPr>
          <w:b/>
          <w:bCs/>
          <w:szCs w:val="24"/>
        </w:rPr>
        <w:t xml:space="preserve"> </w:t>
      </w:r>
      <w:r w:rsidRPr="00076D20">
        <w:rPr>
          <w:rFonts w:hint="cs"/>
          <w:b/>
          <w:bCs/>
          <w:szCs w:val="24"/>
          <w:rtl/>
          <w:lang w:val="de-DE" w:bidi="fa-IR"/>
        </w:rPr>
        <w:t xml:space="preserve"> پيشنهادي</w:t>
      </w:r>
    </w:p>
    <w:tbl>
      <w:tblPr>
        <w:bidiVisual/>
        <w:tblW w:w="984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7070"/>
      </w:tblGrid>
      <w:tr w:rsidR="00076D20" w:rsidRPr="00076D20" w:rsidTr="00076D20">
        <w:trPr>
          <w:jc w:val="center"/>
        </w:trPr>
        <w:tc>
          <w:tcPr>
            <w:tcW w:w="2770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/>
              </w:rPr>
            </w:pPr>
            <w:r w:rsidRPr="00076D20">
              <w:rPr>
                <w:szCs w:val="24"/>
                <w:rtl/>
                <w:lang w:val="de-DE"/>
              </w:rPr>
              <w:t xml:space="preserve">عنوان </w:t>
            </w:r>
            <w:r w:rsidRPr="00076D20">
              <w:rPr>
                <w:rFonts w:hint="cs"/>
                <w:szCs w:val="24"/>
                <w:rtl/>
                <w:lang w:val="de-DE"/>
              </w:rPr>
              <w:t>پروژه</w:t>
            </w:r>
          </w:p>
        </w:tc>
        <w:tc>
          <w:tcPr>
            <w:tcW w:w="7070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</w:tr>
      <w:tr w:rsidR="00076D20" w:rsidRPr="00076D20" w:rsidTr="00076D20">
        <w:trPr>
          <w:jc w:val="center"/>
        </w:trPr>
        <w:tc>
          <w:tcPr>
            <w:tcW w:w="2770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/>
              </w:rPr>
            </w:pPr>
            <w:r w:rsidRPr="00076D20">
              <w:rPr>
                <w:szCs w:val="24"/>
              </w:rPr>
              <w:t xml:space="preserve"> </w:t>
            </w:r>
            <w:r w:rsidRPr="00076D20">
              <w:rPr>
                <w:rFonts w:hint="cs"/>
                <w:szCs w:val="24"/>
                <w:rtl/>
                <w:lang w:val="de-DE"/>
              </w:rPr>
              <w:t>نام پيشنهاد دهنده</w:t>
            </w:r>
          </w:p>
        </w:tc>
        <w:tc>
          <w:tcPr>
            <w:tcW w:w="7070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</w:tr>
      <w:tr w:rsidR="00076D20" w:rsidRPr="00076D20" w:rsidTr="00076D20">
        <w:trPr>
          <w:jc w:val="center"/>
        </w:trPr>
        <w:tc>
          <w:tcPr>
            <w:tcW w:w="2770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szCs w:val="24"/>
                <w:rtl/>
                <w:lang w:val="de-DE" w:bidi="fa-IR"/>
              </w:rPr>
              <w:t>پژوهشكده / گروه تخصصي</w:t>
            </w:r>
          </w:p>
        </w:tc>
        <w:tc>
          <w:tcPr>
            <w:tcW w:w="7070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</w:tr>
      <w:tr w:rsidR="00076D20" w:rsidRPr="00076D20" w:rsidTr="00076D20">
        <w:trPr>
          <w:jc w:val="center"/>
        </w:trPr>
        <w:tc>
          <w:tcPr>
            <w:tcW w:w="2770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/>
              </w:rPr>
            </w:pPr>
            <w:r w:rsidRPr="00076D20">
              <w:rPr>
                <w:szCs w:val="24"/>
                <w:rtl/>
                <w:lang w:val="de-DE"/>
              </w:rPr>
              <w:t>نوع فعاليت</w:t>
            </w:r>
          </w:p>
        </w:tc>
        <w:tc>
          <w:tcPr>
            <w:tcW w:w="7070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/>
              </w:rPr>
            </w:pPr>
            <w:r w:rsidRPr="00076D20">
              <w:rPr>
                <w:rFonts w:ascii="Times New Roman" w:hAnsi="Times New Roman" w:cs="Times New Roman" w:hint="cs"/>
                <w:szCs w:val="24"/>
                <w:rtl/>
                <w:lang w:val="de-DE"/>
              </w:rPr>
              <w:t>□</w:t>
            </w:r>
            <w:r w:rsidRPr="00076D20">
              <w:rPr>
                <w:szCs w:val="24"/>
                <w:rtl/>
                <w:lang w:val="de-DE"/>
              </w:rPr>
              <w:t xml:space="preserve"> بنيادي          </w:t>
            </w:r>
            <w:r w:rsidRPr="00076D20">
              <w:rPr>
                <w:rFonts w:ascii="Times New Roman" w:hAnsi="Times New Roman" w:cs="Times New Roman" w:hint="cs"/>
                <w:szCs w:val="24"/>
                <w:rtl/>
                <w:lang w:val="de-DE"/>
              </w:rPr>
              <w:t>□</w:t>
            </w:r>
            <w:r w:rsidRPr="00076D20">
              <w:rPr>
                <w:szCs w:val="24"/>
                <w:rtl/>
                <w:lang w:val="de-DE"/>
              </w:rPr>
              <w:t xml:space="preserve">    </w:t>
            </w:r>
            <w:r w:rsidRPr="00076D20">
              <w:rPr>
                <w:rFonts w:hint="cs"/>
                <w:szCs w:val="24"/>
                <w:rtl/>
                <w:lang w:val="de-DE" w:bidi="fa-IR"/>
              </w:rPr>
              <w:t>ر</w:t>
            </w:r>
            <w:r w:rsidRPr="00076D20">
              <w:rPr>
                <w:szCs w:val="24"/>
                <w:rtl/>
                <w:lang w:val="de-DE"/>
              </w:rPr>
              <w:t xml:space="preserve">اهبردي              </w:t>
            </w:r>
            <w:r w:rsidRPr="00076D20">
              <w:rPr>
                <w:rFonts w:ascii="Times New Roman" w:hAnsi="Times New Roman" w:cs="Times New Roman" w:hint="cs"/>
                <w:szCs w:val="24"/>
                <w:rtl/>
                <w:lang w:val="de-DE"/>
              </w:rPr>
              <w:t>□</w:t>
            </w:r>
            <w:r w:rsidRPr="00076D20">
              <w:rPr>
                <w:szCs w:val="24"/>
                <w:rtl/>
                <w:lang w:val="de-DE"/>
              </w:rPr>
              <w:t xml:space="preserve"> كاربردي    </w:t>
            </w:r>
            <w:r w:rsidRPr="00076D20">
              <w:rPr>
                <w:rFonts w:hint="cs"/>
                <w:szCs w:val="24"/>
                <w:rtl/>
                <w:lang w:val="de-DE" w:bidi="fa-IR"/>
              </w:rPr>
              <w:t xml:space="preserve">        </w:t>
            </w:r>
            <w:r w:rsidRPr="00076D20">
              <w:rPr>
                <w:rFonts w:ascii="Times New Roman" w:hAnsi="Times New Roman" w:cs="Times New Roman" w:hint="cs"/>
                <w:szCs w:val="24"/>
                <w:rtl/>
                <w:lang w:val="de-DE" w:bidi="fa-IR"/>
              </w:rPr>
              <w:t>□</w:t>
            </w:r>
            <w:r w:rsidRPr="00076D20">
              <w:rPr>
                <w:szCs w:val="24"/>
                <w:rtl/>
                <w:lang w:val="de-DE"/>
              </w:rPr>
              <w:t xml:space="preserve"> </w:t>
            </w:r>
            <w:r w:rsidRPr="00076D20">
              <w:rPr>
                <w:rFonts w:hint="cs"/>
                <w:szCs w:val="24"/>
                <w:rtl/>
                <w:lang w:val="de-DE" w:bidi="fa-IR"/>
              </w:rPr>
              <w:t>توسعه ای</w:t>
            </w:r>
            <w:r w:rsidRPr="00076D20">
              <w:rPr>
                <w:szCs w:val="24"/>
                <w:rtl/>
                <w:lang w:val="de-DE"/>
              </w:rPr>
              <w:t xml:space="preserve">     </w:t>
            </w:r>
          </w:p>
        </w:tc>
      </w:tr>
      <w:tr w:rsidR="00076D20" w:rsidRPr="00076D20" w:rsidTr="00076D20">
        <w:trPr>
          <w:jc w:val="center"/>
        </w:trPr>
        <w:tc>
          <w:tcPr>
            <w:tcW w:w="2770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/>
              </w:rPr>
            </w:pPr>
            <w:r w:rsidRPr="00076D20">
              <w:rPr>
                <w:rFonts w:hint="cs"/>
                <w:szCs w:val="24"/>
                <w:rtl/>
                <w:lang w:val="de-DE"/>
              </w:rPr>
              <w:t>نحوه اجراي پروژه</w:t>
            </w:r>
            <w:r w:rsidRPr="00076D20">
              <w:rPr>
                <w:szCs w:val="24"/>
                <w:rtl/>
                <w:lang w:val="de-DE"/>
              </w:rPr>
              <w:t xml:space="preserve"> </w:t>
            </w:r>
          </w:p>
        </w:tc>
        <w:tc>
          <w:tcPr>
            <w:tcW w:w="7070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/>
              </w:rPr>
            </w:pPr>
            <w:r w:rsidRPr="00076D20">
              <w:rPr>
                <w:rFonts w:ascii="Times New Roman" w:hAnsi="Times New Roman" w:cs="Times New Roman" w:hint="cs"/>
                <w:szCs w:val="24"/>
                <w:rtl/>
                <w:lang w:val="de-DE"/>
              </w:rPr>
              <w:t>□</w:t>
            </w:r>
            <w:r w:rsidRPr="00076D20">
              <w:rPr>
                <w:rFonts w:hint="cs"/>
                <w:szCs w:val="24"/>
                <w:rtl/>
                <w:lang w:val="de-DE"/>
              </w:rPr>
              <w:t xml:space="preserve"> درونسپاري</w:t>
            </w:r>
            <w:r w:rsidRPr="00076D20">
              <w:rPr>
                <w:szCs w:val="24"/>
                <w:rtl/>
                <w:lang w:val="de-DE"/>
              </w:rPr>
              <w:t xml:space="preserve"> </w:t>
            </w:r>
            <w:r w:rsidRPr="00076D20">
              <w:rPr>
                <w:rFonts w:hint="cs"/>
                <w:szCs w:val="24"/>
                <w:rtl/>
                <w:lang w:val="de-DE"/>
              </w:rPr>
              <w:t xml:space="preserve">      </w:t>
            </w:r>
            <w:r w:rsidRPr="00076D20">
              <w:rPr>
                <w:rFonts w:ascii="Times New Roman" w:hAnsi="Times New Roman" w:cs="Times New Roman" w:hint="cs"/>
                <w:szCs w:val="24"/>
                <w:rtl/>
                <w:lang w:val="de-DE"/>
              </w:rPr>
              <w:t>□</w:t>
            </w:r>
            <w:r w:rsidRPr="00076D20">
              <w:rPr>
                <w:rFonts w:hint="cs"/>
                <w:szCs w:val="24"/>
                <w:rtl/>
                <w:lang w:val="de-DE"/>
              </w:rPr>
              <w:t xml:space="preserve">  برونسپاري</w:t>
            </w:r>
          </w:p>
        </w:tc>
      </w:tr>
    </w:tbl>
    <w:p w:rsidR="00076D20" w:rsidRPr="00076D20" w:rsidRDefault="00076D20" w:rsidP="00076D20">
      <w:pPr>
        <w:spacing w:line="240" w:lineRule="auto"/>
        <w:rPr>
          <w:b/>
          <w:bCs/>
          <w:szCs w:val="24"/>
        </w:rPr>
      </w:pPr>
    </w:p>
    <w:p w:rsidR="00076D20" w:rsidRPr="00076D20" w:rsidRDefault="00076D20" w:rsidP="00076D20">
      <w:pPr>
        <w:spacing w:line="240" w:lineRule="auto"/>
        <w:rPr>
          <w:b/>
          <w:bCs/>
          <w:szCs w:val="24"/>
          <w:rtl/>
          <w:lang w:val="de-DE"/>
        </w:rPr>
      </w:pPr>
      <w:r w:rsidRPr="00076D20">
        <w:rPr>
          <w:rFonts w:hint="cs"/>
          <w:b/>
          <w:bCs/>
          <w:szCs w:val="24"/>
          <w:rtl/>
          <w:lang w:val="de-DE"/>
        </w:rPr>
        <w:t>2- امتيازات مكتسبه توسط پيشنهاد دهنده با توجه به سوابق ارائه شده در ضمائم فرم پيشنهاد پروژه و بازديدهاي انجام شده از محل شركت يا موسسه</w:t>
      </w:r>
    </w:p>
    <w:p w:rsidR="00076D20" w:rsidRPr="00076D20" w:rsidRDefault="00076D20" w:rsidP="00076D20">
      <w:pPr>
        <w:spacing w:line="240" w:lineRule="auto"/>
        <w:rPr>
          <w:b/>
          <w:bCs/>
          <w:szCs w:val="24"/>
          <w:rtl/>
          <w:lang w:val="de-DE"/>
        </w:rPr>
      </w:pPr>
    </w:p>
    <w:tbl>
      <w:tblPr>
        <w:bidiVisual/>
        <w:tblW w:w="999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7"/>
        <w:gridCol w:w="850"/>
        <w:gridCol w:w="3260"/>
        <w:gridCol w:w="1263"/>
      </w:tblGrid>
      <w:tr w:rsidR="00076D20" w:rsidRPr="00076D20" w:rsidTr="00076D20">
        <w:trPr>
          <w:jc w:val="center"/>
        </w:trPr>
        <w:tc>
          <w:tcPr>
            <w:tcW w:w="4617" w:type="dxa"/>
          </w:tcPr>
          <w:p w:rsidR="00076D20" w:rsidRPr="00076D20" w:rsidRDefault="00076D20" w:rsidP="00076D20">
            <w:pPr>
              <w:pStyle w:val="HeaderTableContent"/>
              <w:jc w:val="center"/>
              <w:rPr>
                <w:rtl/>
                <w:lang w:val="de-DE"/>
              </w:rPr>
            </w:pPr>
            <w:r w:rsidRPr="00076D20">
              <w:rPr>
                <w:rFonts w:hint="cs"/>
                <w:rtl/>
                <w:lang w:val="de-DE"/>
              </w:rPr>
              <w:t>معيار ارزيابي</w:t>
            </w:r>
          </w:p>
        </w:tc>
        <w:tc>
          <w:tcPr>
            <w:tcW w:w="850" w:type="dxa"/>
          </w:tcPr>
          <w:p w:rsidR="00076D20" w:rsidRPr="00076D20" w:rsidRDefault="00076D20" w:rsidP="00076D20">
            <w:pPr>
              <w:pStyle w:val="HeaderTableContent"/>
              <w:jc w:val="center"/>
              <w:rPr>
                <w:rtl/>
                <w:lang w:val="de-DE"/>
              </w:rPr>
            </w:pPr>
            <w:r w:rsidRPr="00076D20">
              <w:rPr>
                <w:rFonts w:hint="cs"/>
                <w:rtl/>
                <w:lang w:val="de-DE"/>
              </w:rPr>
              <w:t>سقف امتياز</w:t>
            </w:r>
          </w:p>
        </w:tc>
        <w:tc>
          <w:tcPr>
            <w:tcW w:w="3260" w:type="dxa"/>
          </w:tcPr>
          <w:p w:rsidR="00076D20" w:rsidRPr="00076D20" w:rsidRDefault="00076D20" w:rsidP="00076D20">
            <w:pPr>
              <w:pStyle w:val="HeaderTableContent"/>
              <w:jc w:val="center"/>
              <w:rPr>
                <w:rtl/>
                <w:lang w:val="de-DE"/>
              </w:rPr>
            </w:pPr>
            <w:r w:rsidRPr="00076D20">
              <w:rPr>
                <w:rFonts w:hint="cs"/>
                <w:rtl/>
                <w:lang w:val="de-DE"/>
              </w:rPr>
              <w:t>معيار امتياز دهي</w:t>
            </w:r>
          </w:p>
        </w:tc>
        <w:tc>
          <w:tcPr>
            <w:tcW w:w="1263" w:type="dxa"/>
          </w:tcPr>
          <w:p w:rsidR="00076D20" w:rsidRPr="00076D20" w:rsidRDefault="00076D20" w:rsidP="00076D20">
            <w:pPr>
              <w:pStyle w:val="HeaderTableContent"/>
              <w:jc w:val="center"/>
              <w:rPr>
                <w:rtl/>
                <w:lang w:val="de-DE"/>
              </w:rPr>
            </w:pPr>
            <w:r w:rsidRPr="00076D20">
              <w:rPr>
                <w:rFonts w:hint="cs"/>
                <w:rtl/>
                <w:lang w:val="de-DE"/>
              </w:rPr>
              <w:t>امتياز متعلقه</w:t>
            </w:r>
          </w:p>
        </w:tc>
      </w:tr>
      <w:tr w:rsidR="00076D20" w:rsidRPr="00076D20" w:rsidTr="00076D20">
        <w:trPr>
          <w:jc w:val="center"/>
        </w:trPr>
        <w:tc>
          <w:tcPr>
            <w:tcW w:w="4617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/>
              </w:rPr>
            </w:pPr>
            <w:r w:rsidRPr="00076D20">
              <w:rPr>
                <w:rFonts w:hint="cs"/>
                <w:szCs w:val="24"/>
                <w:rtl/>
                <w:lang w:val="de-DE"/>
              </w:rPr>
              <w:t>امتياز رتبه بندي ويا مجوز از مراجع ذيصلاح</w:t>
            </w:r>
          </w:p>
        </w:tc>
        <w:tc>
          <w:tcPr>
            <w:tcW w:w="850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szCs w:val="24"/>
                <w:rtl/>
                <w:lang w:val="de-DE" w:bidi="fa-IR"/>
              </w:rPr>
              <w:t>10</w:t>
            </w:r>
          </w:p>
        </w:tc>
        <w:tc>
          <w:tcPr>
            <w:tcW w:w="3260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/>
              </w:rPr>
            </w:pPr>
            <w:r w:rsidRPr="00076D20">
              <w:rPr>
                <w:rFonts w:hint="cs"/>
                <w:szCs w:val="24"/>
                <w:rtl/>
                <w:lang w:val="de-DE"/>
              </w:rPr>
              <w:t>دارا بودن رتبه =5 امتياز</w:t>
            </w:r>
          </w:p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/>
              </w:rPr>
            </w:pPr>
            <w:r w:rsidRPr="00076D20">
              <w:rPr>
                <w:rFonts w:hint="cs"/>
                <w:szCs w:val="24"/>
                <w:rtl/>
                <w:lang w:val="de-DE"/>
              </w:rPr>
              <w:t>به ازاي هر سال احراز صلاحيت=1 امتياز اضافه مي شود</w:t>
            </w:r>
          </w:p>
        </w:tc>
        <w:tc>
          <w:tcPr>
            <w:tcW w:w="1263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076D20" w:rsidRPr="00076D20" w:rsidTr="00076D20">
        <w:trPr>
          <w:jc w:val="center"/>
        </w:trPr>
        <w:tc>
          <w:tcPr>
            <w:tcW w:w="4617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</w:rPr>
            </w:pPr>
            <w:r w:rsidRPr="00076D20">
              <w:rPr>
                <w:rFonts w:hint="cs"/>
                <w:szCs w:val="24"/>
                <w:rtl/>
                <w:lang w:val="de-DE"/>
              </w:rPr>
              <w:t>حجم ريالي طرح</w:t>
            </w:r>
            <w:r w:rsidRPr="00076D20">
              <w:rPr>
                <w:rFonts w:hint="cs"/>
                <w:szCs w:val="24"/>
                <w:rtl/>
                <w:lang w:val="de-DE"/>
              </w:rPr>
              <w:softHyphen/>
              <w:t xml:space="preserve">ها و قرارداد هاي تحقيقاتي پنج سال          </w:t>
            </w:r>
          </w:p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szCs w:val="24"/>
                <w:rtl/>
                <w:lang w:val="de-DE"/>
              </w:rPr>
              <w:t xml:space="preserve"> گذشته مرتبط با موضوع پروژه پيشنهادي</w:t>
            </w:r>
          </w:p>
        </w:tc>
        <w:tc>
          <w:tcPr>
            <w:tcW w:w="850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/>
              </w:rPr>
            </w:pPr>
            <w:r w:rsidRPr="00076D20">
              <w:rPr>
                <w:rFonts w:hint="cs"/>
                <w:szCs w:val="24"/>
                <w:rtl/>
                <w:lang w:val="de-DE"/>
              </w:rPr>
              <w:t>35</w:t>
            </w:r>
          </w:p>
        </w:tc>
        <w:tc>
          <w:tcPr>
            <w:tcW w:w="3260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/>
              </w:rPr>
            </w:pPr>
            <w:r w:rsidRPr="00076D20">
              <w:rPr>
                <w:rFonts w:hint="cs"/>
                <w:szCs w:val="24"/>
                <w:rtl/>
                <w:lang w:val="de-DE"/>
              </w:rPr>
              <w:t>هر يك ميليارد ريال=5/2 امتياز</w:t>
            </w:r>
          </w:p>
        </w:tc>
        <w:tc>
          <w:tcPr>
            <w:tcW w:w="1263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/>
              </w:rPr>
              <w:t xml:space="preserve"> </w:t>
            </w:r>
          </w:p>
        </w:tc>
      </w:tr>
      <w:tr w:rsidR="00076D20" w:rsidRPr="00076D20" w:rsidTr="00076D20">
        <w:trPr>
          <w:jc w:val="center"/>
        </w:trPr>
        <w:tc>
          <w:tcPr>
            <w:tcW w:w="4617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szCs w:val="24"/>
                <w:rtl/>
                <w:lang w:val="de-DE" w:bidi="fa-IR"/>
              </w:rPr>
              <w:t>دستاوردهاي فعاليت</w:t>
            </w:r>
            <w:r w:rsidRPr="00076D20">
              <w:rPr>
                <w:rFonts w:hint="cs"/>
                <w:szCs w:val="24"/>
                <w:rtl/>
                <w:lang w:val="de-DE" w:bidi="fa-IR"/>
              </w:rPr>
              <w:softHyphen/>
              <w:t xml:space="preserve">هاي پژوهشي انجام شده توسط پيشنهاد دهنده </w:t>
            </w:r>
            <w:r w:rsidRPr="00076D20">
              <w:rPr>
                <w:rFonts w:hint="cs"/>
                <w:szCs w:val="24"/>
                <w:rtl/>
                <w:lang w:val="de-DE"/>
              </w:rPr>
              <w:t>مرتبط با موضوع پروژه پيشنهادي</w:t>
            </w:r>
          </w:p>
        </w:tc>
        <w:tc>
          <w:tcPr>
            <w:tcW w:w="850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/>
              </w:rPr>
            </w:pPr>
            <w:r w:rsidRPr="00076D20">
              <w:rPr>
                <w:rFonts w:hint="cs"/>
                <w:szCs w:val="24"/>
                <w:rtl/>
                <w:lang w:val="de-DE"/>
              </w:rPr>
              <w:t>45</w:t>
            </w:r>
          </w:p>
        </w:tc>
        <w:tc>
          <w:tcPr>
            <w:tcW w:w="3260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/>
              </w:rPr>
            </w:pPr>
            <w:r w:rsidRPr="00076D20">
              <w:rPr>
                <w:rFonts w:hint="cs"/>
                <w:szCs w:val="24"/>
                <w:rtl/>
                <w:lang w:val="de-DE"/>
              </w:rPr>
              <w:t xml:space="preserve">مطابق جدول الف در انتهاي فرم </w:t>
            </w:r>
          </w:p>
        </w:tc>
        <w:tc>
          <w:tcPr>
            <w:tcW w:w="1263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/>
              </w:rPr>
              <w:t xml:space="preserve"> </w:t>
            </w:r>
          </w:p>
        </w:tc>
      </w:tr>
      <w:tr w:rsidR="00076D20" w:rsidRPr="00076D20" w:rsidTr="00076D20">
        <w:trPr>
          <w:jc w:val="center"/>
        </w:trPr>
        <w:tc>
          <w:tcPr>
            <w:tcW w:w="4617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szCs w:val="24"/>
                <w:rtl/>
                <w:lang w:val="de-DE" w:bidi="fa-IR"/>
              </w:rPr>
              <w:t xml:space="preserve">تناسب امكانات تحقيقاتي (فضا و تجهيزات) با پروژه </w:t>
            </w:r>
          </w:p>
        </w:tc>
        <w:tc>
          <w:tcPr>
            <w:tcW w:w="850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/>
              </w:rPr>
            </w:pPr>
            <w:r w:rsidRPr="00076D20">
              <w:rPr>
                <w:rFonts w:hint="cs"/>
                <w:szCs w:val="24"/>
                <w:rtl/>
                <w:lang w:val="de-DE"/>
              </w:rPr>
              <w:t>10</w:t>
            </w:r>
          </w:p>
        </w:tc>
        <w:tc>
          <w:tcPr>
            <w:tcW w:w="3260" w:type="dxa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/>
              </w:rPr>
            </w:pPr>
          </w:p>
        </w:tc>
        <w:tc>
          <w:tcPr>
            <w:tcW w:w="1263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076D20" w:rsidRPr="00076D20" w:rsidTr="00076D20">
        <w:trPr>
          <w:jc w:val="center"/>
        </w:trPr>
        <w:tc>
          <w:tcPr>
            <w:tcW w:w="8727" w:type="dxa"/>
            <w:gridSpan w:val="3"/>
          </w:tcPr>
          <w:p w:rsidR="00076D20" w:rsidRPr="00076D20" w:rsidRDefault="00076D20" w:rsidP="00076D20">
            <w:pPr>
              <w:spacing w:line="240" w:lineRule="auto"/>
              <w:rPr>
                <w:szCs w:val="24"/>
                <w:rtl/>
                <w:lang w:val="de-DE"/>
              </w:rPr>
            </w:pPr>
            <w:r w:rsidRPr="00076D20">
              <w:rPr>
                <w:rFonts w:hint="cs"/>
                <w:szCs w:val="24"/>
                <w:rtl/>
                <w:lang w:val="de-DE"/>
              </w:rPr>
              <w:t>جمع كل امتياز</w:t>
            </w:r>
          </w:p>
        </w:tc>
        <w:tc>
          <w:tcPr>
            <w:tcW w:w="1263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/>
              </w:rPr>
            </w:pPr>
          </w:p>
        </w:tc>
      </w:tr>
    </w:tbl>
    <w:p w:rsidR="00076D20" w:rsidRPr="00076D20" w:rsidRDefault="00076D20" w:rsidP="00076D20">
      <w:pPr>
        <w:spacing w:line="240" w:lineRule="auto"/>
        <w:rPr>
          <w:b/>
          <w:bCs/>
          <w:szCs w:val="24"/>
        </w:rPr>
      </w:pPr>
    </w:p>
    <w:p w:rsidR="00076D20" w:rsidRPr="00076D20" w:rsidRDefault="00076D20" w:rsidP="00076D20">
      <w:pPr>
        <w:spacing w:line="240" w:lineRule="auto"/>
        <w:rPr>
          <w:b/>
          <w:bCs/>
          <w:szCs w:val="24"/>
          <w:rtl/>
          <w:lang w:val="de-DE"/>
        </w:rPr>
      </w:pPr>
      <w:r w:rsidRPr="00076D20">
        <w:rPr>
          <w:rFonts w:hint="cs"/>
          <w:b/>
          <w:bCs/>
          <w:szCs w:val="24"/>
          <w:rtl/>
          <w:lang w:val="de-DE"/>
        </w:rPr>
        <w:t>توضيحات ضروري:</w:t>
      </w:r>
    </w:p>
    <w:p w:rsidR="00076D20" w:rsidRPr="00076D20" w:rsidRDefault="00076D20" w:rsidP="00076D20">
      <w:pPr>
        <w:spacing w:line="240" w:lineRule="auto"/>
        <w:rPr>
          <w:b/>
          <w:bCs/>
          <w:szCs w:val="24"/>
          <w:rtl/>
          <w:lang w:val="de-DE"/>
        </w:rPr>
      </w:pPr>
      <w:r w:rsidRPr="00076D20">
        <w:rPr>
          <w:rFonts w:hint="cs"/>
          <w:b/>
          <w:bCs/>
          <w:szCs w:val="24"/>
          <w:rtl/>
          <w:lang w:val="de-DE"/>
        </w:rPr>
        <w:t>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Cs w:val="24"/>
          <w:rtl/>
          <w:lang w:val="de-DE"/>
        </w:rPr>
        <w:t>.....................................</w:t>
      </w:r>
    </w:p>
    <w:p w:rsidR="00076D20" w:rsidRPr="00076D20" w:rsidRDefault="00076D20" w:rsidP="00076D20">
      <w:pPr>
        <w:spacing w:line="240" w:lineRule="auto"/>
        <w:rPr>
          <w:b/>
          <w:bCs/>
          <w:szCs w:val="24"/>
          <w:rtl/>
          <w:lang w:val="de-DE"/>
        </w:rPr>
      </w:pPr>
      <w:r w:rsidRPr="00076D20">
        <w:rPr>
          <w:rFonts w:hint="cs"/>
          <w:b/>
          <w:bCs/>
          <w:szCs w:val="24"/>
          <w:rtl/>
          <w:lang w:val="de-DE"/>
        </w:rPr>
        <w:t>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Cs w:val="24"/>
          <w:rtl/>
          <w:lang w:val="de-DE"/>
        </w:rPr>
        <w:t>.....................................</w:t>
      </w:r>
    </w:p>
    <w:p w:rsidR="00076D20" w:rsidRPr="00076D20" w:rsidRDefault="00076D20" w:rsidP="00076D20">
      <w:pPr>
        <w:spacing w:line="240" w:lineRule="auto"/>
        <w:rPr>
          <w:b/>
          <w:bCs/>
          <w:szCs w:val="24"/>
          <w:rtl/>
          <w:lang w:val="de-DE"/>
        </w:rPr>
      </w:pPr>
      <w:r w:rsidRPr="00076D20">
        <w:rPr>
          <w:rFonts w:hint="cs"/>
          <w:b/>
          <w:bCs/>
          <w:szCs w:val="24"/>
          <w:rtl/>
          <w:lang w:val="de-DE"/>
        </w:rPr>
        <w:t>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Cs w:val="24"/>
          <w:rtl/>
          <w:lang w:val="de-DE"/>
        </w:rPr>
        <w:t>....................................</w:t>
      </w:r>
    </w:p>
    <w:p w:rsidR="00076D20" w:rsidRPr="00076D20" w:rsidRDefault="00076D20" w:rsidP="00076D20">
      <w:pPr>
        <w:spacing w:line="240" w:lineRule="auto"/>
        <w:rPr>
          <w:b/>
          <w:bCs/>
          <w:szCs w:val="24"/>
          <w:rtl/>
          <w:lang w:val="de-DE" w:bidi="fa-IR"/>
        </w:rPr>
      </w:pPr>
      <w:r w:rsidRPr="00076D20">
        <w:rPr>
          <w:rFonts w:hint="cs"/>
          <w:b/>
          <w:bCs/>
          <w:szCs w:val="24"/>
          <w:rtl/>
          <w:lang w:val="de-DE" w:bidi="fa-IR"/>
        </w:rPr>
        <w:t>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Cs w:val="24"/>
          <w:rtl/>
          <w:lang w:val="de-DE" w:bidi="fa-IR"/>
        </w:rPr>
        <w:t>.................</w:t>
      </w:r>
    </w:p>
    <w:p w:rsidR="00076D20" w:rsidRPr="00076D20" w:rsidRDefault="00076D20" w:rsidP="00076D20">
      <w:pPr>
        <w:spacing w:line="240" w:lineRule="auto"/>
        <w:rPr>
          <w:b/>
          <w:bCs/>
          <w:szCs w:val="24"/>
          <w:rtl/>
          <w:lang w:val="de-DE" w:bidi="fa-IR"/>
        </w:rPr>
      </w:pPr>
    </w:p>
    <w:p w:rsidR="00076D20" w:rsidRPr="00076D20" w:rsidRDefault="00076D20" w:rsidP="00076D20">
      <w:pPr>
        <w:spacing w:line="240" w:lineRule="auto"/>
        <w:rPr>
          <w:b/>
          <w:bCs/>
          <w:szCs w:val="24"/>
          <w:rtl/>
          <w:lang w:val="de-DE" w:bidi="fa-IR"/>
        </w:rPr>
      </w:pPr>
      <w:r w:rsidRPr="00076D20">
        <w:rPr>
          <w:rFonts w:hint="cs"/>
          <w:b/>
          <w:bCs/>
          <w:szCs w:val="24"/>
          <w:rtl/>
          <w:lang w:val="de-DE" w:bidi="fa-IR"/>
        </w:rPr>
        <w:t>نام و امضاي كارشناس / كارشناسان بررسي كننده:                                                   تاريخ:</w:t>
      </w:r>
    </w:p>
    <w:p w:rsidR="00076D20" w:rsidRPr="00076D20" w:rsidRDefault="00076D20" w:rsidP="00076D20">
      <w:pPr>
        <w:spacing w:line="240" w:lineRule="auto"/>
        <w:rPr>
          <w:b/>
          <w:bCs/>
          <w:szCs w:val="24"/>
          <w:rtl/>
          <w:lang w:val="de-DE" w:bidi="fa-IR"/>
        </w:rPr>
      </w:pPr>
    </w:p>
    <w:p w:rsidR="00076D20" w:rsidRPr="00076D20" w:rsidRDefault="00076D20" w:rsidP="00076D20">
      <w:pPr>
        <w:spacing w:line="240" w:lineRule="auto"/>
        <w:rPr>
          <w:b/>
          <w:bCs/>
          <w:szCs w:val="24"/>
          <w:rtl/>
          <w:lang w:val="de-DE" w:bidi="fa-IR"/>
        </w:rPr>
      </w:pPr>
    </w:p>
    <w:p w:rsidR="00076D20" w:rsidRPr="00076D20" w:rsidRDefault="00076D20" w:rsidP="00076D20">
      <w:pPr>
        <w:spacing w:line="240" w:lineRule="auto"/>
        <w:rPr>
          <w:b/>
          <w:bCs/>
          <w:szCs w:val="24"/>
          <w:rtl/>
          <w:lang w:val="de-DE" w:bidi="fa-IR"/>
        </w:rPr>
      </w:pPr>
      <w:r w:rsidRPr="00076D20">
        <w:rPr>
          <w:rFonts w:hint="cs"/>
          <w:b/>
          <w:bCs/>
          <w:szCs w:val="24"/>
          <w:rtl/>
          <w:lang w:val="de-DE" w:bidi="fa-IR"/>
        </w:rPr>
        <w:t>نام و امضاي مدير گروه:                                                                                              تاريخ:</w:t>
      </w:r>
    </w:p>
    <w:p w:rsidR="00076D20" w:rsidRPr="00076D20" w:rsidRDefault="00076D20" w:rsidP="00076D20">
      <w:pPr>
        <w:spacing w:line="240" w:lineRule="auto"/>
        <w:rPr>
          <w:b/>
          <w:bCs/>
          <w:szCs w:val="24"/>
          <w:rtl/>
          <w:lang w:val="de-DE" w:bidi="fa-IR"/>
        </w:rPr>
      </w:pPr>
    </w:p>
    <w:p w:rsidR="00076D20" w:rsidRPr="00076D20" w:rsidRDefault="00076D20" w:rsidP="00076D20">
      <w:pPr>
        <w:spacing w:line="240" w:lineRule="auto"/>
        <w:rPr>
          <w:b/>
          <w:bCs/>
          <w:szCs w:val="24"/>
          <w:rtl/>
          <w:lang w:val="de-DE" w:bidi="fa-IR"/>
        </w:rPr>
      </w:pPr>
      <w:r w:rsidRPr="00076D20">
        <w:rPr>
          <w:rFonts w:hint="cs"/>
          <w:b/>
          <w:bCs/>
          <w:szCs w:val="24"/>
          <w:rtl/>
          <w:lang w:val="de-DE" w:bidi="fa-IR"/>
        </w:rPr>
        <w:t>نام و امضاي رئيس پژوهشكده:                                                                                  تاريخ:</w:t>
      </w:r>
    </w:p>
    <w:p w:rsidR="00076D20" w:rsidRDefault="00076D20" w:rsidP="00076D20">
      <w:pPr>
        <w:spacing w:line="240" w:lineRule="auto"/>
        <w:rPr>
          <w:b/>
          <w:bCs/>
          <w:szCs w:val="24"/>
          <w:rtl/>
          <w:lang w:val="de-DE" w:bidi="fa-IR"/>
        </w:rPr>
      </w:pPr>
    </w:p>
    <w:p w:rsidR="00076D20" w:rsidRPr="00076D20" w:rsidRDefault="00076D20" w:rsidP="00076D20">
      <w:pPr>
        <w:spacing w:line="240" w:lineRule="auto"/>
        <w:rPr>
          <w:b/>
          <w:bCs/>
          <w:szCs w:val="24"/>
          <w:rtl/>
          <w:lang w:val="de-DE" w:bidi="fa-IR"/>
        </w:rPr>
      </w:pPr>
    </w:p>
    <w:p w:rsidR="00076D20" w:rsidRPr="00076D20" w:rsidRDefault="00076D20" w:rsidP="00076D20">
      <w:pPr>
        <w:spacing w:line="240" w:lineRule="auto"/>
        <w:rPr>
          <w:szCs w:val="24"/>
          <w:rtl/>
          <w:lang w:val="de-DE" w:bidi="fa-IR"/>
        </w:rPr>
      </w:pPr>
      <w:r>
        <w:rPr>
          <w:rFonts w:hint="cs"/>
          <w:szCs w:val="24"/>
          <w:rtl/>
          <w:lang w:val="de-DE" w:bidi="fa-IR"/>
        </w:rPr>
        <w:t>عنوان پروژه/نام پيشنهاد دهنده:</w:t>
      </w:r>
    </w:p>
    <w:p w:rsidR="00076D20" w:rsidRPr="00076D20" w:rsidRDefault="00076D20" w:rsidP="00076D20">
      <w:pPr>
        <w:spacing w:line="240" w:lineRule="auto"/>
        <w:jc w:val="center"/>
        <w:rPr>
          <w:b/>
          <w:bCs/>
          <w:szCs w:val="24"/>
          <w:rtl/>
          <w:lang w:val="de-DE" w:bidi="fa-IR"/>
        </w:rPr>
      </w:pPr>
      <w:r w:rsidRPr="00076D20">
        <w:rPr>
          <w:rFonts w:hint="cs"/>
          <w:szCs w:val="24"/>
          <w:rtl/>
          <w:lang w:val="de-DE" w:bidi="fa-IR"/>
        </w:rPr>
        <w:lastRenderedPageBreak/>
        <w:t>جدول الف: معيار امتيازدهي دستاوردهاي فعاليت</w:t>
      </w:r>
      <w:r w:rsidRPr="00076D20">
        <w:rPr>
          <w:rFonts w:hint="cs"/>
          <w:szCs w:val="24"/>
          <w:rtl/>
          <w:lang w:val="de-DE" w:bidi="fa-IR"/>
        </w:rPr>
        <w:softHyphen/>
        <w:t>هاي پژوهشي انجام شده توسط پيشنهاد دهنده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77"/>
        <w:gridCol w:w="1417"/>
      </w:tblGrid>
      <w:tr w:rsidR="00076D20" w:rsidRPr="00076D20" w:rsidTr="00076D20">
        <w:trPr>
          <w:jc w:val="center"/>
        </w:trPr>
        <w:tc>
          <w:tcPr>
            <w:tcW w:w="6877" w:type="dxa"/>
          </w:tcPr>
          <w:p w:rsidR="00076D20" w:rsidRPr="00076D20" w:rsidRDefault="00076D20" w:rsidP="00076D20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076D20">
              <w:rPr>
                <w:rFonts w:hint="cs"/>
                <w:rtl/>
                <w:lang w:val="de-DE" w:bidi="fa-IR"/>
              </w:rPr>
              <w:t>عنوان دستاورد</w:t>
            </w:r>
          </w:p>
        </w:tc>
        <w:tc>
          <w:tcPr>
            <w:tcW w:w="1417" w:type="dxa"/>
          </w:tcPr>
          <w:p w:rsidR="00076D20" w:rsidRPr="00076D20" w:rsidRDefault="00076D20" w:rsidP="00076D20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076D20">
              <w:rPr>
                <w:rFonts w:hint="cs"/>
                <w:rtl/>
                <w:lang w:val="de-DE" w:bidi="fa-IR"/>
              </w:rPr>
              <w:t>حداكثر امتياز</w:t>
            </w:r>
          </w:p>
        </w:tc>
      </w:tr>
      <w:tr w:rsidR="00076D20" w:rsidRPr="00076D20" w:rsidTr="00076D20">
        <w:trPr>
          <w:jc w:val="center"/>
        </w:trPr>
        <w:tc>
          <w:tcPr>
            <w:tcW w:w="6877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طرح آزمايشگاهي در حوزه </w:t>
            </w:r>
            <w:r w:rsidRPr="00076D20">
              <w:rPr>
                <w:b/>
                <w:bCs/>
                <w:szCs w:val="24"/>
              </w:rPr>
              <w:t>ICT</w:t>
            </w: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 (سخت افزار و نرم افزار)</w:t>
            </w:r>
          </w:p>
        </w:tc>
        <w:tc>
          <w:tcPr>
            <w:tcW w:w="1417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t>5</w:t>
            </w:r>
          </w:p>
        </w:tc>
      </w:tr>
      <w:tr w:rsidR="00076D20" w:rsidRPr="00076D20" w:rsidTr="00076D20">
        <w:trPr>
          <w:jc w:val="center"/>
        </w:trPr>
        <w:tc>
          <w:tcPr>
            <w:tcW w:w="6877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طرح نيمه صنعتي در حوزه </w:t>
            </w:r>
            <w:r w:rsidRPr="00076D20">
              <w:rPr>
                <w:b/>
                <w:bCs/>
                <w:szCs w:val="24"/>
              </w:rPr>
              <w:t>ICT</w:t>
            </w:r>
          </w:p>
        </w:tc>
        <w:tc>
          <w:tcPr>
            <w:tcW w:w="1417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t>7</w:t>
            </w:r>
          </w:p>
        </w:tc>
      </w:tr>
      <w:tr w:rsidR="00076D20" w:rsidRPr="00076D20" w:rsidTr="00076D20">
        <w:trPr>
          <w:jc w:val="center"/>
        </w:trPr>
        <w:tc>
          <w:tcPr>
            <w:tcW w:w="6877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طرح صنعتي در حوزه </w:t>
            </w:r>
            <w:r w:rsidRPr="00076D20">
              <w:rPr>
                <w:b/>
                <w:bCs/>
                <w:szCs w:val="24"/>
              </w:rPr>
              <w:t>ICT</w:t>
            </w:r>
          </w:p>
        </w:tc>
        <w:tc>
          <w:tcPr>
            <w:tcW w:w="1417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t>10</w:t>
            </w:r>
          </w:p>
        </w:tc>
      </w:tr>
      <w:tr w:rsidR="00076D20" w:rsidRPr="00076D20" w:rsidTr="00076D20">
        <w:trPr>
          <w:jc w:val="center"/>
        </w:trPr>
        <w:tc>
          <w:tcPr>
            <w:tcW w:w="6877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تدوين طرح جامع در حوزه </w:t>
            </w:r>
            <w:r w:rsidRPr="00076D20">
              <w:rPr>
                <w:b/>
                <w:bCs/>
                <w:szCs w:val="24"/>
              </w:rPr>
              <w:t>ICT</w:t>
            </w:r>
          </w:p>
        </w:tc>
        <w:tc>
          <w:tcPr>
            <w:tcW w:w="1417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t>10</w:t>
            </w:r>
          </w:p>
        </w:tc>
      </w:tr>
      <w:tr w:rsidR="00076D20" w:rsidRPr="00076D20" w:rsidTr="00076D20">
        <w:trPr>
          <w:jc w:val="center"/>
        </w:trPr>
        <w:tc>
          <w:tcPr>
            <w:tcW w:w="6877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تدوين سند راهبردي در حوزه </w:t>
            </w:r>
            <w:r w:rsidRPr="00076D20">
              <w:rPr>
                <w:b/>
                <w:bCs/>
                <w:szCs w:val="24"/>
              </w:rPr>
              <w:t>ICT</w:t>
            </w:r>
          </w:p>
        </w:tc>
        <w:tc>
          <w:tcPr>
            <w:tcW w:w="1417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t>7</w:t>
            </w:r>
          </w:p>
        </w:tc>
      </w:tr>
      <w:tr w:rsidR="00076D20" w:rsidRPr="00076D20" w:rsidTr="00076D20">
        <w:trPr>
          <w:jc w:val="center"/>
        </w:trPr>
        <w:tc>
          <w:tcPr>
            <w:tcW w:w="6877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t>تدوين مدل، چارچوب و راهكار</w:t>
            </w:r>
          </w:p>
        </w:tc>
        <w:tc>
          <w:tcPr>
            <w:tcW w:w="1417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t>5</w:t>
            </w:r>
          </w:p>
        </w:tc>
      </w:tr>
      <w:tr w:rsidR="00076D20" w:rsidRPr="00076D20" w:rsidTr="00076D20">
        <w:trPr>
          <w:jc w:val="center"/>
        </w:trPr>
        <w:tc>
          <w:tcPr>
            <w:tcW w:w="6877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t>مقاله كنفرانس مرتبط با موضوع پروژه پيشنهادي</w:t>
            </w:r>
          </w:p>
        </w:tc>
        <w:tc>
          <w:tcPr>
            <w:tcW w:w="1417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t>25/.</w:t>
            </w:r>
          </w:p>
        </w:tc>
      </w:tr>
      <w:tr w:rsidR="00076D20" w:rsidRPr="00076D20" w:rsidTr="00076D20">
        <w:trPr>
          <w:jc w:val="center"/>
        </w:trPr>
        <w:tc>
          <w:tcPr>
            <w:tcW w:w="6877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t>مقاله ژورنال مرتبط با موضوع پروژه پيشنهادي</w:t>
            </w:r>
          </w:p>
        </w:tc>
        <w:tc>
          <w:tcPr>
            <w:tcW w:w="1417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t>2</w:t>
            </w:r>
          </w:p>
        </w:tc>
      </w:tr>
      <w:tr w:rsidR="00076D20" w:rsidRPr="00076D20" w:rsidTr="00076D20">
        <w:trPr>
          <w:jc w:val="center"/>
        </w:trPr>
        <w:tc>
          <w:tcPr>
            <w:tcW w:w="6877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t>كتاب تاليفي مرتبط با موضوع پروژه پيشنهادي</w:t>
            </w:r>
          </w:p>
        </w:tc>
        <w:tc>
          <w:tcPr>
            <w:tcW w:w="1417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t>5</w:t>
            </w:r>
          </w:p>
        </w:tc>
      </w:tr>
      <w:tr w:rsidR="00076D20" w:rsidRPr="00076D20" w:rsidTr="00076D20">
        <w:trPr>
          <w:jc w:val="center"/>
        </w:trPr>
        <w:tc>
          <w:tcPr>
            <w:tcW w:w="6877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t>كتاب ترجمه</w:t>
            </w: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softHyphen/>
              <w:t>اي مرتبط با موضوع پروژه پيشنهادي</w:t>
            </w:r>
          </w:p>
        </w:tc>
        <w:tc>
          <w:tcPr>
            <w:tcW w:w="1417" w:type="dxa"/>
          </w:tcPr>
          <w:p w:rsidR="00076D20" w:rsidRPr="00076D20" w:rsidRDefault="00076D20" w:rsidP="00076D20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076D20">
              <w:rPr>
                <w:rFonts w:hint="cs"/>
                <w:b/>
                <w:bCs/>
                <w:szCs w:val="24"/>
                <w:rtl/>
                <w:lang w:val="de-DE" w:bidi="fa-IR"/>
              </w:rPr>
              <w:t>2</w:t>
            </w:r>
          </w:p>
        </w:tc>
      </w:tr>
    </w:tbl>
    <w:p w:rsidR="00076D20" w:rsidRDefault="00076D20" w:rsidP="00076D20">
      <w:pPr>
        <w:spacing w:line="240" w:lineRule="auto"/>
        <w:rPr>
          <w:szCs w:val="24"/>
          <w:lang w:val="de-DE"/>
        </w:rPr>
      </w:pPr>
    </w:p>
    <w:p w:rsidR="00076D20" w:rsidRPr="00076D20" w:rsidRDefault="00076D20" w:rsidP="00076D20">
      <w:pPr>
        <w:rPr>
          <w:szCs w:val="24"/>
          <w:lang w:val="de-DE"/>
        </w:rPr>
      </w:pPr>
    </w:p>
    <w:p w:rsidR="00076D20" w:rsidRPr="00076D20" w:rsidRDefault="00076D20" w:rsidP="00076D20">
      <w:pPr>
        <w:rPr>
          <w:szCs w:val="24"/>
          <w:lang w:val="de-DE"/>
        </w:rPr>
      </w:pPr>
    </w:p>
    <w:p w:rsidR="00076D20" w:rsidRPr="00076D20" w:rsidRDefault="00076D20" w:rsidP="00076D20">
      <w:pPr>
        <w:rPr>
          <w:szCs w:val="24"/>
          <w:lang w:val="de-DE"/>
        </w:rPr>
      </w:pPr>
    </w:p>
    <w:p w:rsidR="00076D20" w:rsidRPr="00076D20" w:rsidRDefault="00076D20" w:rsidP="00076D20">
      <w:pPr>
        <w:rPr>
          <w:szCs w:val="24"/>
          <w:lang w:val="de-DE"/>
        </w:rPr>
      </w:pPr>
    </w:p>
    <w:p w:rsidR="00076D20" w:rsidRPr="00076D20" w:rsidRDefault="00076D20" w:rsidP="00076D20">
      <w:pPr>
        <w:rPr>
          <w:szCs w:val="24"/>
          <w:lang w:val="de-DE"/>
        </w:rPr>
      </w:pPr>
    </w:p>
    <w:p w:rsidR="00076D20" w:rsidRPr="00076D20" w:rsidRDefault="00076D20" w:rsidP="00076D20">
      <w:pPr>
        <w:rPr>
          <w:szCs w:val="24"/>
          <w:lang w:val="de-DE"/>
        </w:rPr>
      </w:pPr>
    </w:p>
    <w:p w:rsidR="00076D20" w:rsidRPr="00076D20" w:rsidRDefault="00076D20" w:rsidP="00076D20">
      <w:pPr>
        <w:rPr>
          <w:szCs w:val="24"/>
          <w:lang w:val="de-DE"/>
        </w:rPr>
      </w:pPr>
    </w:p>
    <w:p w:rsidR="00076D20" w:rsidRPr="00076D20" w:rsidRDefault="00076D20" w:rsidP="00076D20">
      <w:pPr>
        <w:rPr>
          <w:szCs w:val="24"/>
          <w:lang w:val="de-DE"/>
        </w:rPr>
      </w:pPr>
    </w:p>
    <w:p w:rsidR="00076D20" w:rsidRPr="00076D20" w:rsidRDefault="00076D20" w:rsidP="00076D20">
      <w:pPr>
        <w:rPr>
          <w:szCs w:val="24"/>
          <w:lang w:val="de-DE"/>
        </w:rPr>
      </w:pPr>
    </w:p>
    <w:p w:rsidR="00076D20" w:rsidRPr="00076D20" w:rsidRDefault="00076D20" w:rsidP="00076D20">
      <w:pPr>
        <w:rPr>
          <w:szCs w:val="24"/>
          <w:lang w:val="de-DE"/>
        </w:rPr>
      </w:pPr>
    </w:p>
    <w:p w:rsidR="00076D20" w:rsidRPr="00076D20" w:rsidRDefault="00076D20" w:rsidP="00076D20">
      <w:pPr>
        <w:rPr>
          <w:szCs w:val="24"/>
          <w:lang w:val="de-DE"/>
        </w:rPr>
      </w:pPr>
    </w:p>
    <w:p w:rsidR="00076D20" w:rsidRPr="00076D20" w:rsidRDefault="00076D20" w:rsidP="00076D20">
      <w:pPr>
        <w:rPr>
          <w:szCs w:val="24"/>
          <w:lang w:val="de-DE"/>
        </w:rPr>
      </w:pPr>
    </w:p>
    <w:p w:rsidR="00076D20" w:rsidRPr="00076D20" w:rsidRDefault="00076D20" w:rsidP="00076D20">
      <w:pPr>
        <w:rPr>
          <w:szCs w:val="24"/>
          <w:lang w:val="de-DE"/>
        </w:rPr>
      </w:pPr>
    </w:p>
    <w:p w:rsidR="00076D20" w:rsidRPr="00076D20" w:rsidRDefault="00076D20" w:rsidP="00076D20">
      <w:pPr>
        <w:rPr>
          <w:szCs w:val="24"/>
          <w:lang w:val="de-DE"/>
        </w:rPr>
      </w:pPr>
    </w:p>
    <w:p w:rsidR="00076D20" w:rsidRPr="00076D20" w:rsidRDefault="00076D20" w:rsidP="00076D20">
      <w:pPr>
        <w:rPr>
          <w:szCs w:val="24"/>
          <w:lang w:val="de-DE"/>
        </w:rPr>
      </w:pPr>
    </w:p>
    <w:p w:rsidR="00076D20" w:rsidRPr="00076D20" w:rsidRDefault="00076D20" w:rsidP="00076D20">
      <w:pPr>
        <w:rPr>
          <w:szCs w:val="24"/>
          <w:lang w:val="de-DE"/>
        </w:rPr>
      </w:pPr>
    </w:p>
    <w:p w:rsidR="00076D20" w:rsidRPr="00076D20" w:rsidRDefault="00076D20" w:rsidP="00076D20">
      <w:pPr>
        <w:rPr>
          <w:szCs w:val="24"/>
          <w:lang w:val="de-DE"/>
        </w:rPr>
      </w:pPr>
    </w:p>
    <w:p w:rsidR="00076D20" w:rsidRPr="00076D20" w:rsidRDefault="00076D20" w:rsidP="00076D20">
      <w:pPr>
        <w:rPr>
          <w:szCs w:val="24"/>
          <w:lang w:val="de-DE"/>
        </w:rPr>
      </w:pPr>
    </w:p>
    <w:p w:rsidR="00076D20" w:rsidRDefault="00076D20" w:rsidP="00076D20">
      <w:pPr>
        <w:rPr>
          <w:szCs w:val="24"/>
          <w:lang w:val="de-DE"/>
        </w:rPr>
      </w:pPr>
    </w:p>
    <w:p w:rsidR="00437B88" w:rsidRPr="00076D20" w:rsidRDefault="00076D20" w:rsidP="00076D20">
      <w:pPr>
        <w:rPr>
          <w:szCs w:val="24"/>
          <w:lang w:val="de-DE"/>
        </w:rPr>
      </w:pPr>
      <w:r>
        <w:rPr>
          <w:rFonts w:hint="cs"/>
          <w:szCs w:val="24"/>
          <w:rtl/>
          <w:lang w:val="de-DE"/>
        </w:rPr>
        <w:t>عنوان پروژه/نام پيشنهاد دهنده:</w:t>
      </w:r>
    </w:p>
    <w:sectPr w:rsidR="00437B88" w:rsidRPr="00076D20" w:rsidSect="00CD3B72">
      <w:headerReference w:type="default" r:id="rId9"/>
      <w:footerReference w:type="default" r:id="rId10"/>
      <w:footerReference w:type="first" r:id="rId11"/>
      <w:pgSz w:w="11907" w:h="16840" w:code="9"/>
      <w:pgMar w:top="2070" w:right="1107" w:bottom="450" w:left="1170" w:header="720" w:footer="0" w:gutter="0"/>
      <w:pgBorders w:offsetFrom="page">
        <w:top w:val="single" w:sz="18" w:space="24" w:color="0960A5"/>
        <w:left w:val="single" w:sz="18" w:space="24" w:color="0960A5"/>
        <w:bottom w:val="single" w:sz="18" w:space="24" w:color="0960A5"/>
        <w:right w:val="single" w:sz="18" w:space="24" w:color="0960A5"/>
      </w:pgBorders>
      <w:pgNumType w:start="1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6BA" w:rsidRDefault="006736BA" w:rsidP="00664663">
      <w:r>
        <w:separator/>
      </w:r>
    </w:p>
  </w:endnote>
  <w:endnote w:type="continuationSeparator" w:id="0">
    <w:p w:rsidR="006736BA" w:rsidRDefault="006736BA" w:rsidP="0066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 Unicode MS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F46" w:rsidRPr="00EA3E6F" w:rsidRDefault="000E1A16" w:rsidP="00474D03">
    <w:pPr>
      <w:pStyle w:val="Footer"/>
      <w:tabs>
        <w:tab w:val="clear" w:pos="4680"/>
        <w:tab w:val="clear" w:pos="9360"/>
        <w:tab w:val="right" w:pos="9630"/>
      </w:tabs>
      <w:ind w:left="90" w:firstLine="0"/>
      <w:rPr>
        <w:color w:val="1BA0AF"/>
        <w:szCs w:val="24"/>
        <w:lang w:val="de-DE"/>
      </w:rPr>
    </w:pPr>
    <w:r w:rsidRPr="000E1A16">
      <w:rPr>
        <w:rFonts w:hint="cs"/>
        <w:color w:val="1BA0AF"/>
        <w:szCs w:val="24"/>
        <w:rtl/>
      </w:rPr>
      <w:t>پژو</w:t>
    </w:r>
    <w:r w:rsidR="00EA3E6F">
      <w:rPr>
        <w:rFonts w:hint="cs"/>
        <w:color w:val="1BA0AF"/>
        <w:szCs w:val="24"/>
        <w:rtl/>
      </w:rPr>
      <w:t>هشگاه ارتباطات و فناوری اطلاعات</w:t>
    </w:r>
    <w:r w:rsidR="00EA3E6F">
      <w:rPr>
        <w:color w:val="1BA0AF"/>
        <w:szCs w:val="24"/>
      </w:rPr>
      <w:tab/>
    </w:r>
    <w:r w:rsidR="00EA3E6F">
      <w:rPr>
        <w:color w:val="1BA0AF"/>
        <w:szCs w:val="24"/>
        <w:lang w:val="de-DE"/>
      </w:rPr>
      <w:t>www.itrc.ac.ir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16" w:rsidRPr="00A45316" w:rsidRDefault="00A45316" w:rsidP="003D73D8">
    <w:pPr>
      <w:pStyle w:val="Heading6"/>
      <w:rPr>
        <w:lang w:val="de-DE"/>
      </w:rPr>
    </w:pPr>
    <w:r w:rsidRPr="00A45316">
      <w:rPr>
        <w:lang w:val="de-DE"/>
      </w:rPr>
      <w:t>www.</w:t>
    </w:r>
    <w:r w:rsidR="003D73D8">
      <w:rPr>
        <w:lang w:val="de-DE"/>
      </w:rPr>
      <w:t>i</w:t>
    </w:r>
    <w:r w:rsidRPr="00A45316">
      <w:rPr>
        <w:lang w:val="de-DE"/>
      </w:rPr>
      <w:t>trc.ac.ir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6BA" w:rsidRDefault="006736BA" w:rsidP="00664663">
      <w:r>
        <w:separator/>
      </w:r>
    </w:p>
  </w:footnote>
  <w:footnote w:type="continuationSeparator" w:id="0">
    <w:p w:rsidR="006736BA" w:rsidRDefault="006736BA" w:rsidP="00664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076D20" w:rsidP="00076D20">
          <w:pPr>
            <w:pStyle w:val="HeaderTableContent"/>
            <w:rPr>
              <w:rtl/>
              <w:lang w:bidi="fa-IR"/>
            </w:rPr>
          </w:pPr>
          <w:r>
            <w:rPr>
              <w:rFonts w:hint="cs"/>
              <w:rtl/>
              <w:lang w:bidi="fa-IR"/>
            </w:rPr>
            <w:t xml:space="preserve">برگه ارزيابي توان علمي </w:t>
          </w:r>
          <w:r>
            <w:rPr>
              <w:rFonts w:ascii="Times New Roman" w:hAnsi="Times New Roman" w:cs="Times New Roman" w:hint="cs"/>
              <w:rtl/>
              <w:lang w:bidi="fa-IR"/>
            </w:rPr>
            <w:t>–</w:t>
          </w:r>
          <w:r>
            <w:rPr>
              <w:rFonts w:hint="cs"/>
              <w:rtl/>
              <w:lang w:bidi="fa-IR"/>
            </w:rPr>
            <w:t xml:space="preserve"> اجرايي پيشنهاددهنده پروژه</w:t>
          </w:r>
        </w:p>
      </w:tc>
      <w:tc>
        <w:tcPr>
          <w:tcW w:w="1980" w:type="dxa"/>
        </w:tcPr>
        <w:p w:rsidR="00EA3E6F" w:rsidRPr="00EA3E6F" w:rsidRDefault="00EA3E6F" w:rsidP="00CD3B72">
          <w:pPr>
            <w:pStyle w:val="HeaderTableContent"/>
            <w:rPr>
              <w:rtl/>
            </w:rPr>
          </w:pPr>
          <w:r>
            <w:rPr>
              <w:rFonts w:hint="cs"/>
              <w:rtl/>
            </w:rPr>
            <w:t xml:space="preserve">شماره </w:t>
          </w:r>
          <w:r w:rsidR="00CD3B72">
            <w:rPr>
              <w:rFonts w:hint="cs"/>
              <w:rtl/>
            </w:rPr>
            <w:t>برگه</w:t>
          </w:r>
          <w:r w:rsidR="00076D20">
            <w:rPr>
              <w:rFonts w:hint="cs"/>
              <w:rtl/>
            </w:rPr>
            <w:t>: پژوهشي 439</w:t>
          </w:r>
        </w:p>
      </w:tc>
    </w:tr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076D20" w:rsidP="00EA3E6F">
          <w:pPr>
            <w:pStyle w:val="HeaderTableContent"/>
            <w:rPr>
              <w:color w:val="1BA0AF" w:themeColor="accent2"/>
              <w:rtl/>
            </w:rPr>
          </w:pPr>
          <w:r>
            <w:rPr>
              <w:rFonts w:hint="cs"/>
              <w:color w:val="1BA0AF" w:themeColor="accent2"/>
              <w:rtl/>
            </w:rPr>
            <w:t>معاونت پژوهش و توسعه ارتباطات علمي</w:t>
          </w:r>
        </w:p>
      </w:tc>
      <w:tc>
        <w:tcPr>
          <w:tcW w:w="1980" w:type="dxa"/>
        </w:tcPr>
        <w:p w:rsidR="00EA3E6F" w:rsidRPr="00EA3E6F" w:rsidRDefault="00EA3E6F" w:rsidP="00EA3E6F">
          <w:pPr>
            <w:pStyle w:val="HeaderTableContent"/>
            <w:rPr>
              <w:rtl/>
            </w:rPr>
          </w:pPr>
          <w:r w:rsidRPr="00EA3E6F">
            <w:rPr>
              <w:rFonts w:hint="cs"/>
              <w:b/>
              <w:bCs/>
              <w:rtl/>
            </w:rPr>
            <w:t>نسخه</w:t>
          </w:r>
          <w:r>
            <w:rPr>
              <w:rFonts w:hint="cs"/>
              <w:rtl/>
            </w:rPr>
            <w:t>: مهر ۹۳</w:t>
          </w:r>
        </w:p>
      </w:tc>
    </w:tr>
  </w:tbl>
  <w:p w:rsidR="00EA3E6F" w:rsidRPr="00EA3E6F" w:rsidRDefault="00474D03" w:rsidP="00EA3E6F">
    <w:pPr>
      <w:pStyle w:val="Header"/>
      <w:spacing w:line="80" w:lineRule="exact"/>
      <w:ind w:firstLine="0"/>
      <w:rPr>
        <w:color w:val="1BA0AF" w:themeColor="accent2"/>
        <w:sz w:val="20"/>
        <w:szCs w:val="22"/>
      </w:rPr>
    </w:pPr>
    <w:r>
      <w:rPr>
        <w:noProof/>
        <w:lang w:bidi="fa-IR"/>
      </w:rPr>
      <w:drawing>
        <wp:anchor distT="0" distB="0" distL="114300" distR="114300" simplePos="0" relativeHeight="251657216" behindDoc="0" locked="0" layoutInCell="1" allowOverlap="1" wp14:anchorId="0CA4AE9A" wp14:editId="24CAF2DC">
          <wp:simplePos x="0" y="0"/>
          <wp:positionH relativeFrom="column">
            <wp:posOffset>4241800</wp:posOffset>
          </wp:positionH>
          <wp:positionV relativeFrom="paragraph">
            <wp:posOffset>-754380</wp:posOffset>
          </wp:positionV>
          <wp:extent cx="2229485" cy="876300"/>
          <wp:effectExtent l="0" t="0" r="0" b="0"/>
          <wp:wrapNone/>
          <wp:docPr id="9" name="Picture 9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48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71B3">
      <w:rPr>
        <w:b/>
        <w:bCs/>
        <w:noProof/>
        <w:color w:val="0A5FA5" w:themeColor="accent1"/>
        <w:lang w:bidi="fa-IR"/>
      </w:rPr>
      <mc:AlternateContent>
        <mc:Choice Requires="wps">
          <w:drawing>
            <wp:anchor distT="45720" distB="45720" distL="182880" distR="182880" simplePos="0" relativeHeight="251658240" behindDoc="1" locked="0" layoutInCell="1" allowOverlap="0">
              <wp:simplePos x="0" y="0"/>
              <wp:positionH relativeFrom="leftMargin">
                <wp:posOffset>366395</wp:posOffset>
              </wp:positionH>
              <wp:positionV relativeFrom="paragraph">
                <wp:posOffset>-737235</wp:posOffset>
              </wp:positionV>
              <wp:extent cx="344805" cy="582930"/>
              <wp:effectExtent l="38100" t="38100" r="36195" b="45720"/>
              <wp:wrapSquare wrapText="bothSides"/>
              <wp:docPr id="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057F" w:rsidRPr="00A330E3" w:rsidRDefault="00802AC0" w:rsidP="00A330E3">
                          <w:pPr>
                            <w:pStyle w:val="Footer"/>
                            <w:ind w:firstLine="0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="0010057F"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E571B3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1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left:0;text-align:left;margin-left:28.85pt;margin-top:-58.05pt;width:27.15pt;height:45.9pt;z-index:-251658240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" o:allowoverlap="f" fillcolor="#1ba0af" strokecolor="#1ba0af" strokeweight="6pt">
              <v:stroke linestyle="thinThin"/>
              <v:textbox inset="0,7.2pt,0,7.2pt">
                <w:txbxContent>
                  <w:p w:rsidR="0010057F" w:rsidRPr="00A330E3" w:rsidRDefault="00802AC0" w:rsidP="00A330E3">
                    <w:pPr>
                      <w:pStyle w:val="Footer"/>
                      <w:ind w:firstLine="0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="0010057F"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E571B3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1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2C99"/>
    <w:multiLevelType w:val="hybridMultilevel"/>
    <w:tmpl w:val="25FCB54E"/>
    <w:lvl w:ilvl="0" w:tplc="FC0AA9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3CD6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8E79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D0D4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DECF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B6B5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263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B02C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5278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FF3C48"/>
    <w:multiLevelType w:val="hybridMultilevel"/>
    <w:tmpl w:val="9412E8A2"/>
    <w:lvl w:ilvl="0" w:tplc="28D4AF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E89B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3057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D2C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61C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A8E7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F8B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0472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80A5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03FCC"/>
    <w:multiLevelType w:val="hybridMultilevel"/>
    <w:tmpl w:val="821E27A4"/>
    <w:lvl w:ilvl="0" w:tplc="3DE49D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1046DE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7CB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923D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66D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CE3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D40A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F4C5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4C1D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94416"/>
    <w:multiLevelType w:val="hybridMultilevel"/>
    <w:tmpl w:val="9D22BDE0"/>
    <w:lvl w:ilvl="0" w:tplc="AE4630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3C7F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D428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1E51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869C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F257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3061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36AE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7A4F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9D2B5F"/>
    <w:multiLevelType w:val="hybridMultilevel"/>
    <w:tmpl w:val="4AAE522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3D168A"/>
    <w:multiLevelType w:val="hybridMultilevel"/>
    <w:tmpl w:val="BBA0905A"/>
    <w:lvl w:ilvl="0" w:tplc="62DAC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046B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CE88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5286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A69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E6B1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C26E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9C40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C8CA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880B9D"/>
    <w:multiLevelType w:val="multilevel"/>
    <w:tmpl w:val="0786E60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-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960A5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-%2-%3-%4"/>
      <w:lvlJc w:val="left"/>
      <w:pPr>
        <w:ind w:left="1008" w:hanging="1008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0E5A46EF"/>
    <w:multiLevelType w:val="hybridMultilevel"/>
    <w:tmpl w:val="1ED6498A"/>
    <w:lvl w:ilvl="0" w:tplc="CAD007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883410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7A5F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5607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203E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909E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CE6A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A0D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D269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602EA4"/>
    <w:multiLevelType w:val="hybridMultilevel"/>
    <w:tmpl w:val="EB7C9D78"/>
    <w:lvl w:ilvl="0" w:tplc="8BDE4F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587E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0D2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B8E5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3A91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16E8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746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6873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4455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0B66C3"/>
    <w:multiLevelType w:val="hybridMultilevel"/>
    <w:tmpl w:val="37565CC2"/>
    <w:lvl w:ilvl="0" w:tplc="042431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AC52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DA1C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26B9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F2E9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BA6E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F434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A43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18CB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DC03D0"/>
    <w:multiLevelType w:val="hybridMultilevel"/>
    <w:tmpl w:val="DE90F8D0"/>
    <w:lvl w:ilvl="0" w:tplc="EC2ABA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B87C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52B1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2C4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88F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D664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6A21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E8A4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4EB0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30198E"/>
    <w:multiLevelType w:val="hybridMultilevel"/>
    <w:tmpl w:val="2110EA36"/>
    <w:lvl w:ilvl="0" w:tplc="C400D6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38D6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284C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B2EE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32E3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229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B299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BC1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6E58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7877DF"/>
    <w:multiLevelType w:val="hybridMultilevel"/>
    <w:tmpl w:val="0BC85B90"/>
    <w:lvl w:ilvl="0" w:tplc="33C0B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7008EE"/>
    <w:multiLevelType w:val="hybridMultilevel"/>
    <w:tmpl w:val="7A4C2158"/>
    <w:lvl w:ilvl="0" w:tplc="92CAD8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C83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5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CBE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E270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06D5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B6CE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6F7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364A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A42D20"/>
    <w:multiLevelType w:val="hybridMultilevel"/>
    <w:tmpl w:val="C98CBD8C"/>
    <w:lvl w:ilvl="0" w:tplc="595229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68CE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9604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9870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16D7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4CE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B2C1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FEAF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824C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6861C1"/>
    <w:multiLevelType w:val="hybridMultilevel"/>
    <w:tmpl w:val="0AFCD0F0"/>
    <w:lvl w:ilvl="0" w:tplc="2FDA2F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9234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CE4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9244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1496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5A9B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3A19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31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FA0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532545"/>
    <w:multiLevelType w:val="hybridMultilevel"/>
    <w:tmpl w:val="084C9710"/>
    <w:lvl w:ilvl="0" w:tplc="C2F02E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0C71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E244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0F0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4AEB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321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A20E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42CA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4EC5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E919F4"/>
    <w:multiLevelType w:val="hybridMultilevel"/>
    <w:tmpl w:val="8FD8FA46"/>
    <w:lvl w:ilvl="0" w:tplc="EB98D942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039F8"/>
    <w:multiLevelType w:val="hybridMultilevel"/>
    <w:tmpl w:val="0C3EE6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D5606E"/>
    <w:multiLevelType w:val="hybridMultilevel"/>
    <w:tmpl w:val="3B9AEA5C"/>
    <w:lvl w:ilvl="0" w:tplc="4DDA33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680A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2EC7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46C4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8E51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324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3E0A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C2C0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5E1A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473EEA"/>
    <w:multiLevelType w:val="hybridMultilevel"/>
    <w:tmpl w:val="950ED1C6"/>
    <w:lvl w:ilvl="0" w:tplc="57CEE9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A095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6F3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A1A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6AC5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3A05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5E55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E078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E82B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651C44"/>
    <w:multiLevelType w:val="hybridMultilevel"/>
    <w:tmpl w:val="3AC895DE"/>
    <w:lvl w:ilvl="0" w:tplc="FA5C4D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EC99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641C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230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B482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5E27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0801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98D8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3212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455772"/>
    <w:multiLevelType w:val="hybridMultilevel"/>
    <w:tmpl w:val="E4A0834E"/>
    <w:lvl w:ilvl="0" w:tplc="E5707B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60D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ACC7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62EF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F81C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AC6E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7C22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BA03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3C7D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D84F72"/>
    <w:multiLevelType w:val="hybridMultilevel"/>
    <w:tmpl w:val="25B4C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392309"/>
    <w:multiLevelType w:val="hybridMultilevel"/>
    <w:tmpl w:val="646A8B52"/>
    <w:lvl w:ilvl="0" w:tplc="1B1AF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755860"/>
    <w:multiLevelType w:val="hybridMultilevel"/>
    <w:tmpl w:val="5ED8118C"/>
    <w:lvl w:ilvl="0" w:tplc="794854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1047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821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B04A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309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226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2A77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F02D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38CC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6E7A02"/>
    <w:multiLevelType w:val="hybridMultilevel"/>
    <w:tmpl w:val="F50EB458"/>
    <w:lvl w:ilvl="0" w:tplc="39ACE2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3BA5175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8">
    <w:nsid w:val="572575B9"/>
    <w:multiLevelType w:val="hybridMultilevel"/>
    <w:tmpl w:val="377608EC"/>
    <w:lvl w:ilvl="0" w:tplc="A2FC25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34E9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E62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1A65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CA8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7A6B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248B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085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0C8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406638"/>
    <w:multiLevelType w:val="hybridMultilevel"/>
    <w:tmpl w:val="71FA0828"/>
    <w:lvl w:ilvl="0" w:tplc="25DA8E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F4D6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48E1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54E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24FF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82A9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ADF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7E87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9C43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4D0BA9"/>
    <w:multiLevelType w:val="hybridMultilevel"/>
    <w:tmpl w:val="F894FD32"/>
    <w:lvl w:ilvl="0" w:tplc="F71ED6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24E4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12A7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764A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EAC7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044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70C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18EB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12F4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5832A38"/>
    <w:multiLevelType w:val="hybridMultilevel"/>
    <w:tmpl w:val="AC62A9F2"/>
    <w:lvl w:ilvl="0" w:tplc="4B7655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FCC8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F40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1858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B0F6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D451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18AE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789B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26F0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655E77"/>
    <w:multiLevelType w:val="hybridMultilevel"/>
    <w:tmpl w:val="829658FE"/>
    <w:lvl w:ilvl="0" w:tplc="73B08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DC68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DCB2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D033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7E68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3C23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5CEA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A8B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1246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316FD9"/>
    <w:multiLevelType w:val="hybridMultilevel"/>
    <w:tmpl w:val="5F828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32EE3"/>
    <w:multiLevelType w:val="multilevel"/>
    <w:tmpl w:val="B860CFDC"/>
    <w:lvl w:ilvl="0">
      <w:start w:val="1"/>
      <w:numFmt w:val="decimal"/>
      <w:lvlText w:val="%1-"/>
      <w:lvlJc w:val="left"/>
      <w:pPr>
        <w:tabs>
          <w:tab w:val="num" w:pos="612"/>
        </w:tabs>
        <w:ind w:left="612" w:hanging="432"/>
      </w:pPr>
      <w:rPr>
        <w:rFonts w:cs="B Nazanin" w:hint="cs"/>
        <w:bCs/>
        <w:iCs w:val="0"/>
        <w:sz w:val="36"/>
        <w:szCs w:val="36"/>
      </w:rPr>
    </w:lvl>
    <w:lvl w:ilvl="1">
      <w:start w:val="1"/>
      <w:numFmt w:val="decimal"/>
      <w:lvlText w:val="%1-%2"/>
      <w:lvlJc w:val="left"/>
      <w:pPr>
        <w:tabs>
          <w:tab w:val="num" w:pos="113"/>
        </w:tabs>
        <w:ind w:left="284" w:hanging="28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-%2-%3"/>
      <w:lvlJc w:val="left"/>
      <w:pPr>
        <w:tabs>
          <w:tab w:val="num" w:pos="900"/>
        </w:tabs>
        <w:ind w:left="900" w:hanging="72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30C5A3F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36">
    <w:nsid w:val="77C63EA2"/>
    <w:multiLevelType w:val="hybridMultilevel"/>
    <w:tmpl w:val="31C24F80"/>
    <w:lvl w:ilvl="0" w:tplc="0409000F">
      <w:start w:val="1"/>
      <w:numFmt w:val="decimal"/>
      <w:lvlText w:val="%1."/>
      <w:lvlJc w:val="left"/>
      <w:pPr>
        <w:ind w:left="958" w:hanging="360"/>
      </w:pPr>
    </w:lvl>
    <w:lvl w:ilvl="1" w:tplc="04090019" w:tentative="1">
      <w:start w:val="1"/>
      <w:numFmt w:val="lowerLetter"/>
      <w:lvlText w:val="%2."/>
      <w:lvlJc w:val="left"/>
      <w:pPr>
        <w:ind w:left="1678" w:hanging="360"/>
      </w:pPr>
    </w:lvl>
    <w:lvl w:ilvl="2" w:tplc="0409001B" w:tentative="1">
      <w:start w:val="1"/>
      <w:numFmt w:val="lowerRoman"/>
      <w:lvlText w:val="%3."/>
      <w:lvlJc w:val="right"/>
      <w:pPr>
        <w:ind w:left="2398" w:hanging="180"/>
      </w:pPr>
    </w:lvl>
    <w:lvl w:ilvl="3" w:tplc="0409000F" w:tentative="1">
      <w:start w:val="1"/>
      <w:numFmt w:val="decimal"/>
      <w:lvlText w:val="%4."/>
      <w:lvlJc w:val="left"/>
      <w:pPr>
        <w:ind w:left="3118" w:hanging="360"/>
      </w:pPr>
    </w:lvl>
    <w:lvl w:ilvl="4" w:tplc="04090019" w:tentative="1">
      <w:start w:val="1"/>
      <w:numFmt w:val="lowerLetter"/>
      <w:lvlText w:val="%5."/>
      <w:lvlJc w:val="left"/>
      <w:pPr>
        <w:ind w:left="3838" w:hanging="360"/>
      </w:pPr>
    </w:lvl>
    <w:lvl w:ilvl="5" w:tplc="0409001B" w:tentative="1">
      <w:start w:val="1"/>
      <w:numFmt w:val="lowerRoman"/>
      <w:lvlText w:val="%6."/>
      <w:lvlJc w:val="right"/>
      <w:pPr>
        <w:ind w:left="4558" w:hanging="180"/>
      </w:pPr>
    </w:lvl>
    <w:lvl w:ilvl="6" w:tplc="0409000F" w:tentative="1">
      <w:start w:val="1"/>
      <w:numFmt w:val="decimal"/>
      <w:lvlText w:val="%7."/>
      <w:lvlJc w:val="left"/>
      <w:pPr>
        <w:ind w:left="5278" w:hanging="360"/>
      </w:pPr>
    </w:lvl>
    <w:lvl w:ilvl="7" w:tplc="04090019" w:tentative="1">
      <w:start w:val="1"/>
      <w:numFmt w:val="lowerLetter"/>
      <w:lvlText w:val="%8."/>
      <w:lvlJc w:val="left"/>
      <w:pPr>
        <w:ind w:left="5998" w:hanging="360"/>
      </w:pPr>
    </w:lvl>
    <w:lvl w:ilvl="8" w:tplc="040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37">
    <w:nsid w:val="7BC751F7"/>
    <w:multiLevelType w:val="hybridMultilevel"/>
    <w:tmpl w:val="5F92CA7C"/>
    <w:lvl w:ilvl="0" w:tplc="A240D8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18F6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F43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4DD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EA2B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542A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BE0F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BA27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58B7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5"/>
  </w:num>
  <w:num w:numId="3">
    <w:abstractNumId w:val="6"/>
  </w:num>
  <w:num w:numId="4">
    <w:abstractNumId w:val="8"/>
  </w:num>
  <w:num w:numId="5">
    <w:abstractNumId w:val="9"/>
  </w:num>
  <w:num w:numId="6">
    <w:abstractNumId w:val="19"/>
  </w:num>
  <w:num w:numId="7">
    <w:abstractNumId w:val="28"/>
  </w:num>
  <w:num w:numId="8">
    <w:abstractNumId w:val="16"/>
  </w:num>
  <w:num w:numId="9">
    <w:abstractNumId w:val="13"/>
  </w:num>
  <w:num w:numId="10">
    <w:abstractNumId w:val="37"/>
  </w:num>
  <w:num w:numId="11">
    <w:abstractNumId w:val="32"/>
  </w:num>
  <w:num w:numId="12">
    <w:abstractNumId w:val="1"/>
  </w:num>
  <w:num w:numId="13">
    <w:abstractNumId w:val="11"/>
  </w:num>
  <w:num w:numId="14">
    <w:abstractNumId w:val="30"/>
  </w:num>
  <w:num w:numId="15">
    <w:abstractNumId w:val="10"/>
  </w:num>
  <w:num w:numId="16">
    <w:abstractNumId w:val="5"/>
  </w:num>
  <w:num w:numId="17">
    <w:abstractNumId w:val="25"/>
  </w:num>
  <w:num w:numId="18">
    <w:abstractNumId w:val="15"/>
  </w:num>
  <w:num w:numId="19">
    <w:abstractNumId w:val="3"/>
  </w:num>
  <w:num w:numId="20">
    <w:abstractNumId w:val="14"/>
  </w:num>
  <w:num w:numId="21">
    <w:abstractNumId w:val="31"/>
  </w:num>
  <w:num w:numId="22">
    <w:abstractNumId w:val="22"/>
  </w:num>
  <w:num w:numId="23">
    <w:abstractNumId w:val="7"/>
  </w:num>
  <w:num w:numId="24">
    <w:abstractNumId w:val="2"/>
  </w:num>
  <w:num w:numId="25">
    <w:abstractNumId w:val="29"/>
  </w:num>
  <w:num w:numId="26">
    <w:abstractNumId w:val="0"/>
  </w:num>
  <w:num w:numId="27">
    <w:abstractNumId w:val="20"/>
  </w:num>
  <w:num w:numId="28">
    <w:abstractNumId w:val="21"/>
  </w:num>
  <w:num w:numId="29">
    <w:abstractNumId w:val="34"/>
  </w:num>
  <w:num w:numId="30">
    <w:abstractNumId w:val="26"/>
  </w:num>
  <w:num w:numId="31">
    <w:abstractNumId w:val="4"/>
  </w:num>
  <w:num w:numId="32">
    <w:abstractNumId w:val="18"/>
  </w:num>
  <w:num w:numId="33">
    <w:abstractNumId w:val="12"/>
  </w:num>
  <w:num w:numId="34">
    <w:abstractNumId w:val="24"/>
  </w:num>
  <w:num w:numId="35">
    <w:abstractNumId w:val="27"/>
  </w:num>
  <w:num w:numId="36">
    <w:abstractNumId w:val="23"/>
  </w:num>
  <w:num w:numId="37">
    <w:abstractNumId w:val="17"/>
  </w:num>
  <w:num w:numId="38">
    <w:abstractNumId w:val="33"/>
  </w:num>
  <w:num w:numId="3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720"/>
  <w:characterSpacingControl w:val="doNotCompress"/>
  <w:hdrShapeDefaults>
    <o:shapedefaults v:ext="edit" spidmax="2049">
      <o:colormru v:ext="edit" colors="#1ba0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8CB"/>
    <w:rsid w:val="00000927"/>
    <w:rsid w:val="00003137"/>
    <w:rsid w:val="000037DD"/>
    <w:rsid w:val="00006953"/>
    <w:rsid w:val="00010EC8"/>
    <w:rsid w:val="0001280B"/>
    <w:rsid w:val="000146B8"/>
    <w:rsid w:val="00015B23"/>
    <w:rsid w:val="00020C3A"/>
    <w:rsid w:val="00027C4A"/>
    <w:rsid w:val="00030527"/>
    <w:rsid w:val="0003063E"/>
    <w:rsid w:val="000338DD"/>
    <w:rsid w:val="00036C68"/>
    <w:rsid w:val="000424C8"/>
    <w:rsid w:val="0004309E"/>
    <w:rsid w:val="000438AB"/>
    <w:rsid w:val="00043955"/>
    <w:rsid w:val="0004406E"/>
    <w:rsid w:val="0005233E"/>
    <w:rsid w:val="00053624"/>
    <w:rsid w:val="00056AB6"/>
    <w:rsid w:val="00057B03"/>
    <w:rsid w:val="0006166A"/>
    <w:rsid w:val="00067AE3"/>
    <w:rsid w:val="0007008E"/>
    <w:rsid w:val="00071625"/>
    <w:rsid w:val="0007571D"/>
    <w:rsid w:val="00076D20"/>
    <w:rsid w:val="00076F96"/>
    <w:rsid w:val="00084E5E"/>
    <w:rsid w:val="0008580A"/>
    <w:rsid w:val="00090073"/>
    <w:rsid w:val="0009340B"/>
    <w:rsid w:val="00095C72"/>
    <w:rsid w:val="00096960"/>
    <w:rsid w:val="000A1379"/>
    <w:rsid w:val="000A474C"/>
    <w:rsid w:val="000A515F"/>
    <w:rsid w:val="000A7201"/>
    <w:rsid w:val="000B0C21"/>
    <w:rsid w:val="000B3339"/>
    <w:rsid w:val="000B5679"/>
    <w:rsid w:val="000B62CC"/>
    <w:rsid w:val="000B7E28"/>
    <w:rsid w:val="000C25A4"/>
    <w:rsid w:val="000C4467"/>
    <w:rsid w:val="000D6D53"/>
    <w:rsid w:val="000D7C33"/>
    <w:rsid w:val="000E1A16"/>
    <w:rsid w:val="000E2275"/>
    <w:rsid w:val="000E24E0"/>
    <w:rsid w:val="000E4836"/>
    <w:rsid w:val="000E7ABD"/>
    <w:rsid w:val="000F7DCF"/>
    <w:rsid w:val="0010057F"/>
    <w:rsid w:val="001057F2"/>
    <w:rsid w:val="00105821"/>
    <w:rsid w:val="0010593F"/>
    <w:rsid w:val="00105991"/>
    <w:rsid w:val="00120410"/>
    <w:rsid w:val="00121CEB"/>
    <w:rsid w:val="00123472"/>
    <w:rsid w:val="0012689E"/>
    <w:rsid w:val="00134ACB"/>
    <w:rsid w:val="00136A8B"/>
    <w:rsid w:val="001410A0"/>
    <w:rsid w:val="00144B21"/>
    <w:rsid w:val="0014517A"/>
    <w:rsid w:val="00147147"/>
    <w:rsid w:val="0014798E"/>
    <w:rsid w:val="00151555"/>
    <w:rsid w:val="001715D2"/>
    <w:rsid w:val="00172A3F"/>
    <w:rsid w:val="00175C33"/>
    <w:rsid w:val="00176A12"/>
    <w:rsid w:val="00180F88"/>
    <w:rsid w:val="00182972"/>
    <w:rsid w:val="001859FD"/>
    <w:rsid w:val="00185FC7"/>
    <w:rsid w:val="00190C52"/>
    <w:rsid w:val="00193CB8"/>
    <w:rsid w:val="00195E98"/>
    <w:rsid w:val="0019646F"/>
    <w:rsid w:val="001977BF"/>
    <w:rsid w:val="00197865"/>
    <w:rsid w:val="001A15B0"/>
    <w:rsid w:val="001A2178"/>
    <w:rsid w:val="001A3BFC"/>
    <w:rsid w:val="001A3F5F"/>
    <w:rsid w:val="001A62BD"/>
    <w:rsid w:val="001A7DB4"/>
    <w:rsid w:val="001B5D05"/>
    <w:rsid w:val="001B78CB"/>
    <w:rsid w:val="001C1F8E"/>
    <w:rsid w:val="001C2881"/>
    <w:rsid w:val="001C4B74"/>
    <w:rsid w:val="001C553B"/>
    <w:rsid w:val="001C66A6"/>
    <w:rsid w:val="001C6C3A"/>
    <w:rsid w:val="001C77B6"/>
    <w:rsid w:val="001C7CFF"/>
    <w:rsid w:val="001D0859"/>
    <w:rsid w:val="001D667E"/>
    <w:rsid w:val="001D7112"/>
    <w:rsid w:val="001E1AEA"/>
    <w:rsid w:val="001E328B"/>
    <w:rsid w:val="001E43CB"/>
    <w:rsid w:val="001E5D14"/>
    <w:rsid w:val="001F118C"/>
    <w:rsid w:val="001F13F0"/>
    <w:rsid w:val="001F3015"/>
    <w:rsid w:val="001F714E"/>
    <w:rsid w:val="00202E4F"/>
    <w:rsid w:val="00203BD9"/>
    <w:rsid w:val="00203E8E"/>
    <w:rsid w:val="0021303A"/>
    <w:rsid w:val="00217FB6"/>
    <w:rsid w:val="00223FE9"/>
    <w:rsid w:val="00224072"/>
    <w:rsid w:val="002240D4"/>
    <w:rsid w:val="00224716"/>
    <w:rsid w:val="00224800"/>
    <w:rsid w:val="00231877"/>
    <w:rsid w:val="00233808"/>
    <w:rsid w:val="00236B27"/>
    <w:rsid w:val="00237DAD"/>
    <w:rsid w:val="00240BEB"/>
    <w:rsid w:val="00251419"/>
    <w:rsid w:val="00254D0C"/>
    <w:rsid w:val="00256CC4"/>
    <w:rsid w:val="00257AA8"/>
    <w:rsid w:val="00260E32"/>
    <w:rsid w:val="00262E4D"/>
    <w:rsid w:val="002637E0"/>
    <w:rsid w:val="00264523"/>
    <w:rsid w:val="002666DB"/>
    <w:rsid w:val="00266961"/>
    <w:rsid w:val="002679F0"/>
    <w:rsid w:val="00267AA9"/>
    <w:rsid w:val="00270FA0"/>
    <w:rsid w:val="0027466B"/>
    <w:rsid w:val="00291C71"/>
    <w:rsid w:val="00294306"/>
    <w:rsid w:val="002966D5"/>
    <w:rsid w:val="002A1DDA"/>
    <w:rsid w:val="002A230C"/>
    <w:rsid w:val="002A35A9"/>
    <w:rsid w:val="002A6FF7"/>
    <w:rsid w:val="002B2CBB"/>
    <w:rsid w:val="002B2E83"/>
    <w:rsid w:val="002B50A5"/>
    <w:rsid w:val="002B66A2"/>
    <w:rsid w:val="002B6819"/>
    <w:rsid w:val="002C1409"/>
    <w:rsid w:val="002C20C8"/>
    <w:rsid w:val="002C2A99"/>
    <w:rsid w:val="002C3C13"/>
    <w:rsid w:val="002C5447"/>
    <w:rsid w:val="002C75D6"/>
    <w:rsid w:val="002D4B83"/>
    <w:rsid w:val="002E3533"/>
    <w:rsid w:val="002E37F8"/>
    <w:rsid w:val="002E3AB1"/>
    <w:rsid w:val="002E4012"/>
    <w:rsid w:val="002E48B8"/>
    <w:rsid w:val="002E5F5F"/>
    <w:rsid w:val="002F12C6"/>
    <w:rsid w:val="002F26C9"/>
    <w:rsid w:val="002F5929"/>
    <w:rsid w:val="002F61C9"/>
    <w:rsid w:val="002F792C"/>
    <w:rsid w:val="00302E07"/>
    <w:rsid w:val="003032D3"/>
    <w:rsid w:val="00303452"/>
    <w:rsid w:val="00310C30"/>
    <w:rsid w:val="00311428"/>
    <w:rsid w:val="003123D5"/>
    <w:rsid w:val="00312AC7"/>
    <w:rsid w:val="003226F0"/>
    <w:rsid w:val="00330BDA"/>
    <w:rsid w:val="0033218C"/>
    <w:rsid w:val="00332EDC"/>
    <w:rsid w:val="00333D36"/>
    <w:rsid w:val="00334F24"/>
    <w:rsid w:val="0034089E"/>
    <w:rsid w:val="00341E23"/>
    <w:rsid w:val="003443E5"/>
    <w:rsid w:val="0034470B"/>
    <w:rsid w:val="00344D42"/>
    <w:rsid w:val="00344E6E"/>
    <w:rsid w:val="003468F8"/>
    <w:rsid w:val="00350A9D"/>
    <w:rsid w:val="00351390"/>
    <w:rsid w:val="00352554"/>
    <w:rsid w:val="003528F4"/>
    <w:rsid w:val="00353010"/>
    <w:rsid w:val="00360BC8"/>
    <w:rsid w:val="0036446C"/>
    <w:rsid w:val="00364FD5"/>
    <w:rsid w:val="00365905"/>
    <w:rsid w:val="00365E35"/>
    <w:rsid w:val="00371D65"/>
    <w:rsid w:val="003749D9"/>
    <w:rsid w:val="00374FC6"/>
    <w:rsid w:val="00382D75"/>
    <w:rsid w:val="00383A20"/>
    <w:rsid w:val="00383C0B"/>
    <w:rsid w:val="003847A0"/>
    <w:rsid w:val="00392DB1"/>
    <w:rsid w:val="003931C1"/>
    <w:rsid w:val="00393F2B"/>
    <w:rsid w:val="00394868"/>
    <w:rsid w:val="00394AE5"/>
    <w:rsid w:val="00396301"/>
    <w:rsid w:val="00396EE9"/>
    <w:rsid w:val="003972CE"/>
    <w:rsid w:val="00397716"/>
    <w:rsid w:val="003A1FED"/>
    <w:rsid w:val="003A2391"/>
    <w:rsid w:val="003A6408"/>
    <w:rsid w:val="003A649D"/>
    <w:rsid w:val="003B229F"/>
    <w:rsid w:val="003C17B7"/>
    <w:rsid w:val="003C19A8"/>
    <w:rsid w:val="003C62C1"/>
    <w:rsid w:val="003D244A"/>
    <w:rsid w:val="003D73D8"/>
    <w:rsid w:val="003E11DA"/>
    <w:rsid w:val="003E1B47"/>
    <w:rsid w:val="003E2998"/>
    <w:rsid w:val="003E4D10"/>
    <w:rsid w:val="003F3299"/>
    <w:rsid w:val="003F4CBD"/>
    <w:rsid w:val="003F73F4"/>
    <w:rsid w:val="003F7531"/>
    <w:rsid w:val="003F795B"/>
    <w:rsid w:val="00401635"/>
    <w:rsid w:val="00410200"/>
    <w:rsid w:val="00410CC7"/>
    <w:rsid w:val="00411727"/>
    <w:rsid w:val="00415FD8"/>
    <w:rsid w:val="00421B51"/>
    <w:rsid w:val="0042546D"/>
    <w:rsid w:val="00432003"/>
    <w:rsid w:val="00432462"/>
    <w:rsid w:val="00432CA8"/>
    <w:rsid w:val="0043392E"/>
    <w:rsid w:val="00436E80"/>
    <w:rsid w:val="00437B88"/>
    <w:rsid w:val="004414AE"/>
    <w:rsid w:val="00441FEF"/>
    <w:rsid w:val="00445479"/>
    <w:rsid w:val="004519C2"/>
    <w:rsid w:val="004520BB"/>
    <w:rsid w:val="00452BE9"/>
    <w:rsid w:val="00454078"/>
    <w:rsid w:val="00454DC9"/>
    <w:rsid w:val="004571DC"/>
    <w:rsid w:val="004637D4"/>
    <w:rsid w:val="00466BF5"/>
    <w:rsid w:val="00474D03"/>
    <w:rsid w:val="004829C1"/>
    <w:rsid w:val="0048596A"/>
    <w:rsid w:val="0048605A"/>
    <w:rsid w:val="004863CA"/>
    <w:rsid w:val="00487443"/>
    <w:rsid w:val="0049311A"/>
    <w:rsid w:val="004A016F"/>
    <w:rsid w:val="004A0305"/>
    <w:rsid w:val="004A0B3A"/>
    <w:rsid w:val="004A3542"/>
    <w:rsid w:val="004A39FD"/>
    <w:rsid w:val="004A6253"/>
    <w:rsid w:val="004A7B1E"/>
    <w:rsid w:val="004B36F2"/>
    <w:rsid w:val="004B6D17"/>
    <w:rsid w:val="004C0A16"/>
    <w:rsid w:val="004C1D01"/>
    <w:rsid w:val="004C3662"/>
    <w:rsid w:val="004C3D46"/>
    <w:rsid w:val="004C4A4F"/>
    <w:rsid w:val="004D16CC"/>
    <w:rsid w:val="004D408F"/>
    <w:rsid w:val="004E4BCA"/>
    <w:rsid w:val="004F020B"/>
    <w:rsid w:val="004F0FE8"/>
    <w:rsid w:val="004F48FB"/>
    <w:rsid w:val="004F5581"/>
    <w:rsid w:val="004F744A"/>
    <w:rsid w:val="00501BF1"/>
    <w:rsid w:val="005024B9"/>
    <w:rsid w:val="005033B2"/>
    <w:rsid w:val="00507CD8"/>
    <w:rsid w:val="005101BF"/>
    <w:rsid w:val="00517A77"/>
    <w:rsid w:val="00523480"/>
    <w:rsid w:val="00523DE9"/>
    <w:rsid w:val="00526453"/>
    <w:rsid w:val="005275D6"/>
    <w:rsid w:val="00531055"/>
    <w:rsid w:val="00531E65"/>
    <w:rsid w:val="005324C3"/>
    <w:rsid w:val="005429CB"/>
    <w:rsid w:val="00543394"/>
    <w:rsid w:val="00544F5B"/>
    <w:rsid w:val="00547333"/>
    <w:rsid w:val="00547D5C"/>
    <w:rsid w:val="005510C8"/>
    <w:rsid w:val="005574A3"/>
    <w:rsid w:val="00557D88"/>
    <w:rsid w:val="00561043"/>
    <w:rsid w:val="0056136A"/>
    <w:rsid w:val="005620B9"/>
    <w:rsid w:val="00562315"/>
    <w:rsid w:val="00562B81"/>
    <w:rsid w:val="00564209"/>
    <w:rsid w:val="00565BE9"/>
    <w:rsid w:val="005708A1"/>
    <w:rsid w:val="00573617"/>
    <w:rsid w:val="00576426"/>
    <w:rsid w:val="00580768"/>
    <w:rsid w:val="00584A55"/>
    <w:rsid w:val="005854BF"/>
    <w:rsid w:val="00585D78"/>
    <w:rsid w:val="005919BC"/>
    <w:rsid w:val="0059515E"/>
    <w:rsid w:val="005965E2"/>
    <w:rsid w:val="00597C27"/>
    <w:rsid w:val="005B614C"/>
    <w:rsid w:val="005B6CCB"/>
    <w:rsid w:val="005C5899"/>
    <w:rsid w:val="005D049E"/>
    <w:rsid w:val="005D0F11"/>
    <w:rsid w:val="005D1CA8"/>
    <w:rsid w:val="005D409D"/>
    <w:rsid w:val="005D7A5B"/>
    <w:rsid w:val="005E104E"/>
    <w:rsid w:val="005E25D5"/>
    <w:rsid w:val="005E31F3"/>
    <w:rsid w:val="005E49A3"/>
    <w:rsid w:val="005F0A68"/>
    <w:rsid w:val="005F0DD6"/>
    <w:rsid w:val="005F1414"/>
    <w:rsid w:val="005F27F1"/>
    <w:rsid w:val="005F4EC1"/>
    <w:rsid w:val="00602806"/>
    <w:rsid w:val="00602D83"/>
    <w:rsid w:val="00605E1B"/>
    <w:rsid w:val="00607659"/>
    <w:rsid w:val="00607F48"/>
    <w:rsid w:val="00611D96"/>
    <w:rsid w:val="00612B65"/>
    <w:rsid w:val="00612E39"/>
    <w:rsid w:val="00614C69"/>
    <w:rsid w:val="00624CE6"/>
    <w:rsid w:val="00626A5B"/>
    <w:rsid w:val="00627321"/>
    <w:rsid w:val="00631FB0"/>
    <w:rsid w:val="006332F3"/>
    <w:rsid w:val="00635007"/>
    <w:rsid w:val="00641ED0"/>
    <w:rsid w:val="006436FE"/>
    <w:rsid w:val="006518BA"/>
    <w:rsid w:val="00657048"/>
    <w:rsid w:val="00660693"/>
    <w:rsid w:val="00664663"/>
    <w:rsid w:val="0066486B"/>
    <w:rsid w:val="00671C51"/>
    <w:rsid w:val="006736BA"/>
    <w:rsid w:val="00674B64"/>
    <w:rsid w:val="006763E6"/>
    <w:rsid w:val="00681FE4"/>
    <w:rsid w:val="00691593"/>
    <w:rsid w:val="0069540D"/>
    <w:rsid w:val="00695C3B"/>
    <w:rsid w:val="006A5556"/>
    <w:rsid w:val="006A61BE"/>
    <w:rsid w:val="006B13D6"/>
    <w:rsid w:val="006B146E"/>
    <w:rsid w:val="006B2031"/>
    <w:rsid w:val="006B37DC"/>
    <w:rsid w:val="006B4A61"/>
    <w:rsid w:val="006B64F8"/>
    <w:rsid w:val="006C0094"/>
    <w:rsid w:val="006C1468"/>
    <w:rsid w:val="006C7A4E"/>
    <w:rsid w:val="006D1305"/>
    <w:rsid w:val="006D2A6C"/>
    <w:rsid w:val="006D7E14"/>
    <w:rsid w:val="006E2435"/>
    <w:rsid w:val="006E250E"/>
    <w:rsid w:val="006E48AB"/>
    <w:rsid w:val="006E4C45"/>
    <w:rsid w:val="006E5859"/>
    <w:rsid w:val="006F37A7"/>
    <w:rsid w:val="006F4F75"/>
    <w:rsid w:val="006F6E2B"/>
    <w:rsid w:val="00701EA9"/>
    <w:rsid w:val="0070494D"/>
    <w:rsid w:val="00705377"/>
    <w:rsid w:val="007059B8"/>
    <w:rsid w:val="00706E45"/>
    <w:rsid w:val="00710996"/>
    <w:rsid w:val="007126D5"/>
    <w:rsid w:val="00712D51"/>
    <w:rsid w:val="00712FDC"/>
    <w:rsid w:val="00714DFF"/>
    <w:rsid w:val="007178EA"/>
    <w:rsid w:val="0072750E"/>
    <w:rsid w:val="00732F57"/>
    <w:rsid w:val="0073367C"/>
    <w:rsid w:val="007361C2"/>
    <w:rsid w:val="0073633B"/>
    <w:rsid w:val="00741955"/>
    <w:rsid w:val="007422E6"/>
    <w:rsid w:val="007451E5"/>
    <w:rsid w:val="007456B7"/>
    <w:rsid w:val="007506CC"/>
    <w:rsid w:val="00756045"/>
    <w:rsid w:val="00756C5A"/>
    <w:rsid w:val="00760908"/>
    <w:rsid w:val="007630BD"/>
    <w:rsid w:val="00763A8A"/>
    <w:rsid w:val="007710BC"/>
    <w:rsid w:val="007710E1"/>
    <w:rsid w:val="00773BCC"/>
    <w:rsid w:val="00777772"/>
    <w:rsid w:val="00777849"/>
    <w:rsid w:val="0078048C"/>
    <w:rsid w:val="00782001"/>
    <w:rsid w:val="00787C89"/>
    <w:rsid w:val="00791670"/>
    <w:rsid w:val="00792902"/>
    <w:rsid w:val="00792935"/>
    <w:rsid w:val="0079379F"/>
    <w:rsid w:val="007946A7"/>
    <w:rsid w:val="00795601"/>
    <w:rsid w:val="00796C82"/>
    <w:rsid w:val="007A37DC"/>
    <w:rsid w:val="007B20FB"/>
    <w:rsid w:val="007B2BAF"/>
    <w:rsid w:val="007B534B"/>
    <w:rsid w:val="007C5369"/>
    <w:rsid w:val="007C5874"/>
    <w:rsid w:val="007D6EEE"/>
    <w:rsid w:val="007D74B4"/>
    <w:rsid w:val="007F04E6"/>
    <w:rsid w:val="007F065A"/>
    <w:rsid w:val="007F2A19"/>
    <w:rsid w:val="007F2C33"/>
    <w:rsid w:val="007F4869"/>
    <w:rsid w:val="007F70A2"/>
    <w:rsid w:val="008020F9"/>
    <w:rsid w:val="00802AC0"/>
    <w:rsid w:val="0080311B"/>
    <w:rsid w:val="00803672"/>
    <w:rsid w:val="00803689"/>
    <w:rsid w:val="00805FEF"/>
    <w:rsid w:val="00806DFE"/>
    <w:rsid w:val="0081240A"/>
    <w:rsid w:val="00812458"/>
    <w:rsid w:val="0081707F"/>
    <w:rsid w:val="00820385"/>
    <w:rsid w:val="00824EC9"/>
    <w:rsid w:val="00824FF4"/>
    <w:rsid w:val="008269B9"/>
    <w:rsid w:val="00842A10"/>
    <w:rsid w:val="00843177"/>
    <w:rsid w:val="00850F64"/>
    <w:rsid w:val="00854667"/>
    <w:rsid w:val="008604F6"/>
    <w:rsid w:val="00860E33"/>
    <w:rsid w:val="00861E12"/>
    <w:rsid w:val="00865FF6"/>
    <w:rsid w:val="0086607C"/>
    <w:rsid w:val="00867A94"/>
    <w:rsid w:val="0087202B"/>
    <w:rsid w:val="0087635F"/>
    <w:rsid w:val="00881978"/>
    <w:rsid w:val="00883F98"/>
    <w:rsid w:val="00884D7B"/>
    <w:rsid w:val="00886517"/>
    <w:rsid w:val="00890772"/>
    <w:rsid w:val="0089622B"/>
    <w:rsid w:val="00896FAC"/>
    <w:rsid w:val="008A0E2D"/>
    <w:rsid w:val="008A1490"/>
    <w:rsid w:val="008A2749"/>
    <w:rsid w:val="008A28E3"/>
    <w:rsid w:val="008A2E6A"/>
    <w:rsid w:val="008A593E"/>
    <w:rsid w:val="008A6483"/>
    <w:rsid w:val="008A7BFD"/>
    <w:rsid w:val="008B09C3"/>
    <w:rsid w:val="008B424D"/>
    <w:rsid w:val="008B511A"/>
    <w:rsid w:val="008B53EE"/>
    <w:rsid w:val="008B53F7"/>
    <w:rsid w:val="008C4E39"/>
    <w:rsid w:val="008C766D"/>
    <w:rsid w:val="008D3661"/>
    <w:rsid w:val="008D41D7"/>
    <w:rsid w:val="008D62E1"/>
    <w:rsid w:val="008E0A84"/>
    <w:rsid w:val="008E111E"/>
    <w:rsid w:val="008E4B25"/>
    <w:rsid w:val="008E5244"/>
    <w:rsid w:val="008E5DC3"/>
    <w:rsid w:val="008E5EC5"/>
    <w:rsid w:val="008F1CCD"/>
    <w:rsid w:val="008F3125"/>
    <w:rsid w:val="008F32BD"/>
    <w:rsid w:val="008F493C"/>
    <w:rsid w:val="008F5A00"/>
    <w:rsid w:val="00905C8D"/>
    <w:rsid w:val="009060C3"/>
    <w:rsid w:val="00906470"/>
    <w:rsid w:val="0091059B"/>
    <w:rsid w:val="0091125D"/>
    <w:rsid w:val="00914C7B"/>
    <w:rsid w:val="00914D6F"/>
    <w:rsid w:val="00915FE1"/>
    <w:rsid w:val="009163FD"/>
    <w:rsid w:val="0091682E"/>
    <w:rsid w:val="009175D3"/>
    <w:rsid w:val="009223FD"/>
    <w:rsid w:val="00935CFC"/>
    <w:rsid w:val="009379B5"/>
    <w:rsid w:val="00941192"/>
    <w:rsid w:val="009416F6"/>
    <w:rsid w:val="0094382F"/>
    <w:rsid w:val="00944662"/>
    <w:rsid w:val="00946A40"/>
    <w:rsid w:val="0095045F"/>
    <w:rsid w:val="00950C5A"/>
    <w:rsid w:val="009524F1"/>
    <w:rsid w:val="009540BA"/>
    <w:rsid w:val="00955147"/>
    <w:rsid w:val="00960149"/>
    <w:rsid w:val="00964779"/>
    <w:rsid w:val="00965000"/>
    <w:rsid w:val="00970027"/>
    <w:rsid w:val="009777A8"/>
    <w:rsid w:val="009777C2"/>
    <w:rsid w:val="00984242"/>
    <w:rsid w:val="00984D9D"/>
    <w:rsid w:val="00987BA4"/>
    <w:rsid w:val="00993C70"/>
    <w:rsid w:val="009964FC"/>
    <w:rsid w:val="009A13A2"/>
    <w:rsid w:val="009B75A6"/>
    <w:rsid w:val="009C2867"/>
    <w:rsid w:val="009C2CC3"/>
    <w:rsid w:val="009C50B1"/>
    <w:rsid w:val="009D2252"/>
    <w:rsid w:val="009D38F3"/>
    <w:rsid w:val="009D5BC4"/>
    <w:rsid w:val="009E0ABB"/>
    <w:rsid w:val="009E23D0"/>
    <w:rsid w:val="009E6867"/>
    <w:rsid w:val="009F1323"/>
    <w:rsid w:val="009F198F"/>
    <w:rsid w:val="009F475B"/>
    <w:rsid w:val="009F4F70"/>
    <w:rsid w:val="00A00862"/>
    <w:rsid w:val="00A07129"/>
    <w:rsid w:val="00A10C6A"/>
    <w:rsid w:val="00A11C50"/>
    <w:rsid w:val="00A11C9C"/>
    <w:rsid w:val="00A16008"/>
    <w:rsid w:val="00A22DD9"/>
    <w:rsid w:val="00A243AD"/>
    <w:rsid w:val="00A26BC6"/>
    <w:rsid w:val="00A31322"/>
    <w:rsid w:val="00A330E3"/>
    <w:rsid w:val="00A45316"/>
    <w:rsid w:val="00A4598B"/>
    <w:rsid w:val="00A4750F"/>
    <w:rsid w:val="00A50263"/>
    <w:rsid w:val="00A51CD5"/>
    <w:rsid w:val="00A522B1"/>
    <w:rsid w:val="00A53638"/>
    <w:rsid w:val="00A53A52"/>
    <w:rsid w:val="00A649F8"/>
    <w:rsid w:val="00A658EC"/>
    <w:rsid w:val="00A67276"/>
    <w:rsid w:val="00A73D5B"/>
    <w:rsid w:val="00A7707E"/>
    <w:rsid w:val="00A83A05"/>
    <w:rsid w:val="00A85745"/>
    <w:rsid w:val="00A86EE6"/>
    <w:rsid w:val="00A904DE"/>
    <w:rsid w:val="00A90619"/>
    <w:rsid w:val="00A90D76"/>
    <w:rsid w:val="00AA14D4"/>
    <w:rsid w:val="00AA47A5"/>
    <w:rsid w:val="00AA4994"/>
    <w:rsid w:val="00AA6E01"/>
    <w:rsid w:val="00AB4D82"/>
    <w:rsid w:val="00AB771E"/>
    <w:rsid w:val="00AC2071"/>
    <w:rsid w:val="00AC3C21"/>
    <w:rsid w:val="00AC5BF6"/>
    <w:rsid w:val="00AC7CBB"/>
    <w:rsid w:val="00AE36FD"/>
    <w:rsid w:val="00AE4D55"/>
    <w:rsid w:val="00AE6663"/>
    <w:rsid w:val="00AE7A10"/>
    <w:rsid w:val="00AF00AE"/>
    <w:rsid w:val="00AF0111"/>
    <w:rsid w:val="00AF161D"/>
    <w:rsid w:val="00AF29CE"/>
    <w:rsid w:val="00AF7D4F"/>
    <w:rsid w:val="00B009E5"/>
    <w:rsid w:val="00B017A9"/>
    <w:rsid w:val="00B031AB"/>
    <w:rsid w:val="00B0423B"/>
    <w:rsid w:val="00B04AE8"/>
    <w:rsid w:val="00B05E6E"/>
    <w:rsid w:val="00B07769"/>
    <w:rsid w:val="00B077E9"/>
    <w:rsid w:val="00B13758"/>
    <w:rsid w:val="00B1592D"/>
    <w:rsid w:val="00B17133"/>
    <w:rsid w:val="00B217AB"/>
    <w:rsid w:val="00B25F81"/>
    <w:rsid w:val="00B26D68"/>
    <w:rsid w:val="00B26F1D"/>
    <w:rsid w:val="00B2765D"/>
    <w:rsid w:val="00B31B97"/>
    <w:rsid w:val="00B34465"/>
    <w:rsid w:val="00B3606E"/>
    <w:rsid w:val="00B4091A"/>
    <w:rsid w:val="00B42570"/>
    <w:rsid w:val="00B44274"/>
    <w:rsid w:val="00B44ECE"/>
    <w:rsid w:val="00B520A0"/>
    <w:rsid w:val="00B53CA2"/>
    <w:rsid w:val="00B5435A"/>
    <w:rsid w:val="00B55412"/>
    <w:rsid w:val="00B67F34"/>
    <w:rsid w:val="00B73652"/>
    <w:rsid w:val="00B76BAA"/>
    <w:rsid w:val="00B81985"/>
    <w:rsid w:val="00B81C3A"/>
    <w:rsid w:val="00B90D67"/>
    <w:rsid w:val="00B94960"/>
    <w:rsid w:val="00B94EE0"/>
    <w:rsid w:val="00B96369"/>
    <w:rsid w:val="00BA08F5"/>
    <w:rsid w:val="00BA3163"/>
    <w:rsid w:val="00BA4C33"/>
    <w:rsid w:val="00BA5A3A"/>
    <w:rsid w:val="00BA7659"/>
    <w:rsid w:val="00BB0986"/>
    <w:rsid w:val="00BB12EC"/>
    <w:rsid w:val="00BB151F"/>
    <w:rsid w:val="00BB6732"/>
    <w:rsid w:val="00BC16D3"/>
    <w:rsid w:val="00BC4C45"/>
    <w:rsid w:val="00BC63DC"/>
    <w:rsid w:val="00BC681B"/>
    <w:rsid w:val="00BC6F53"/>
    <w:rsid w:val="00BD2211"/>
    <w:rsid w:val="00BD28E6"/>
    <w:rsid w:val="00BD2BE4"/>
    <w:rsid w:val="00BD6EB4"/>
    <w:rsid w:val="00BD6FCB"/>
    <w:rsid w:val="00BD7B0A"/>
    <w:rsid w:val="00BE1535"/>
    <w:rsid w:val="00BE3F53"/>
    <w:rsid w:val="00BF028F"/>
    <w:rsid w:val="00BF0998"/>
    <w:rsid w:val="00BF2417"/>
    <w:rsid w:val="00BF2E04"/>
    <w:rsid w:val="00BF37D9"/>
    <w:rsid w:val="00BF46D6"/>
    <w:rsid w:val="00BF4A1D"/>
    <w:rsid w:val="00C019DC"/>
    <w:rsid w:val="00C04CC3"/>
    <w:rsid w:val="00C05B8F"/>
    <w:rsid w:val="00C060D0"/>
    <w:rsid w:val="00C07150"/>
    <w:rsid w:val="00C07AD6"/>
    <w:rsid w:val="00C12368"/>
    <w:rsid w:val="00C145B8"/>
    <w:rsid w:val="00C15E5F"/>
    <w:rsid w:val="00C16758"/>
    <w:rsid w:val="00C178E5"/>
    <w:rsid w:val="00C17E10"/>
    <w:rsid w:val="00C21DE0"/>
    <w:rsid w:val="00C22490"/>
    <w:rsid w:val="00C22F79"/>
    <w:rsid w:val="00C24CF6"/>
    <w:rsid w:val="00C40A24"/>
    <w:rsid w:val="00C40AC2"/>
    <w:rsid w:val="00C43A0C"/>
    <w:rsid w:val="00C45CFB"/>
    <w:rsid w:val="00C46665"/>
    <w:rsid w:val="00C46C15"/>
    <w:rsid w:val="00C5077E"/>
    <w:rsid w:val="00C50FE7"/>
    <w:rsid w:val="00C51116"/>
    <w:rsid w:val="00C55D8C"/>
    <w:rsid w:val="00C5695A"/>
    <w:rsid w:val="00C6274B"/>
    <w:rsid w:val="00C67204"/>
    <w:rsid w:val="00C71466"/>
    <w:rsid w:val="00C71C5A"/>
    <w:rsid w:val="00C75E2C"/>
    <w:rsid w:val="00C80FAC"/>
    <w:rsid w:val="00C816BF"/>
    <w:rsid w:val="00C8327A"/>
    <w:rsid w:val="00C84EFE"/>
    <w:rsid w:val="00C908C7"/>
    <w:rsid w:val="00C90B6E"/>
    <w:rsid w:val="00C94078"/>
    <w:rsid w:val="00C95EC0"/>
    <w:rsid w:val="00C96C5A"/>
    <w:rsid w:val="00CA790F"/>
    <w:rsid w:val="00CB5F58"/>
    <w:rsid w:val="00CC00B7"/>
    <w:rsid w:val="00CC4CBF"/>
    <w:rsid w:val="00CD1AF0"/>
    <w:rsid w:val="00CD3961"/>
    <w:rsid w:val="00CD3B72"/>
    <w:rsid w:val="00CD3D47"/>
    <w:rsid w:val="00CD3F45"/>
    <w:rsid w:val="00CD40BA"/>
    <w:rsid w:val="00CD4B8B"/>
    <w:rsid w:val="00CD6EDA"/>
    <w:rsid w:val="00CD77CB"/>
    <w:rsid w:val="00CE0320"/>
    <w:rsid w:val="00CE3CAE"/>
    <w:rsid w:val="00CF07A6"/>
    <w:rsid w:val="00CF1A48"/>
    <w:rsid w:val="00CF1BF3"/>
    <w:rsid w:val="00CF2BB7"/>
    <w:rsid w:val="00CF49CB"/>
    <w:rsid w:val="00CF7166"/>
    <w:rsid w:val="00CF7559"/>
    <w:rsid w:val="00CF7952"/>
    <w:rsid w:val="00D005E6"/>
    <w:rsid w:val="00D01AF0"/>
    <w:rsid w:val="00D027A7"/>
    <w:rsid w:val="00D05237"/>
    <w:rsid w:val="00D066C6"/>
    <w:rsid w:val="00D1044F"/>
    <w:rsid w:val="00D10D04"/>
    <w:rsid w:val="00D16128"/>
    <w:rsid w:val="00D17AFF"/>
    <w:rsid w:val="00D204D2"/>
    <w:rsid w:val="00D20544"/>
    <w:rsid w:val="00D2066E"/>
    <w:rsid w:val="00D24DCA"/>
    <w:rsid w:val="00D40DF3"/>
    <w:rsid w:val="00D41589"/>
    <w:rsid w:val="00D45056"/>
    <w:rsid w:val="00D516E6"/>
    <w:rsid w:val="00D578DE"/>
    <w:rsid w:val="00D61121"/>
    <w:rsid w:val="00D650FD"/>
    <w:rsid w:val="00D6651D"/>
    <w:rsid w:val="00D66A07"/>
    <w:rsid w:val="00D6746A"/>
    <w:rsid w:val="00D678D7"/>
    <w:rsid w:val="00D75F46"/>
    <w:rsid w:val="00D76402"/>
    <w:rsid w:val="00D8416B"/>
    <w:rsid w:val="00D856C1"/>
    <w:rsid w:val="00D91704"/>
    <w:rsid w:val="00D94533"/>
    <w:rsid w:val="00DA1531"/>
    <w:rsid w:val="00DA2D2E"/>
    <w:rsid w:val="00DA2DE9"/>
    <w:rsid w:val="00DB0D12"/>
    <w:rsid w:val="00DB17AF"/>
    <w:rsid w:val="00DB74BE"/>
    <w:rsid w:val="00DC0F74"/>
    <w:rsid w:val="00DD03EE"/>
    <w:rsid w:val="00DD05B7"/>
    <w:rsid w:val="00DD0E94"/>
    <w:rsid w:val="00DD4676"/>
    <w:rsid w:val="00DD5BC3"/>
    <w:rsid w:val="00DD65FC"/>
    <w:rsid w:val="00DD6C74"/>
    <w:rsid w:val="00DD701D"/>
    <w:rsid w:val="00DD747F"/>
    <w:rsid w:val="00DD7DE2"/>
    <w:rsid w:val="00DE23A4"/>
    <w:rsid w:val="00DE3B95"/>
    <w:rsid w:val="00DE7095"/>
    <w:rsid w:val="00DF4619"/>
    <w:rsid w:val="00E0178A"/>
    <w:rsid w:val="00E02541"/>
    <w:rsid w:val="00E0297E"/>
    <w:rsid w:val="00E04189"/>
    <w:rsid w:val="00E05A65"/>
    <w:rsid w:val="00E13E70"/>
    <w:rsid w:val="00E16D2C"/>
    <w:rsid w:val="00E16F05"/>
    <w:rsid w:val="00E20E1B"/>
    <w:rsid w:val="00E219A1"/>
    <w:rsid w:val="00E27483"/>
    <w:rsid w:val="00E305D9"/>
    <w:rsid w:val="00E3178A"/>
    <w:rsid w:val="00E32109"/>
    <w:rsid w:val="00E36F52"/>
    <w:rsid w:val="00E41F9B"/>
    <w:rsid w:val="00E46E3D"/>
    <w:rsid w:val="00E525B0"/>
    <w:rsid w:val="00E55135"/>
    <w:rsid w:val="00E5592F"/>
    <w:rsid w:val="00E571B3"/>
    <w:rsid w:val="00E60B94"/>
    <w:rsid w:val="00E626E3"/>
    <w:rsid w:val="00E62E75"/>
    <w:rsid w:val="00E63D61"/>
    <w:rsid w:val="00E651D8"/>
    <w:rsid w:val="00E67252"/>
    <w:rsid w:val="00E71732"/>
    <w:rsid w:val="00E726A0"/>
    <w:rsid w:val="00E73F66"/>
    <w:rsid w:val="00E7425A"/>
    <w:rsid w:val="00E74ED3"/>
    <w:rsid w:val="00E76212"/>
    <w:rsid w:val="00E76FFF"/>
    <w:rsid w:val="00E77C6B"/>
    <w:rsid w:val="00E81110"/>
    <w:rsid w:val="00E82199"/>
    <w:rsid w:val="00E8275F"/>
    <w:rsid w:val="00E83C74"/>
    <w:rsid w:val="00E85059"/>
    <w:rsid w:val="00E86088"/>
    <w:rsid w:val="00E909F6"/>
    <w:rsid w:val="00E91A6D"/>
    <w:rsid w:val="00E96385"/>
    <w:rsid w:val="00E974C7"/>
    <w:rsid w:val="00EA1DD4"/>
    <w:rsid w:val="00EA1F6A"/>
    <w:rsid w:val="00EA2684"/>
    <w:rsid w:val="00EA3E6F"/>
    <w:rsid w:val="00EA6A3A"/>
    <w:rsid w:val="00EA716A"/>
    <w:rsid w:val="00EB3F47"/>
    <w:rsid w:val="00EB7BC9"/>
    <w:rsid w:val="00EC000A"/>
    <w:rsid w:val="00EC03C5"/>
    <w:rsid w:val="00EC06D7"/>
    <w:rsid w:val="00EC2119"/>
    <w:rsid w:val="00EC4A78"/>
    <w:rsid w:val="00EC623D"/>
    <w:rsid w:val="00ED249C"/>
    <w:rsid w:val="00ED3BF9"/>
    <w:rsid w:val="00ED3E9B"/>
    <w:rsid w:val="00EE1547"/>
    <w:rsid w:val="00EE2EC5"/>
    <w:rsid w:val="00EE7087"/>
    <w:rsid w:val="00EF3173"/>
    <w:rsid w:val="00EF7D69"/>
    <w:rsid w:val="00F02359"/>
    <w:rsid w:val="00F0236F"/>
    <w:rsid w:val="00F10878"/>
    <w:rsid w:val="00F1148F"/>
    <w:rsid w:val="00F16D22"/>
    <w:rsid w:val="00F170C5"/>
    <w:rsid w:val="00F170FB"/>
    <w:rsid w:val="00F223F3"/>
    <w:rsid w:val="00F26B3A"/>
    <w:rsid w:val="00F300ED"/>
    <w:rsid w:val="00F33D75"/>
    <w:rsid w:val="00F34D6D"/>
    <w:rsid w:val="00F372EA"/>
    <w:rsid w:val="00F47972"/>
    <w:rsid w:val="00F53798"/>
    <w:rsid w:val="00F53A18"/>
    <w:rsid w:val="00F55640"/>
    <w:rsid w:val="00F61F34"/>
    <w:rsid w:val="00F6541E"/>
    <w:rsid w:val="00F65540"/>
    <w:rsid w:val="00F70451"/>
    <w:rsid w:val="00F708EB"/>
    <w:rsid w:val="00F74206"/>
    <w:rsid w:val="00F8105F"/>
    <w:rsid w:val="00F8194C"/>
    <w:rsid w:val="00F83435"/>
    <w:rsid w:val="00F847DA"/>
    <w:rsid w:val="00F84E92"/>
    <w:rsid w:val="00F90ECC"/>
    <w:rsid w:val="00F9321B"/>
    <w:rsid w:val="00FA283D"/>
    <w:rsid w:val="00FB00D9"/>
    <w:rsid w:val="00FD2F7B"/>
    <w:rsid w:val="00FD3347"/>
    <w:rsid w:val="00FD69F2"/>
    <w:rsid w:val="00FD7C8A"/>
    <w:rsid w:val="00FE12CE"/>
    <w:rsid w:val="00FE16B9"/>
    <w:rsid w:val="00FE2CD7"/>
    <w:rsid w:val="00FE5C42"/>
    <w:rsid w:val="00FE65AA"/>
    <w:rsid w:val="00FE7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ba0a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7470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0045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793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5421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2822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73794">
          <w:marLeft w:val="0"/>
          <w:marRight w:val="99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735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501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6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6286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4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67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9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27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044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85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4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92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408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39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04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131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52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143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529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56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86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04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248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21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6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8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30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79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30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34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47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327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66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785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4722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0607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012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853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4623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307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2368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867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48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305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956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8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6702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28925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230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85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8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564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791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2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85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523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72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0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53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627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73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39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162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7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7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295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609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53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49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186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6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6157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752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727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265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5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81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7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88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97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046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897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990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28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8385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541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90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449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0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17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358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9466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675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0347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88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404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8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72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93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56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3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7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522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0101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279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757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86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293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89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7625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379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618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70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2071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601;&#1585;&#1605;%20&#1607;&#1575;\&#1575;&#1604;&#1711;&#1608;.dotx" TargetMode="External"/></Relationships>
</file>

<file path=word/theme/theme1.xml><?xml version="1.0" encoding="utf-8"?>
<a:theme xmlns:a="http://schemas.openxmlformats.org/drawingml/2006/main" name="Office Theme">
  <a:themeElements>
    <a:clrScheme name="ITRC Dark Blue">
      <a:dk1>
        <a:sysClr val="windowText" lastClr="000000"/>
      </a:dk1>
      <a:lt1>
        <a:sysClr val="window" lastClr="FFFFFF"/>
      </a:lt1>
      <a:dk2>
        <a:srgbClr val="0A5FA5"/>
      </a:dk2>
      <a:lt2>
        <a:srgbClr val="8CC8C8"/>
      </a:lt2>
      <a:accent1>
        <a:srgbClr val="0A5FA5"/>
      </a:accent1>
      <a:accent2>
        <a:srgbClr val="1BA0AF"/>
      </a:accent2>
      <a:accent3>
        <a:srgbClr val="76A84E"/>
      </a:accent3>
      <a:accent4>
        <a:srgbClr val="8CC8C8"/>
      </a:accent4>
      <a:accent5>
        <a:srgbClr val="E36C09"/>
      </a:accent5>
      <a:accent6>
        <a:srgbClr val="F79646"/>
      </a:accent6>
      <a:hlink>
        <a:srgbClr val="0A5FA5"/>
      </a:hlink>
      <a:folHlink>
        <a:srgbClr val="0F596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6EA8B-136D-484C-BC00-6ECEF7876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الگو.dotx</Template>
  <TotalTime>1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گزارش‌ها و مستندات - پژوهشگاه</vt:lpstr>
    </vt:vector>
  </TitlesOfParts>
  <Company/>
  <LinksUpToDate>false</LinksUpToDate>
  <CharactersWithSpaces>2596</CharactersWithSpaces>
  <SharedDoc>false</SharedDoc>
  <HLinks>
    <vt:vector size="54" baseType="variant"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_Toc397370556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_Toc397370555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_Toc397370554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_Toc397370553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_Toc397370552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_Toc397370551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_Toc397370550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_Toc397370549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_Toc397370548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گزارش‌ها و مستندات - پژوهشگاه</dc:title>
  <dc:creator>Seif2</dc:creator>
  <dc:description>پژوهشگاه ارتباطات و فناوری اطلاعات</dc:description>
  <cp:lastModifiedBy>Jannati</cp:lastModifiedBy>
  <cp:revision>2</cp:revision>
  <cp:lastPrinted>2014-09-01T13:51:00Z</cp:lastPrinted>
  <dcterms:created xsi:type="dcterms:W3CDTF">2016-07-09T06:04:00Z</dcterms:created>
  <dcterms:modified xsi:type="dcterms:W3CDTF">2016-07-09T06:04:00Z</dcterms:modified>
</cp:coreProperties>
</file>