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84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680"/>
      </w:tblGrid>
      <w:tr w:rsidR="000B4324" w:rsidRPr="000B4324" w:rsidTr="000B4324">
        <w:trPr>
          <w:jc w:val="center"/>
        </w:trPr>
        <w:tc>
          <w:tcPr>
            <w:tcW w:w="2160" w:type="dxa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  <w:bookmarkStart w:id="0" w:name="_GoBack"/>
            <w:bookmarkEnd w:id="0"/>
            <w:r w:rsidRPr="000B4324">
              <w:rPr>
                <w:b/>
                <w:bCs/>
                <w:szCs w:val="24"/>
                <w:rtl/>
                <w:lang w:val="de-DE"/>
              </w:rPr>
              <w:t xml:space="preserve">عنوان </w:t>
            </w:r>
            <w:r w:rsidRPr="000B4324">
              <w:rPr>
                <w:rFonts w:hint="cs"/>
                <w:b/>
                <w:bCs/>
                <w:szCs w:val="24"/>
                <w:rtl/>
                <w:lang w:val="de-DE"/>
              </w:rPr>
              <w:t>پروژه</w:t>
            </w:r>
            <w:r w:rsidRPr="000B4324">
              <w:rPr>
                <w:b/>
                <w:bCs/>
                <w:szCs w:val="24"/>
                <w:rtl/>
                <w:lang w:val="de-DE"/>
              </w:rPr>
              <w:t xml:space="preserve">  :</w:t>
            </w:r>
          </w:p>
        </w:tc>
        <w:tc>
          <w:tcPr>
            <w:tcW w:w="7680" w:type="dxa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0B4324" w:rsidRPr="000B4324" w:rsidTr="000B4324">
        <w:trPr>
          <w:jc w:val="center"/>
        </w:trPr>
        <w:tc>
          <w:tcPr>
            <w:tcW w:w="2160" w:type="dxa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  <w:r w:rsidRPr="000B4324">
              <w:rPr>
                <w:b/>
                <w:bCs/>
                <w:szCs w:val="24"/>
              </w:rPr>
              <w:t xml:space="preserve"> </w:t>
            </w:r>
            <w:r w:rsidRPr="000B4324">
              <w:rPr>
                <w:rFonts w:hint="cs"/>
                <w:b/>
                <w:bCs/>
                <w:szCs w:val="24"/>
                <w:rtl/>
                <w:lang w:val="de-DE"/>
              </w:rPr>
              <w:t>نام پيشنهاد دهنده:</w:t>
            </w:r>
          </w:p>
        </w:tc>
        <w:tc>
          <w:tcPr>
            <w:tcW w:w="7680" w:type="dxa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0B4324" w:rsidRPr="000B4324" w:rsidTr="000B4324">
        <w:trPr>
          <w:jc w:val="center"/>
        </w:trPr>
        <w:tc>
          <w:tcPr>
            <w:tcW w:w="2160" w:type="dxa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0B4324">
              <w:rPr>
                <w:rFonts w:hint="cs"/>
                <w:b/>
                <w:bCs/>
                <w:szCs w:val="24"/>
                <w:rtl/>
                <w:lang w:val="de-DE" w:bidi="fa-IR"/>
              </w:rPr>
              <w:t>پژوهشكده:</w:t>
            </w:r>
          </w:p>
        </w:tc>
        <w:tc>
          <w:tcPr>
            <w:tcW w:w="7680" w:type="dxa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0B4324" w:rsidRPr="000B4324" w:rsidTr="000B4324">
        <w:trPr>
          <w:jc w:val="center"/>
        </w:trPr>
        <w:tc>
          <w:tcPr>
            <w:tcW w:w="2160" w:type="dxa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  <w:r w:rsidRPr="000B4324">
              <w:rPr>
                <w:b/>
                <w:bCs/>
                <w:szCs w:val="24"/>
                <w:rtl/>
                <w:lang w:val="de-DE"/>
              </w:rPr>
              <w:t>گروه تخصصي :</w:t>
            </w:r>
          </w:p>
        </w:tc>
        <w:tc>
          <w:tcPr>
            <w:tcW w:w="7680" w:type="dxa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0B4324" w:rsidRPr="000B4324" w:rsidTr="000B4324">
        <w:trPr>
          <w:jc w:val="center"/>
        </w:trPr>
        <w:tc>
          <w:tcPr>
            <w:tcW w:w="2160" w:type="dxa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  <w:r w:rsidRPr="000B4324">
              <w:rPr>
                <w:rFonts w:hint="cs"/>
                <w:b/>
                <w:bCs/>
                <w:szCs w:val="24"/>
                <w:rtl/>
                <w:lang w:val="de-DE"/>
              </w:rPr>
              <w:t>تاريخ ارائه:</w:t>
            </w:r>
          </w:p>
        </w:tc>
        <w:tc>
          <w:tcPr>
            <w:tcW w:w="7680" w:type="dxa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  <w:tr w:rsidR="000B4324" w:rsidRPr="000B4324" w:rsidTr="000B4324">
        <w:trPr>
          <w:jc w:val="center"/>
        </w:trPr>
        <w:tc>
          <w:tcPr>
            <w:tcW w:w="2160" w:type="dxa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  <w:r w:rsidRPr="000B4324">
              <w:rPr>
                <w:rFonts w:hint="cs"/>
                <w:b/>
                <w:bCs/>
                <w:szCs w:val="24"/>
                <w:rtl/>
                <w:lang w:val="de-DE"/>
              </w:rPr>
              <w:t>شماره نسخه:</w:t>
            </w:r>
          </w:p>
        </w:tc>
        <w:tc>
          <w:tcPr>
            <w:tcW w:w="7680" w:type="dxa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</w:p>
        </w:tc>
      </w:tr>
    </w:tbl>
    <w:p w:rsidR="00437B88" w:rsidRDefault="00437B88" w:rsidP="00EA3E6F">
      <w:pPr>
        <w:rPr>
          <w:szCs w:val="24"/>
          <w:rtl/>
          <w:lang w:val="de-DE"/>
        </w:rPr>
      </w:pPr>
    </w:p>
    <w:tbl>
      <w:tblPr>
        <w:bidiVisual/>
        <w:tblW w:w="9734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34"/>
      </w:tblGrid>
      <w:tr w:rsidR="000B4324" w:rsidRPr="000B4324" w:rsidTr="000B4324">
        <w:trPr>
          <w:trHeight w:val="483"/>
          <w:jc w:val="center"/>
        </w:trPr>
        <w:tc>
          <w:tcPr>
            <w:tcW w:w="9734" w:type="dxa"/>
            <w:shd w:val="clear" w:color="auto" w:fill="auto"/>
            <w:vAlign w:val="center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  <w:r w:rsidRPr="000B4324">
              <w:rPr>
                <w:b/>
                <w:bCs/>
                <w:szCs w:val="24"/>
                <w:rtl/>
                <w:lang w:val="de-DE"/>
              </w:rPr>
              <w:t xml:space="preserve">1 </w:t>
            </w:r>
            <w:r w:rsidRPr="000B4324">
              <w:rPr>
                <w:b/>
                <w:bCs/>
                <w:szCs w:val="24"/>
              </w:rPr>
              <w:t>–</w:t>
            </w:r>
            <w:r w:rsidRPr="000B4324">
              <w:rPr>
                <w:b/>
                <w:bCs/>
                <w:szCs w:val="24"/>
                <w:rtl/>
                <w:lang w:val="de-DE"/>
              </w:rPr>
              <w:t xml:space="preserve"> مشخصات </w:t>
            </w:r>
            <w:r w:rsidRPr="000B4324">
              <w:rPr>
                <w:rFonts w:hint="cs"/>
                <w:b/>
                <w:bCs/>
                <w:szCs w:val="24"/>
                <w:rtl/>
                <w:lang w:val="de-DE"/>
              </w:rPr>
              <w:t xml:space="preserve">پيشنهاد دهنده </w:t>
            </w:r>
            <w:r w:rsidRPr="000B4324">
              <w:rPr>
                <w:rFonts w:hint="cs"/>
                <w:b/>
                <w:bCs/>
                <w:szCs w:val="24"/>
                <w:rtl/>
                <w:lang w:val="de-DE" w:bidi="fa-IR"/>
              </w:rPr>
              <w:t>پروژه</w:t>
            </w:r>
            <w:r w:rsidRPr="000B4324">
              <w:rPr>
                <w:b/>
                <w:bCs/>
                <w:szCs w:val="24"/>
                <w:rtl/>
                <w:lang w:val="de-DE"/>
              </w:rPr>
              <w:tab/>
            </w:r>
          </w:p>
        </w:tc>
      </w:tr>
    </w:tbl>
    <w:p w:rsidR="000B4324" w:rsidRPr="000B4324" w:rsidRDefault="000B4324" w:rsidP="000B4324">
      <w:pPr>
        <w:rPr>
          <w:szCs w:val="24"/>
          <w:rtl/>
          <w:lang w:val="de-DE" w:bidi="fa-IR"/>
        </w:rPr>
      </w:pPr>
      <w:r w:rsidRPr="000B4324">
        <w:rPr>
          <w:rFonts w:hint="cs"/>
          <w:b/>
          <w:bCs/>
          <w:szCs w:val="24"/>
          <w:rtl/>
          <w:lang w:val="de-DE"/>
        </w:rPr>
        <w:t xml:space="preserve">1-1 </w:t>
      </w:r>
      <w:r w:rsidRPr="000B4324">
        <w:rPr>
          <w:rFonts w:ascii="Times New Roman" w:hAnsi="Times New Roman" w:cs="Times New Roman" w:hint="cs"/>
          <w:b/>
          <w:bCs/>
          <w:szCs w:val="24"/>
          <w:rtl/>
          <w:lang w:val="de-DE"/>
        </w:rPr>
        <w:t>–</w:t>
      </w:r>
      <w:r w:rsidRPr="000B4324">
        <w:rPr>
          <w:rFonts w:hint="cs"/>
          <w:b/>
          <w:bCs/>
          <w:szCs w:val="24"/>
          <w:rtl/>
          <w:lang w:val="de-DE"/>
        </w:rPr>
        <w:t xml:space="preserve"> </w:t>
      </w:r>
      <w:r w:rsidRPr="000B4324">
        <w:rPr>
          <w:rFonts w:hint="cs"/>
          <w:b/>
          <w:bCs/>
          <w:szCs w:val="24"/>
          <w:rtl/>
          <w:lang w:val="de-DE" w:bidi="fa-IR"/>
        </w:rPr>
        <w:t>در مورد اشخاص حقيقي اين بخش تكميل شود:</w:t>
      </w:r>
    </w:p>
    <w:tbl>
      <w:tblPr>
        <w:bidiVisual/>
        <w:tblW w:w="5098" w:type="pct"/>
        <w:tblInd w:w="-301" w:type="dxa"/>
        <w:tblLook w:val="0000" w:firstRow="0" w:lastRow="0" w:firstColumn="0" w:lastColumn="0" w:noHBand="0" w:noVBand="0"/>
      </w:tblPr>
      <w:tblGrid>
        <w:gridCol w:w="2648"/>
        <w:gridCol w:w="1201"/>
        <w:gridCol w:w="1992"/>
        <w:gridCol w:w="2439"/>
        <w:gridCol w:w="1759"/>
      </w:tblGrid>
      <w:tr w:rsidR="000B4324" w:rsidRPr="000B4324" w:rsidTr="00522B97">
        <w:trPr>
          <w:trHeight w:val="545"/>
        </w:trPr>
        <w:tc>
          <w:tcPr>
            <w:tcW w:w="1917" w:type="pct"/>
            <w:gridSpan w:val="2"/>
            <w:shd w:val="clear" w:color="auto" w:fill="auto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/>
              </w:rPr>
              <w:t xml:space="preserve">نا </w:t>
            </w:r>
            <w:r w:rsidRPr="000B4324">
              <w:rPr>
                <w:szCs w:val="24"/>
                <w:rtl/>
                <w:lang w:val="de-DE"/>
              </w:rPr>
              <w:t>م و نام خانواد</w:t>
            </w:r>
            <w:r w:rsidRPr="000B4324">
              <w:rPr>
                <w:rFonts w:hint="cs"/>
                <w:szCs w:val="24"/>
                <w:rtl/>
                <w:lang w:val="de-DE"/>
              </w:rPr>
              <w:t>گ</w:t>
            </w:r>
            <w:r w:rsidRPr="000B4324">
              <w:rPr>
                <w:szCs w:val="24"/>
                <w:rtl/>
                <w:lang w:val="de-DE"/>
              </w:rPr>
              <w:t>ي</w:t>
            </w:r>
            <w:r w:rsidRPr="000B4324">
              <w:rPr>
                <w:rFonts w:hint="cs"/>
                <w:szCs w:val="24"/>
                <w:rtl/>
                <w:lang w:val="de-DE"/>
              </w:rPr>
              <w:t xml:space="preserve"> :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 w:bidi="fa-IR"/>
              </w:rPr>
            </w:pPr>
            <w:r w:rsidRPr="000B4324">
              <w:rPr>
                <w:szCs w:val="24"/>
                <w:rtl/>
                <w:lang w:val="de-DE"/>
              </w:rPr>
              <w:t>نام پدر</w:t>
            </w:r>
            <w:r w:rsidRPr="000B4324">
              <w:rPr>
                <w:rFonts w:hint="cs"/>
                <w:szCs w:val="24"/>
                <w:rtl/>
                <w:lang w:val="de-DE" w:bidi="fa-IR"/>
              </w:rPr>
              <w:t>:</w:t>
            </w:r>
          </w:p>
        </w:tc>
        <w:tc>
          <w:tcPr>
            <w:tcW w:w="1215" w:type="pct"/>
            <w:shd w:val="clear" w:color="auto" w:fill="auto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 w:bidi="fa-IR"/>
              </w:rPr>
            </w:pPr>
            <w:r w:rsidRPr="000B4324">
              <w:rPr>
                <w:szCs w:val="24"/>
                <w:rtl/>
                <w:lang w:val="de-DE"/>
              </w:rPr>
              <w:t>شماره شناسنامه</w:t>
            </w:r>
            <w:r w:rsidRPr="000B4324">
              <w:rPr>
                <w:rFonts w:hint="cs"/>
                <w:szCs w:val="24"/>
                <w:rtl/>
                <w:lang w:val="de-DE"/>
              </w:rPr>
              <w:t xml:space="preserve"> :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 w:bidi="fa-IR"/>
              </w:rPr>
            </w:pPr>
            <w:r w:rsidRPr="000B4324">
              <w:rPr>
                <w:szCs w:val="24"/>
                <w:rtl/>
                <w:lang w:val="de-DE"/>
              </w:rPr>
              <w:t>محل صدور</w:t>
            </w:r>
            <w:r w:rsidRPr="000B4324">
              <w:rPr>
                <w:rFonts w:hint="cs"/>
                <w:szCs w:val="24"/>
                <w:rtl/>
                <w:lang w:val="de-DE"/>
              </w:rPr>
              <w:t>:</w:t>
            </w:r>
          </w:p>
        </w:tc>
      </w:tr>
      <w:tr w:rsidR="000B4324" w:rsidRPr="000B4324" w:rsidTr="00522B97">
        <w:trPr>
          <w:trHeight w:val="408"/>
        </w:trPr>
        <w:tc>
          <w:tcPr>
            <w:tcW w:w="1319" w:type="pct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szCs w:val="24"/>
                <w:rtl/>
                <w:lang w:val="de-DE"/>
              </w:rPr>
              <w:t>سال تولد</w:t>
            </w:r>
            <w:r w:rsidRPr="000B4324">
              <w:rPr>
                <w:rFonts w:hint="cs"/>
                <w:szCs w:val="24"/>
                <w:rtl/>
                <w:lang w:val="de-DE"/>
              </w:rPr>
              <w:t>:</w:t>
            </w:r>
          </w:p>
        </w:tc>
        <w:tc>
          <w:tcPr>
            <w:tcW w:w="1590" w:type="pct"/>
            <w:gridSpan w:val="2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szCs w:val="24"/>
                <w:rtl/>
                <w:lang w:val="de-DE"/>
              </w:rPr>
              <w:t>آخرين مدرك تحصيلي</w:t>
            </w:r>
            <w:r w:rsidRPr="000B4324">
              <w:rPr>
                <w:rFonts w:hint="cs"/>
                <w:szCs w:val="24"/>
                <w:rtl/>
                <w:lang w:val="de-DE"/>
              </w:rPr>
              <w:t xml:space="preserve"> :</w:t>
            </w:r>
          </w:p>
        </w:tc>
        <w:tc>
          <w:tcPr>
            <w:tcW w:w="1215" w:type="pct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 w:bidi="fa-IR"/>
              </w:rPr>
              <w:t>رشته / گرايش :</w:t>
            </w:r>
          </w:p>
        </w:tc>
        <w:tc>
          <w:tcPr>
            <w:tcW w:w="876" w:type="pct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szCs w:val="24"/>
                <w:rtl/>
                <w:lang w:val="de-DE"/>
              </w:rPr>
              <w:t>شغل</w:t>
            </w:r>
            <w:r w:rsidRPr="000B4324">
              <w:rPr>
                <w:rFonts w:hint="cs"/>
                <w:szCs w:val="24"/>
                <w:rtl/>
                <w:lang w:val="de-DE"/>
              </w:rPr>
              <w:t xml:space="preserve"> :</w:t>
            </w:r>
          </w:p>
        </w:tc>
      </w:tr>
      <w:tr w:rsidR="000B4324" w:rsidRPr="000B4324" w:rsidTr="00522B97">
        <w:trPr>
          <w:trHeight w:val="408"/>
        </w:trPr>
        <w:tc>
          <w:tcPr>
            <w:tcW w:w="5000" w:type="pct"/>
            <w:gridSpan w:val="5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szCs w:val="24"/>
                <w:rtl/>
                <w:lang w:val="de-DE"/>
              </w:rPr>
              <w:t>نام و نشاني محل كار</w:t>
            </w:r>
            <w:r w:rsidRPr="000B4324">
              <w:rPr>
                <w:rFonts w:hint="cs"/>
                <w:szCs w:val="24"/>
                <w:rtl/>
                <w:lang w:val="de-DE"/>
              </w:rPr>
              <w:t xml:space="preserve"> :</w:t>
            </w:r>
          </w:p>
        </w:tc>
      </w:tr>
      <w:tr w:rsidR="000B4324" w:rsidRPr="000B4324" w:rsidTr="00522B97">
        <w:trPr>
          <w:trHeight w:val="408"/>
        </w:trPr>
        <w:tc>
          <w:tcPr>
            <w:tcW w:w="1319" w:type="pct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/>
              </w:rPr>
              <w:t>تلفن محل كار:</w:t>
            </w:r>
          </w:p>
        </w:tc>
        <w:tc>
          <w:tcPr>
            <w:tcW w:w="1590" w:type="pct"/>
            <w:gridSpan w:val="2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/>
              </w:rPr>
              <w:t>تلفن همراه :</w:t>
            </w:r>
          </w:p>
        </w:tc>
        <w:tc>
          <w:tcPr>
            <w:tcW w:w="2091" w:type="pct"/>
            <w:gridSpan w:val="2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 w:bidi="fa-IR"/>
              </w:rPr>
              <w:t>فاكس:</w:t>
            </w:r>
          </w:p>
        </w:tc>
      </w:tr>
      <w:tr w:rsidR="000B4324" w:rsidRPr="000B4324" w:rsidTr="00522B97">
        <w:trPr>
          <w:trHeight w:val="408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/>
              </w:rPr>
              <w:t>پست الكترونيكي :</w:t>
            </w:r>
          </w:p>
        </w:tc>
      </w:tr>
    </w:tbl>
    <w:p w:rsidR="000B4324" w:rsidRPr="000B4324" w:rsidRDefault="000B4324" w:rsidP="000B4324">
      <w:pPr>
        <w:rPr>
          <w:szCs w:val="24"/>
          <w:rtl/>
          <w:lang w:val="de-DE"/>
        </w:rPr>
      </w:pPr>
    </w:p>
    <w:p w:rsidR="000B4324" w:rsidRPr="000B4324" w:rsidRDefault="000B4324" w:rsidP="000B4324">
      <w:pPr>
        <w:rPr>
          <w:b/>
          <w:bCs/>
          <w:szCs w:val="24"/>
          <w:rtl/>
          <w:lang w:val="de-DE"/>
        </w:rPr>
      </w:pPr>
      <w:r w:rsidRPr="000B4324">
        <w:rPr>
          <w:rFonts w:hint="cs"/>
          <w:b/>
          <w:bCs/>
          <w:szCs w:val="24"/>
          <w:rtl/>
          <w:lang w:val="de-DE"/>
        </w:rPr>
        <w:t>سوابق اجراي طرحهاي تحقيقاتي</w:t>
      </w:r>
    </w:p>
    <w:tbl>
      <w:tblPr>
        <w:bidiVisual/>
        <w:tblW w:w="5430" w:type="pct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905"/>
        <w:gridCol w:w="755"/>
        <w:gridCol w:w="907"/>
        <w:gridCol w:w="1510"/>
        <w:gridCol w:w="2547"/>
      </w:tblGrid>
      <w:tr w:rsidR="000B4324" w:rsidRPr="000B4324" w:rsidTr="000B4324">
        <w:trPr>
          <w:trHeight w:val="673"/>
          <w:jc w:val="center"/>
        </w:trPr>
        <w:tc>
          <w:tcPr>
            <w:tcW w:w="1903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عنوان طرح تحقيقاتي</w:t>
            </w:r>
          </w:p>
        </w:tc>
        <w:tc>
          <w:tcPr>
            <w:tcW w:w="423" w:type="pct"/>
            <w:tcBorders>
              <w:top w:val="single" w:sz="18" w:space="0" w:color="000000"/>
              <w:bottom w:val="single" w:sz="18" w:space="0" w:color="000000"/>
            </w:tcBorders>
          </w:tcPr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تاريخ شروع</w:t>
            </w:r>
          </w:p>
        </w:tc>
        <w:tc>
          <w:tcPr>
            <w:tcW w:w="353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تاريخ خاتمه</w:t>
            </w:r>
          </w:p>
        </w:tc>
        <w:tc>
          <w:tcPr>
            <w:tcW w:w="424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ميزان موفقيت</w:t>
            </w:r>
          </w:p>
        </w:tc>
        <w:tc>
          <w:tcPr>
            <w:tcW w:w="706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مبلغ طرح</w:t>
            </w:r>
          </w:p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( ميليون ريال)</w:t>
            </w:r>
          </w:p>
        </w:tc>
        <w:tc>
          <w:tcPr>
            <w:tcW w:w="1191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 w:bidi="fa-IR"/>
              </w:rPr>
            </w:pPr>
            <w:r w:rsidRPr="000B4324">
              <w:rPr>
                <w:rFonts w:hint="cs"/>
                <w:rtl/>
                <w:lang w:val="de-DE"/>
              </w:rPr>
              <w:t>محل اجراي طرح</w:t>
            </w:r>
          </w:p>
        </w:tc>
      </w:tr>
      <w:tr w:rsidR="000B4324" w:rsidRPr="000B4324" w:rsidTr="000B4324">
        <w:trPr>
          <w:trHeight w:val="408"/>
          <w:jc w:val="center"/>
        </w:trPr>
        <w:tc>
          <w:tcPr>
            <w:tcW w:w="1903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3" w:type="pct"/>
            <w:tcBorders>
              <w:top w:val="single" w:sz="18" w:space="0" w:color="000000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353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4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706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191" w:type="pct"/>
            <w:tcBorders>
              <w:top w:val="single" w:sz="18" w:space="0" w:color="000000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</w:tr>
      <w:tr w:rsidR="000B4324" w:rsidRPr="000B4324" w:rsidTr="000B4324">
        <w:trPr>
          <w:trHeight w:val="387"/>
          <w:jc w:val="center"/>
        </w:trPr>
        <w:tc>
          <w:tcPr>
            <w:tcW w:w="190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3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3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70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1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</w:tr>
      <w:tr w:rsidR="000B4324" w:rsidRPr="000B4324" w:rsidTr="000B4324">
        <w:trPr>
          <w:trHeight w:val="408"/>
          <w:jc w:val="center"/>
        </w:trPr>
        <w:tc>
          <w:tcPr>
            <w:tcW w:w="190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3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3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70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1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</w:tr>
      <w:tr w:rsidR="000B4324" w:rsidRPr="000B4324" w:rsidTr="000B4324">
        <w:trPr>
          <w:trHeight w:val="408"/>
          <w:jc w:val="center"/>
        </w:trPr>
        <w:tc>
          <w:tcPr>
            <w:tcW w:w="190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3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3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70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1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</w:tr>
      <w:tr w:rsidR="000B4324" w:rsidRPr="000B4324" w:rsidTr="000B4324">
        <w:trPr>
          <w:trHeight w:val="408"/>
          <w:jc w:val="center"/>
        </w:trPr>
        <w:tc>
          <w:tcPr>
            <w:tcW w:w="1903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3" w:type="pct"/>
            <w:tcBorders>
              <w:top w:val="dotted" w:sz="4" w:space="0" w:color="auto"/>
              <w:bottom w:val="single" w:sz="18" w:space="0" w:color="000000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353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4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706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191" w:type="pct"/>
            <w:tcBorders>
              <w:top w:val="dotted" w:sz="4" w:space="0" w:color="auto"/>
              <w:bottom w:val="single" w:sz="18" w:space="0" w:color="000000"/>
            </w:tcBorders>
            <w:shd w:val="clear" w:color="auto" w:fill="auto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</w:tr>
    </w:tbl>
    <w:p w:rsidR="000B4324" w:rsidRDefault="000B4324" w:rsidP="000B4324">
      <w:pPr>
        <w:rPr>
          <w:szCs w:val="24"/>
          <w:rtl/>
          <w:lang w:val="de-DE"/>
        </w:rPr>
      </w:pPr>
    </w:p>
    <w:p w:rsidR="000B4324" w:rsidRPr="000B4324" w:rsidRDefault="000B4324" w:rsidP="000B4324">
      <w:pPr>
        <w:rPr>
          <w:szCs w:val="24"/>
          <w:rtl/>
          <w:lang w:val="de-DE"/>
        </w:rPr>
      </w:pPr>
    </w:p>
    <w:p w:rsidR="000B4324" w:rsidRPr="000B4324" w:rsidRDefault="000B4324" w:rsidP="000B4324">
      <w:pPr>
        <w:rPr>
          <w:szCs w:val="24"/>
          <w:rtl/>
          <w:lang w:val="de-DE"/>
        </w:rPr>
      </w:pPr>
      <w:r w:rsidRPr="000B4324">
        <w:rPr>
          <w:rFonts w:hint="cs"/>
          <w:b/>
          <w:bCs/>
          <w:szCs w:val="24"/>
          <w:rtl/>
          <w:lang w:val="de-DE"/>
        </w:rPr>
        <w:lastRenderedPageBreak/>
        <w:t>1-2 -  در مورد اشخاص حقوقي اين بخش تكميل شود:</w:t>
      </w:r>
    </w:p>
    <w:tbl>
      <w:tblPr>
        <w:bidiVisual/>
        <w:tblW w:w="9820" w:type="dxa"/>
        <w:tblInd w:w="-301" w:type="dxa"/>
        <w:tblLayout w:type="fixed"/>
        <w:tblLook w:val="0000" w:firstRow="0" w:lastRow="0" w:firstColumn="0" w:lastColumn="0" w:noHBand="0" w:noVBand="0"/>
      </w:tblPr>
      <w:tblGrid>
        <w:gridCol w:w="9820"/>
      </w:tblGrid>
      <w:tr w:rsidR="000B4324" w:rsidRPr="000B4324" w:rsidTr="00522B97">
        <w:trPr>
          <w:trHeight w:val="549"/>
        </w:trPr>
        <w:tc>
          <w:tcPr>
            <w:tcW w:w="9820" w:type="dxa"/>
            <w:shd w:val="clear" w:color="auto" w:fill="auto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/>
              </w:rPr>
              <w:t>نام شركت ، سازمان يا موسسه:                                             شماره و تاريخ ثبت:</w:t>
            </w:r>
          </w:p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/>
              </w:rPr>
              <w:t xml:space="preserve">نام مدير عامل:                                       شماره تلفن:                           فاكس:    </w:t>
            </w:r>
          </w:p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/>
              </w:rPr>
              <w:t>پست الكترونيكي:</w:t>
            </w:r>
          </w:p>
        </w:tc>
      </w:tr>
    </w:tbl>
    <w:p w:rsidR="000B4324" w:rsidRPr="000B4324" w:rsidRDefault="000B4324" w:rsidP="000B4324">
      <w:pPr>
        <w:rPr>
          <w:szCs w:val="24"/>
          <w:rtl/>
          <w:lang w:val="de-DE"/>
        </w:rPr>
      </w:pPr>
      <w:r w:rsidRPr="000B4324">
        <w:rPr>
          <w:rFonts w:hint="cs"/>
          <w:szCs w:val="24"/>
          <w:rtl/>
          <w:lang w:val="de-DE"/>
        </w:rPr>
        <w:t>امتياز رتبه بندي و يا مجوزهاي اخذ شده از مراجع ذيصلاح:</w:t>
      </w:r>
    </w:p>
    <w:p w:rsidR="000B4324" w:rsidRPr="000B4324" w:rsidRDefault="000B4324" w:rsidP="000B4324">
      <w:pPr>
        <w:rPr>
          <w:b/>
          <w:bCs/>
          <w:szCs w:val="24"/>
          <w:rtl/>
          <w:lang w:val="de-DE"/>
        </w:rPr>
      </w:pPr>
    </w:p>
    <w:p w:rsidR="000B4324" w:rsidRPr="000B4324" w:rsidRDefault="000B4324" w:rsidP="000B4324">
      <w:pPr>
        <w:rPr>
          <w:b/>
          <w:bCs/>
          <w:szCs w:val="24"/>
          <w:rtl/>
          <w:lang w:val="de-DE"/>
        </w:rPr>
      </w:pPr>
      <w:r w:rsidRPr="000B4324">
        <w:rPr>
          <w:rFonts w:hint="cs"/>
          <w:b/>
          <w:bCs/>
          <w:szCs w:val="24"/>
          <w:rtl/>
          <w:lang w:val="de-DE"/>
        </w:rPr>
        <w:t>مشخصات قراردادهاي تحقيقاتي پنج سال گذشته در زمينه ارتباطات و فناوري اطلاعات</w:t>
      </w:r>
    </w:p>
    <w:tbl>
      <w:tblPr>
        <w:bidiVisual/>
        <w:tblW w:w="5342" w:type="pct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3"/>
        <w:gridCol w:w="753"/>
        <w:gridCol w:w="903"/>
        <w:gridCol w:w="905"/>
        <w:gridCol w:w="1208"/>
        <w:gridCol w:w="2527"/>
      </w:tblGrid>
      <w:tr w:rsidR="000B4324" w:rsidRPr="000B4324" w:rsidTr="000B4324">
        <w:trPr>
          <w:trHeight w:val="673"/>
          <w:jc w:val="center"/>
        </w:trPr>
        <w:tc>
          <w:tcPr>
            <w:tcW w:w="2007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عنوان قرارداد</w:t>
            </w:r>
          </w:p>
        </w:tc>
        <w:tc>
          <w:tcPr>
            <w:tcW w:w="358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تاريخ شروع</w:t>
            </w:r>
          </w:p>
        </w:tc>
        <w:tc>
          <w:tcPr>
            <w:tcW w:w="429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تاريخ</w:t>
            </w:r>
          </w:p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پايان</w:t>
            </w:r>
          </w:p>
        </w:tc>
        <w:tc>
          <w:tcPr>
            <w:tcW w:w="430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ميزان</w:t>
            </w:r>
          </w:p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موفقيت</w:t>
            </w:r>
          </w:p>
        </w:tc>
        <w:tc>
          <w:tcPr>
            <w:tcW w:w="574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مبلغ قرارداد</w:t>
            </w:r>
          </w:p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(ميليون ريال)</w:t>
            </w:r>
          </w:p>
        </w:tc>
        <w:tc>
          <w:tcPr>
            <w:tcW w:w="1201" w:type="pct"/>
            <w:tcBorders>
              <w:top w:val="single" w:sz="18" w:space="0" w:color="000000"/>
              <w:bottom w:val="single" w:sz="18" w:space="0" w:color="000000"/>
            </w:tcBorders>
          </w:tcPr>
          <w:p w:rsidR="000B4324" w:rsidRPr="000B4324" w:rsidRDefault="000B4324" w:rsidP="000B4324">
            <w:pPr>
              <w:pStyle w:val="HeaderTableContent"/>
              <w:jc w:val="center"/>
              <w:rPr>
                <w:rtl/>
                <w:lang w:val="de-DE"/>
              </w:rPr>
            </w:pPr>
            <w:r w:rsidRPr="000B4324">
              <w:rPr>
                <w:rFonts w:hint="cs"/>
                <w:rtl/>
                <w:lang w:val="de-DE"/>
              </w:rPr>
              <w:t>سازمان يا موسسه طرف قرارداد</w:t>
            </w:r>
          </w:p>
        </w:tc>
      </w:tr>
      <w:tr w:rsidR="000B4324" w:rsidRPr="000B4324" w:rsidTr="000B4324">
        <w:trPr>
          <w:trHeight w:val="408"/>
          <w:jc w:val="center"/>
        </w:trPr>
        <w:tc>
          <w:tcPr>
            <w:tcW w:w="2007" w:type="pct"/>
            <w:tcBorders>
              <w:top w:val="single" w:sz="18" w:space="0" w:color="000000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358" w:type="pct"/>
            <w:tcBorders>
              <w:top w:val="single" w:sz="18" w:space="0" w:color="000000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9" w:type="pct"/>
            <w:tcBorders>
              <w:top w:val="single" w:sz="18" w:space="0" w:color="000000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single" w:sz="18" w:space="0" w:color="000000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574" w:type="pct"/>
            <w:tcBorders>
              <w:top w:val="single" w:sz="18" w:space="0" w:color="000000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201" w:type="pct"/>
            <w:tcBorders>
              <w:top w:val="single" w:sz="18" w:space="0" w:color="000000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</w:tr>
      <w:tr w:rsidR="000B4324" w:rsidRPr="000B4324" w:rsidTr="000B4324">
        <w:trPr>
          <w:trHeight w:val="387"/>
          <w:jc w:val="center"/>
        </w:trPr>
        <w:tc>
          <w:tcPr>
            <w:tcW w:w="2007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358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9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201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</w:tr>
      <w:tr w:rsidR="000B4324" w:rsidRPr="000B4324" w:rsidTr="000B4324">
        <w:trPr>
          <w:trHeight w:val="408"/>
          <w:jc w:val="center"/>
        </w:trPr>
        <w:tc>
          <w:tcPr>
            <w:tcW w:w="2007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358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9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201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</w:tr>
      <w:tr w:rsidR="000B4324" w:rsidRPr="000B4324" w:rsidTr="000B4324">
        <w:trPr>
          <w:trHeight w:val="408"/>
          <w:jc w:val="center"/>
        </w:trPr>
        <w:tc>
          <w:tcPr>
            <w:tcW w:w="2007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358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9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201" w:type="pct"/>
            <w:tcBorders>
              <w:top w:val="dotted" w:sz="4" w:space="0" w:color="auto"/>
              <w:bottom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</w:tr>
      <w:tr w:rsidR="000B4324" w:rsidRPr="000B4324" w:rsidTr="000B4324">
        <w:trPr>
          <w:trHeight w:val="408"/>
          <w:jc w:val="center"/>
        </w:trPr>
        <w:tc>
          <w:tcPr>
            <w:tcW w:w="2007" w:type="pct"/>
            <w:tcBorders>
              <w:top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358" w:type="pct"/>
            <w:tcBorders>
              <w:top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29" w:type="pct"/>
            <w:tcBorders>
              <w:top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430" w:type="pct"/>
            <w:tcBorders>
              <w:top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574" w:type="pct"/>
            <w:tcBorders>
              <w:top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1201" w:type="pct"/>
            <w:tcBorders>
              <w:top w:val="dotted" w:sz="4" w:space="0" w:color="auto"/>
            </w:tcBorders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</w:tr>
    </w:tbl>
    <w:p w:rsidR="000B4324" w:rsidRPr="000B4324" w:rsidRDefault="000B4324" w:rsidP="000B4324">
      <w:pPr>
        <w:ind w:firstLine="0"/>
        <w:rPr>
          <w:szCs w:val="24"/>
          <w:rtl/>
          <w:lang w:val="de-DE"/>
        </w:rPr>
      </w:pPr>
    </w:p>
    <w:p w:rsidR="000B4324" w:rsidRPr="000B4324" w:rsidRDefault="000B4324" w:rsidP="000B4324">
      <w:pPr>
        <w:rPr>
          <w:b/>
          <w:bCs/>
          <w:szCs w:val="24"/>
          <w:u w:val="single"/>
          <w:rtl/>
          <w:lang w:val="de-DE"/>
        </w:rPr>
      </w:pPr>
      <w:r w:rsidRPr="000B4324">
        <w:rPr>
          <w:rFonts w:hint="cs"/>
          <w:b/>
          <w:bCs/>
          <w:szCs w:val="24"/>
          <w:u w:val="single"/>
          <w:rtl/>
          <w:lang w:val="de-DE"/>
        </w:rPr>
        <w:t xml:space="preserve">تذكرات مهم: </w:t>
      </w:r>
    </w:p>
    <w:p w:rsidR="000B4324" w:rsidRPr="000B4324" w:rsidRDefault="000B4324" w:rsidP="000B4324">
      <w:pPr>
        <w:rPr>
          <w:szCs w:val="24"/>
          <w:rtl/>
          <w:lang w:val="de-DE"/>
        </w:rPr>
      </w:pPr>
      <w:r w:rsidRPr="000B4324">
        <w:rPr>
          <w:rFonts w:hint="cs"/>
          <w:szCs w:val="24"/>
          <w:rtl/>
          <w:lang w:val="de-DE"/>
        </w:rPr>
        <w:t>1- در مورد اشخاص حقيقي رزومه شخص ضميمه شود.</w:t>
      </w:r>
    </w:p>
    <w:p w:rsidR="000B4324" w:rsidRPr="000B4324" w:rsidRDefault="000B4324" w:rsidP="000B4324">
      <w:pPr>
        <w:rPr>
          <w:szCs w:val="24"/>
          <w:rtl/>
          <w:lang w:val="de-DE" w:bidi="fa-IR"/>
        </w:rPr>
      </w:pPr>
      <w:r w:rsidRPr="000B4324">
        <w:rPr>
          <w:rFonts w:hint="cs"/>
          <w:szCs w:val="24"/>
          <w:rtl/>
          <w:lang w:val="de-DE"/>
        </w:rPr>
        <w:t>2- در مورد شركتها و موسسات ، مشخصات كامل شركت شامل</w:t>
      </w:r>
      <w:r w:rsidRPr="000B4324">
        <w:rPr>
          <w:rFonts w:hint="cs"/>
          <w:szCs w:val="24"/>
          <w:rtl/>
          <w:lang w:val="de-DE" w:bidi="fa-IR"/>
        </w:rPr>
        <w:t xml:space="preserve"> سوابق فعاليتهاي تحقيقاتي، رزومه افراد اصلي فعال در پروژه ، </w:t>
      </w:r>
      <w:r w:rsidRPr="000B4324">
        <w:rPr>
          <w:rFonts w:hint="cs"/>
          <w:szCs w:val="24"/>
          <w:rtl/>
          <w:lang w:val="de-DE"/>
        </w:rPr>
        <w:t>اساسنامه، آخرين تغييرات روزنامه رسمي</w:t>
      </w:r>
      <w:r w:rsidRPr="000B4324">
        <w:rPr>
          <w:szCs w:val="24"/>
        </w:rPr>
        <w:t xml:space="preserve"> </w:t>
      </w:r>
      <w:r w:rsidRPr="000B4324">
        <w:rPr>
          <w:rFonts w:hint="cs"/>
          <w:szCs w:val="24"/>
          <w:rtl/>
          <w:lang w:val="de-DE" w:bidi="fa-IR"/>
        </w:rPr>
        <w:t>و مستندات مربوط به فعاليت هاي مندرج در جدول بند 1-2 ضميمه شود.</w:t>
      </w:r>
    </w:p>
    <w:p w:rsidR="000B4324" w:rsidRPr="000B4324" w:rsidRDefault="000B4324" w:rsidP="000B4324">
      <w:pPr>
        <w:rPr>
          <w:szCs w:val="24"/>
          <w:rtl/>
          <w:lang w:val="de-DE" w:bidi="fa-IR"/>
        </w:rPr>
      </w:pPr>
      <w:r w:rsidRPr="000B4324">
        <w:rPr>
          <w:rFonts w:hint="cs"/>
          <w:szCs w:val="24"/>
          <w:rtl/>
          <w:lang w:val="de-DE" w:bidi="fa-IR"/>
        </w:rPr>
        <w:t xml:space="preserve">            3- لازم است مدارك مربوط به دستاوردهاي طرح</w:t>
      </w:r>
      <w:r w:rsidRPr="000B4324">
        <w:rPr>
          <w:rFonts w:hint="cs"/>
          <w:szCs w:val="24"/>
          <w:rtl/>
          <w:lang w:val="de-DE" w:bidi="fa-IR"/>
        </w:rPr>
        <w:softHyphen/>
        <w:t xml:space="preserve">ها و قراردادهاي تحقيقاتي انجام شده مندرج در جداول بندهاي 1-1 و 1-2 شامل </w:t>
      </w:r>
    </w:p>
    <w:p w:rsidR="000B4324" w:rsidRPr="000B4324" w:rsidRDefault="000B4324" w:rsidP="000B4324">
      <w:pPr>
        <w:rPr>
          <w:szCs w:val="24"/>
          <w:rtl/>
          <w:lang w:val="de-DE" w:bidi="fa-IR"/>
        </w:rPr>
      </w:pPr>
      <w:r w:rsidRPr="000B4324">
        <w:rPr>
          <w:rFonts w:hint="cs"/>
          <w:szCs w:val="24"/>
          <w:rtl/>
          <w:lang w:val="de-DE" w:bidi="fa-IR"/>
        </w:rPr>
        <w:t xml:space="preserve">           مقالات، كتب، طرح هاي جامع  يا سندهاي راهبردي تدوين شده، ايجاد و راه اندازي آزمايشگاه هاي تخصصي در زمينه ارتباطات</w:t>
      </w:r>
    </w:p>
    <w:p w:rsidR="000B4324" w:rsidRPr="000B4324" w:rsidRDefault="000B4324" w:rsidP="000B4324">
      <w:pPr>
        <w:rPr>
          <w:szCs w:val="24"/>
          <w:rtl/>
          <w:lang w:val="de-DE" w:bidi="fa-IR"/>
        </w:rPr>
      </w:pPr>
      <w:r w:rsidRPr="000B4324">
        <w:rPr>
          <w:rFonts w:hint="cs"/>
          <w:szCs w:val="24"/>
          <w:rtl/>
          <w:lang w:val="de-DE" w:bidi="fa-IR"/>
        </w:rPr>
        <w:t xml:space="preserve">          و فناوري اطلاعات، توليد و توسعه نرم افزارهاي  كاربردي، طرحهاي آزمايشگاهي، طرح هاي نيمه صنعتي يا صنعتي و ثبت اختراع و ... </w:t>
      </w:r>
    </w:p>
    <w:p w:rsidR="000B4324" w:rsidRPr="000B4324" w:rsidRDefault="000B4324" w:rsidP="000B4324">
      <w:pPr>
        <w:rPr>
          <w:szCs w:val="24"/>
          <w:rtl/>
          <w:lang w:val="de-DE" w:bidi="fa-IR"/>
        </w:rPr>
      </w:pPr>
      <w:r w:rsidRPr="000B4324">
        <w:rPr>
          <w:rFonts w:hint="cs"/>
          <w:szCs w:val="24"/>
          <w:rtl/>
          <w:lang w:val="de-DE" w:bidi="fa-IR"/>
        </w:rPr>
        <w:t xml:space="preserve">           ضميمه شود.</w:t>
      </w:r>
    </w:p>
    <w:p w:rsidR="000B4324" w:rsidRPr="000B4324" w:rsidRDefault="000B4324" w:rsidP="000B4324">
      <w:pPr>
        <w:rPr>
          <w:b/>
          <w:bCs/>
          <w:szCs w:val="24"/>
          <w:rtl/>
          <w:lang w:val="de-DE" w:bidi="fa-IR"/>
        </w:rPr>
      </w:pPr>
    </w:p>
    <w:tbl>
      <w:tblPr>
        <w:bidiVisual/>
        <w:tblW w:w="9772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2"/>
      </w:tblGrid>
      <w:tr w:rsidR="000B4324" w:rsidRPr="000B4324" w:rsidTr="000B4324">
        <w:trPr>
          <w:trHeight w:val="483"/>
          <w:jc w:val="center"/>
        </w:trPr>
        <w:tc>
          <w:tcPr>
            <w:tcW w:w="9772" w:type="dxa"/>
            <w:shd w:val="clear" w:color="auto" w:fill="auto"/>
            <w:vAlign w:val="center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  <w:r w:rsidRPr="000B4324">
              <w:rPr>
                <w:rFonts w:hint="cs"/>
                <w:b/>
                <w:bCs/>
                <w:szCs w:val="24"/>
                <w:rtl/>
                <w:lang w:val="de-DE"/>
              </w:rPr>
              <w:t xml:space="preserve">   </w:t>
            </w:r>
            <w:r w:rsidRPr="000B4324">
              <w:rPr>
                <w:rFonts w:hint="cs"/>
                <w:b/>
                <w:bCs/>
                <w:szCs w:val="24"/>
                <w:rtl/>
                <w:lang w:val="de-DE" w:bidi="fa-IR"/>
              </w:rPr>
              <w:t>2</w:t>
            </w:r>
            <w:r w:rsidRPr="000B4324">
              <w:rPr>
                <w:b/>
                <w:bCs/>
                <w:szCs w:val="24"/>
                <w:rtl/>
                <w:lang w:val="de-DE"/>
              </w:rPr>
              <w:t xml:space="preserve"> </w:t>
            </w:r>
            <w:r w:rsidRPr="000B4324">
              <w:rPr>
                <w:b/>
                <w:bCs/>
                <w:szCs w:val="24"/>
              </w:rPr>
              <w:t>–</w:t>
            </w:r>
            <w:r w:rsidRPr="000B4324">
              <w:rPr>
                <w:b/>
                <w:bCs/>
                <w:szCs w:val="24"/>
                <w:rtl/>
                <w:lang w:val="de-DE"/>
              </w:rPr>
              <w:t xml:space="preserve"> </w:t>
            </w:r>
            <w:r w:rsidRPr="000B4324">
              <w:rPr>
                <w:rFonts w:hint="cs"/>
                <w:b/>
                <w:bCs/>
                <w:szCs w:val="24"/>
                <w:rtl/>
                <w:lang w:val="de-DE" w:bidi="fa-IR"/>
              </w:rPr>
              <w:t>تاييد  پيشنهاد دهنده</w:t>
            </w:r>
          </w:p>
        </w:tc>
      </w:tr>
    </w:tbl>
    <w:p w:rsidR="000B4324" w:rsidRPr="000B4324" w:rsidRDefault="000B4324" w:rsidP="000B4324">
      <w:pPr>
        <w:rPr>
          <w:b/>
          <w:bCs/>
          <w:szCs w:val="24"/>
          <w:rtl/>
          <w:lang w:val="de-DE"/>
        </w:rPr>
      </w:pPr>
    </w:p>
    <w:p w:rsidR="000B4324" w:rsidRPr="000B4324" w:rsidRDefault="000B4324" w:rsidP="000B4324">
      <w:pPr>
        <w:rPr>
          <w:b/>
          <w:bCs/>
          <w:szCs w:val="24"/>
        </w:rPr>
      </w:pPr>
      <w:r w:rsidRPr="000B4324">
        <w:rPr>
          <w:rFonts w:hint="cs"/>
          <w:b/>
          <w:bCs/>
          <w:szCs w:val="24"/>
          <w:rtl/>
          <w:lang w:val="de-DE"/>
        </w:rPr>
        <w:t>اينجانب صحت موارد فوق  و نيز اعتبار كليه مدارك و مستندات ارائه شده به عنوان ضمايم اين فرم را تائيد مي نمايم.</w:t>
      </w:r>
    </w:p>
    <w:p w:rsidR="000B4324" w:rsidRPr="000B4324" w:rsidRDefault="000B4324" w:rsidP="000B4324">
      <w:pPr>
        <w:rPr>
          <w:szCs w:val="24"/>
          <w:rtl/>
          <w:lang w:val="de-DE" w:bidi="fa-IR"/>
        </w:rPr>
      </w:pPr>
    </w:p>
    <w:tbl>
      <w:tblPr>
        <w:bidiVisual/>
        <w:tblW w:w="4743" w:type="pct"/>
        <w:tblInd w:w="-341" w:type="dxa"/>
        <w:tblLook w:val="0000" w:firstRow="0" w:lastRow="0" w:firstColumn="0" w:lastColumn="0" w:noHBand="0" w:noVBand="0"/>
      </w:tblPr>
      <w:tblGrid>
        <w:gridCol w:w="18"/>
        <w:gridCol w:w="344"/>
        <w:gridCol w:w="196"/>
        <w:gridCol w:w="450"/>
        <w:gridCol w:w="5215"/>
        <w:gridCol w:w="19"/>
        <w:gridCol w:w="2737"/>
        <w:gridCol w:w="19"/>
        <w:gridCol w:w="342"/>
      </w:tblGrid>
      <w:tr w:rsidR="000B4324" w:rsidRPr="000B4324" w:rsidTr="00522B97">
        <w:trPr>
          <w:gridBefore w:val="2"/>
          <w:wBefore w:w="194" w:type="pct"/>
          <w:trHeight w:val="493"/>
        </w:trPr>
        <w:tc>
          <w:tcPr>
            <w:tcW w:w="4806" w:type="pct"/>
            <w:gridSpan w:val="7"/>
            <w:shd w:val="clear" w:color="auto" w:fill="auto"/>
            <w:vAlign w:val="center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 w:bidi="fa-IR"/>
              </w:rPr>
            </w:pPr>
            <w:r w:rsidRPr="000B4324">
              <w:rPr>
                <w:rFonts w:hint="cs"/>
                <w:b/>
                <w:bCs/>
                <w:szCs w:val="24"/>
                <w:rtl/>
                <w:lang w:val="de-DE" w:bidi="fa-IR"/>
              </w:rPr>
              <w:t>پيشنهاد دهنده پروژه:</w:t>
            </w:r>
          </w:p>
        </w:tc>
      </w:tr>
      <w:tr w:rsidR="000B4324" w:rsidRPr="000B4324" w:rsidTr="00522B97">
        <w:trPr>
          <w:gridBefore w:val="1"/>
          <w:gridAfter w:val="1"/>
          <w:wBefore w:w="10" w:type="pct"/>
          <w:wAfter w:w="183" w:type="pct"/>
          <w:trHeight w:val="434"/>
        </w:trPr>
        <w:tc>
          <w:tcPr>
            <w:tcW w:w="530" w:type="pct"/>
            <w:gridSpan w:val="3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</w:p>
        </w:tc>
        <w:tc>
          <w:tcPr>
            <w:tcW w:w="2802" w:type="pct"/>
            <w:gridSpan w:val="2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 w:bidi="fa-IR"/>
              </w:rPr>
              <w:t>نام و نام</w:t>
            </w:r>
            <w:r w:rsidRPr="000B4324">
              <w:rPr>
                <w:szCs w:val="24"/>
                <w:rtl/>
                <w:lang w:val="de-DE" w:bidi="fa-IR"/>
              </w:rPr>
              <w:softHyphen/>
            </w:r>
            <w:r w:rsidRPr="000B4324">
              <w:rPr>
                <w:rFonts w:hint="cs"/>
                <w:szCs w:val="24"/>
                <w:rtl/>
                <w:lang w:val="de-DE" w:bidi="fa-IR"/>
              </w:rPr>
              <w:t>خانوادگي:</w:t>
            </w:r>
          </w:p>
        </w:tc>
        <w:tc>
          <w:tcPr>
            <w:tcW w:w="1475" w:type="pct"/>
            <w:gridSpan w:val="2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 w:bidi="fa-IR"/>
              </w:rPr>
              <w:t>تاريخ و امضا:</w:t>
            </w:r>
          </w:p>
        </w:tc>
      </w:tr>
      <w:tr w:rsidR="000B4324" w:rsidRPr="000B4324" w:rsidTr="00522B97">
        <w:trPr>
          <w:gridBefore w:val="2"/>
          <w:wBefore w:w="194" w:type="pct"/>
          <w:trHeight w:val="434"/>
        </w:trPr>
        <w:tc>
          <w:tcPr>
            <w:tcW w:w="4806" w:type="pct"/>
            <w:gridSpan w:val="7"/>
            <w:vAlign w:val="center"/>
          </w:tcPr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</w:p>
          <w:p w:rsidR="000B4324" w:rsidRPr="000B4324" w:rsidRDefault="000B4324" w:rsidP="000B4324">
            <w:pPr>
              <w:rPr>
                <w:b/>
                <w:bCs/>
                <w:szCs w:val="24"/>
                <w:rtl/>
                <w:lang w:val="de-DE"/>
              </w:rPr>
            </w:pPr>
            <w:r w:rsidRPr="000B4324">
              <w:rPr>
                <w:rFonts w:hint="cs"/>
                <w:b/>
                <w:bCs/>
                <w:szCs w:val="24"/>
                <w:rtl/>
                <w:lang w:val="de-DE"/>
              </w:rPr>
              <w:t>مديرعامل يا نماينده تام</w:t>
            </w:r>
            <w:r w:rsidRPr="000B4324">
              <w:rPr>
                <w:rFonts w:hint="cs"/>
                <w:b/>
                <w:bCs/>
                <w:szCs w:val="24"/>
                <w:rtl/>
                <w:lang w:val="de-DE"/>
              </w:rPr>
              <w:softHyphen/>
              <w:t>الاختيار مؤسسه:</w:t>
            </w:r>
          </w:p>
        </w:tc>
      </w:tr>
      <w:tr w:rsidR="000B4324" w:rsidRPr="000B4324" w:rsidTr="00522B97">
        <w:trPr>
          <w:gridAfter w:val="2"/>
          <w:wAfter w:w="194" w:type="pct"/>
          <w:trHeight w:val="434"/>
        </w:trPr>
        <w:tc>
          <w:tcPr>
            <w:tcW w:w="299" w:type="pct"/>
            <w:gridSpan w:val="3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/>
              </w:rPr>
              <w:t xml:space="preserve">         </w:t>
            </w:r>
          </w:p>
        </w:tc>
        <w:tc>
          <w:tcPr>
            <w:tcW w:w="3033" w:type="pct"/>
            <w:gridSpan w:val="2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 w:bidi="fa-IR"/>
              </w:rPr>
              <w:t xml:space="preserve">    نام و نام</w:t>
            </w:r>
            <w:r w:rsidRPr="000B4324">
              <w:rPr>
                <w:szCs w:val="24"/>
                <w:rtl/>
                <w:lang w:val="de-DE" w:bidi="fa-IR"/>
              </w:rPr>
              <w:softHyphen/>
            </w:r>
            <w:r w:rsidRPr="000B4324">
              <w:rPr>
                <w:rFonts w:hint="cs"/>
                <w:szCs w:val="24"/>
                <w:rtl/>
                <w:lang w:val="de-DE" w:bidi="fa-IR"/>
              </w:rPr>
              <w:t>خانوادگي:</w:t>
            </w:r>
          </w:p>
        </w:tc>
        <w:tc>
          <w:tcPr>
            <w:tcW w:w="1475" w:type="pct"/>
            <w:gridSpan w:val="2"/>
            <w:vAlign w:val="center"/>
          </w:tcPr>
          <w:p w:rsidR="000B4324" w:rsidRPr="000B4324" w:rsidRDefault="000B4324" w:rsidP="000B4324">
            <w:pPr>
              <w:rPr>
                <w:szCs w:val="24"/>
                <w:rtl/>
                <w:lang w:val="de-DE"/>
              </w:rPr>
            </w:pPr>
            <w:r w:rsidRPr="000B4324">
              <w:rPr>
                <w:rFonts w:hint="cs"/>
                <w:szCs w:val="24"/>
                <w:rtl/>
                <w:lang w:val="de-DE" w:bidi="fa-IR"/>
              </w:rPr>
              <w:t>تاريخ و امضا:</w:t>
            </w:r>
          </w:p>
        </w:tc>
      </w:tr>
    </w:tbl>
    <w:p w:rsidR="000B4324" w:rsidRPr="000B4324" w:rsidRDefault="000B4324" w:rsidP="000B4324">
      <w:pPr>
        <w:rPr>
          <w:szCs w:val="24"/>
          <w:rtl/>
          <w:lang w:val="de-DE" w:bidi="fa-IR"/>
        </w:rPr>
      </w:pPr>
    </w:p>
    <w:p w:rsidR="000B4324" w:rsidRPr="001E5D14" w:rsidRDefault="000B4324" w:rsidP="00EA3E6F">
      <w:pPr>
        <w:rPr>
          <w:szCs w:val="24"/>
          <w:lang w:val="de-DE"/>
        </w:rPr>
      </w:pPr>
    </w:p>
    <w:sectPr w:rsidR="000B4324" w:rsidRPr="001E5D14" w:rsidSect="00CD3B72">
      <w:headerReference w:type="default" r:id="rId9"/>
      <w:footerReference w:type="default" r:id="rId10"/>
      <w:footerReference w:type="first" r:id="rId11"/>
      <w:pgSz w:w="11907" w:h="16840" w:code="9"/>
      <w:pgMar w:top="2070" w:right="1107" w:bottom="450" w:left="1170" w:header="720" w:footer="0" w:gutter="0"/>
      <w:pgBorders w:offsetFrom="page">
        <w:top w:val="single" w:sz="18" w:space="24" w:color="0960A5"/>
        <w:left w:val="single" w:sz="18" w:space="24" w:color="0960A5"/>
        <w:bottom w:val="single" w:sz="18" w:space="24" w:color="0960A5"/>
        <w:right w:val="single" w:sz="18" w:space="24" w:color="0960A5"/>
      </w:pgBorders>
      <w:pgNumType w:start="1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D2A" w:rsidRDefault="00040D2A" w:rsidP="00664663">
      <w:r>
        <w:separator/>
      </w:r>
    </w:p>
  </w:endnote>
  <w:endnote w:type="continuationSeparator" w:id="0">
    <w:p w:rsidR="00040D2A" w:rsidRDefault="00040D2A" w:rsidP="006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 Unicode MS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46" w:rsidRPr="00EA3E6F" w:rsidRDefault="000E1A16" w:rsidP="00532B3A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 w:rsidR="00EA3E6F">
      <w:rPr>
        <w:rFonts w:hint="cs"/>
        <w:color w:val="1BA0AF"/>
        <w:szCs w:val="24"/>
        <w:rtl/>
      </w:rPr>
      <w:t>هشگاه ارتباطات و فناوری اطلاعات</w:t>
    </w:r>
    <w:r w:rsidR="00EA3E6F">
      <w:rPr>
        <w:color w:val="1BA0AF"/>
        <w:szCs w:val="24"/>
      </w:rPr>
      <w:tab/>
    </w:r>
    <w:r w:rsidR="00EA3E6F">
      <w:rPr>
        <w:color w:val="1BA0AF"/>
        <w:szCs w:val="24"/>
        <w:lang w:val="de-DE"/>
      </w:rPr>
      <w:t>www.itrc.ac.ir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16" w:rsidRPr="00A45316" w:rsidRDefault="00A45316" w:rsidP="003D73D8">
    <w:pPr>
      <w:pStyle w:val="Heading6"/>
      <w:rPr>
        <w:lang w:val="de-DE"/>
      </w:rPr>
    </w:pPr>
    <w:r w:rsidRPr="00A45316">
      <w:rPr>
        <w:lang w:val="de-DE"/>
      </w:rPr>
      <w:t>www.</w:t>
    </w:r>
    <w:r w:rsidR="003D73D8">
      <w:rPr>
        <w:lang w:val="de-DE"/>
      </w:rPr>
      <w:t>i</w:t>
    </w:r>
    <w:r w:rsidRPr="00A45316">
      <w:rPr>
        <w:lang w:val="de-DE"/>
      </w:rPr>
      <w:t>trc.ac.ir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D2A" w:rsidRDefault="00040D2A" w:rsidP="00664663">
      <w:r>
        <w:separator/>
      </w:r>
    </w:p>
  </w:footnote>
  <w:footnote w:type="continuationSeparator" w:id="0">
    <w:p w:rsidR="00040D2A" w:rsidRDefault="00040D2A" w:rsidP="0066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0B4324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>فرم ارائه سوابق علمي - اجرايي</w:t>
          </w:r>
        </w:p>
      </w:tc>
      <w:tc>
        <w:tcPr>
          <w:tcW w:w="1980" w:type="dxa"/>
        </w:tcPr>
        <w:p w:rsidR="00EA3E6F" w:rsidRPr="000B4324" w:rsidRDefault="00EA3E6F" w:rsidP="00CD3B72">
          <w:pPr>
            <w:pStyle w:val="HeaderTableContent"/>
            <w:rPr>
              <w:rFonts w:cs="Tahoma"/>
              <w:rtl/>
            </w:rPr>
          </w:pPr>
          <w:r>
            <w:rPr>
              <w:rFonts w:hint="cs"/>
              <w:rtl/>
            </w:rPr>
            <w:t xml:space="preserve">شماره </w:t>
          </w:r>
          <w:r w:rsidR="00CD3B72">
            <w:rPr>
              <w:rFonts w:hint="cs"/>
              <w:rtl/>
            </w:rPr>
            <w:t>برگه</w:t>
          </w:r>
          <w:r w:rsidR="000B4324">
            <w:rPr>
              <w:rFonts w:hint="cs"/>
              <w:rtl/>
            </w:rPr>
            <w:t>: پژوهشي 437</w:t>
          </w:r>
        </w:p>
      </w:tc>
    </w:tr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0B4324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>معاونت پژوهش و توسعه ارتباطات علمي</w:t>
          </w:r>
        </w:p>
      </w:tc>
      <w:tc>
        <w:tcPr>
          <w:tcW w:w="1980" w:type="dxa"/>
        </w:tcPr>
        <w:p w:rsidR="00EA3E6F" w:rsidRPr="00EA3E6F" w:rsidRDefault="00EA3E6F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A3E6F" w:rsidRPr="00EA3E6F" w:rsidRDefault="00532B3A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7216" behindDoc="0" locked="0" layoutInCell="1" allowOverlap="1" wp14:anchorId="1631C27C" wp14:editId="0DFEC752">
          <wp:simplePos x="0" y="0"/>
          <wp:positionH relativeFrom="column">
            <wp:posOffset>4241800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9" name="Picture 9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0FB2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58240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057F" w:rsidRPr="00A330E3" w:rsidRDefault="005C1F3A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="0010057F"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C60FB2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28.85pt;margin-top:-58.05pt;width:27.15pt;height:45.9pt;z-index:-251658240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" o:allowoverlap="f" fillcolor="#1ba0af" strokecolor="#1ba0af" strokeweight="6pt">
              <v:stroke linestyle="thinThin"/>
              <v:textbox inset="0,7.2pt,0,7.2pt">
                <w:txbxContent>
                  <w:p w:rsidR="0010057F" w:rsidRPr="00A330E3" w:rsidRDefault="005C1F3A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="0010057F"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C60FB2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C99"/>
    <w:multiLevelType w:val="hybridMultilevel"/>
    <w:tmpl w:val="25FCB54E"/>
    <w:lvl w:ilvl="0" w:tplc="FC0AA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CD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7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D4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E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B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26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2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2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F3C48"/>
    <w:multiLevelType w:val="hybridMultilevel"/>
    <w:tmpl w:val="9412E8A2"/>
    <w:lvl w:ilvl="0" w:tplc="28D4A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89B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05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61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7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8B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47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0A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3FCC"/>
    <w:multiLevelType w:val="hybridMultilevel"/>
    <w:tmpl w:val="821E27A4"/>
    <w:lvl w:ilvl="0" w:tplc="3DE4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46DE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CB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3D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6D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E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40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4C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C1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94416"/>
    <w:multiLevelType w:val="hybridMultilevel"/>
    <w:tmpl w:val="9D22BDE0"/>
    <w:lvl w:ilvl="0" w:tplc="AE4630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7F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D42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69C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F257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3061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AE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7A4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D2B5F"/>
    <w:multiLevelType w:val="hybridMultilevel"/>
    <w:tmpl w:val="4AAE52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168A"/>
    <w:multiLevelType w:val="hybridMultilevel"/>
    <w:tmpl w:val="BBA0905A"/>
    <w:lvl w:ilvl="0" w:tplc="62DAC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6B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E8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28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9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6B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26E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9C4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8C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80B9D"/>
    <w:multiLevelType w:val="multilevel"/>
    <w:tmpl w:val="0786E60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960A5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E5A46EF"/>
    <w:multiLevelType w:val="hybridMultilevel"/>
    <w:tmpl w:val="1ED6498A"/>
    <w:lvl w:ilvl="0" w:tplc="CAD00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83410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A5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560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203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09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E6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0D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26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02EA4"/>
    <w:multiLevelType w:val="hybridMultilevel"/>
    <w:tmpl w:val="EB7C9D78"/>
    <w:lvl w:ilvl="0" w:tplc="8BDE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87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0D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8E5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1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6E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6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45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0B66C3"/>
    <w:multiLevelType w:val="hybridMultilevel"/>
    <w:tmpl w:val="37565CC2"/>
    <w:lvl w:ilvl="0" w:tplc="04243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5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A1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B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2E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A6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F4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A43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18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DC03D0"/>
    <w:multiLevelType w:val="hybridMultilevel"/>
    <w:tmpl w:val="DE90F8D0"/>
    <w:lvl w:ilvl="0" w:tplc="EC2AB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7C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2B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C4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88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A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8A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EB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30198E"/>
    <w:multiLevelType w:val="hybridMultilevel"/>
    <w:tmpl w:val="2110EA36"/>
    <w:lvl w:ilvl="0" w:tplc="C400D6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8D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84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EE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2E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29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299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1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E5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7877DF"/>
    <w:multiLevelType w:val="hybridMultilevel"/>
    <w:tmpl w:val="0BC85B90"/>
    <w:lvl w:ilvl="0" w:tplc="33C0B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7008EE"/>
    <w:multiLevelType w:val="hybridMultilevel"/>
    <w:tmpl w:val="7A4C2158"/>
    <w:lvl w:ilvl="0" w:tplc="92CAD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C83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5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CB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27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6D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6C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64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A42D20"/>
    <w:multiLevelType w:val="hybridMultilevel"/>
    <w:tmpl w:val="C98CBD8C"/>
    <w:lvl w:ilvl="0" w:tplc="595229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8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60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87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6D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4CE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C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EA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6861C1"/>
    <w:multiLevelType w:val="hybridMultilevel"/>
    <w:tmpl w:val="0AFCD0F0"/>
    <w:lvl w:ilvl="0" w:tplc="2FDA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CE4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49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5A9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A1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3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532545"/>
    <w:multiLevelType w:val="hybridMultilevel"/>
    <w:tmpl w:val="084C9710"/>
    <w:lvl w:ilvl="0" w:tplc="C2F0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2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AE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1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20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2CA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E919F4"/>
    <w:multiLevelType w:val="hybridMultilevel"/>
    <w:tmpl w:val="8FD8FA46"/>
    <w:lvl w:ilvl="0" w:tplc="EB98D9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039F8"/>
    <w:multiLevelType w:val="hybridMultilevel"/>
    <w:tmpl w:val="0C3EE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D5606E"/>
    <w:multiLevelType w:val="hybridMultilevel"/>
    <w:tmpl w:val="3B9AEA5C"/>
    <w:lvl w:ilvl="0" w:tplc="4DDA33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80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6C4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E5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324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E0A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C2C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5E1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473EEA"/>
    <w:multiLevelType w:val="hybridMultilevel"/>
    <w:tmpl w:val="950ED1C6"/>
    <w:lvl w:ilvl="0" w:tplc="57CEE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09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F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1A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C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A0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E5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078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82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651C44"/>
    <w:multiLevelType w:val="hybridMultilevel"/>
    <w:tmpl w:val="3AC895DE"/>
    <w:lvl w:ilvl="0" w:tplc="FA5C4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C99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C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3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2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801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D8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455772"/>
    <w:multiLevelType w:val="hybridMultilevel"/>
    <w:tmpl w:val="E4A0834E"/>
    <w:lvl w:ilvl="0" w:tplc="E5707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C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2EF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81C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C6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C2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A0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C7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D84F72"/>
    <w:multiLevelType w:val="hybridMultilevel"/>
    <w:tmpl w:val="25B4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92309"/>
    <w:multiLevelType w:val="hybridMultilevel"/>
    <w:tmpl w:val="646A8B52"/>
    <w:lvl w:ilvl="0" w:tplc="1B1A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755860"/>
    <w:multiLevelType w:val="hybridMultilevel"/>
    <w:tmpl w:val="5ED8118C"/>
    <w:lvl w:ilvl="0" w:tplc="7948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04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1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B04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9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22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A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02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C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6E7A02"/>
    <w:multiLevelType w:val="hybridMultilevel"/>
    <w:tmpl w:val="F50EB458"/>
    <w:lvl w:ilvl="0" w:tplc="39ACE2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3BA5175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8">
    <w:nsid w:val="572575B9"/>
    <w:multiLevelType w:val="hybridMultilevel"/>
    <w:tmpl w:val="377608EC"/>
    <w:lvl w:ilvl="0" w:tplc="A2FC25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4E9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62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A6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CA8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A6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48B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85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8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406638"/>
    <w:multiLevelType w:val="hybridMultilevel"/>
    <w:tmpl w:val="71FA0828"/>
    <w:lvl w:ilvl="0" w:tplc="25DA8E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4D6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E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4E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4FF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82A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AD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E8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C4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4D0BA9"/>
    <w:multiLevelType w:val="hybridMultilevel"/>
    <w:tmpl w:val="F894FD32"/>
    <w:lvl w:ilvl="0" w:tplc="F71ED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24E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2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64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C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44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0C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EB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F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832A38"/>
    <w:multiLevelType w:val="hybridMultilevel"/>
    <w:tmpl w:val="AC62A9F2"/>
    <w:lvl w:ilvl="0" w:tplc="4B765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CC8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40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858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B0F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4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8A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89B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6F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655E77"/>
    <w:multiLevelType w:val="hybridMultilevel"/>
    <w:tmpl w:val="829658FE"/>
    <w:lvl w:ilvl="0" w:tplc="73B08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C6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DCB2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03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E6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3C2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5CE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A8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24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316FD9"/>
    <w:multiLevelType w:val="hybridMultilevel"/>
    <w:tmpl w:val="5F82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32EE3"/>
    <w:multiLevelType w:val="multilevel"/>
    <w:tmpl w:val="B860CFDC"/>
    <w:lvl w:ilvl="0">
      <w:start w:val="1"/>
      <w:numFmt w:val="decimal"/>
      <w:lvlText w:val="%1-"/>
      <w:lvlJc w:val="left"/>
      <w:pPr>
        <w:tabs>
          <w:tab w:val="num" w:pos="612"/>
        </w:tabs>
        <w:ind w:left="612" w:hanging="432"/>
      </w:pPr>
      <w:rPr>
        <w:rFonts w:cs="B Nazanin" w:hint="cs"/>
        <w:bCs/>
        <w:iCs w:val="0"/>
        <w:sz w:val="36"/>
        <w:szCs w:val="36"/>
      </w:rPr>
    </w:lvl>
    <w:lvl w:ilvl="1">
      <w:start w:val="1"/>
      <w:numFmt w:val="decimal"/>
      <w:lvlText w:val="%1-%2"/>
      <w:lvlJc w:val="left"/>
      <w:pPr>
        <w:tabs>
          <w:tab w:val="num" w:pos="113"/>
        </w:tabs>
        <w:ind w:left="284" w:hanging="28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"/>
      <w:lvlJc w:val="left"/>
      <w:pPr>
        <w:tabs>
          <w:tab w:val="num" w:pos="900"/>
        </w:tabs>
        <w:ind w:left="900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30C5A3F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6">
    <w:nsid w:val="77C63EA2"/>
    <w:multiLevelType w:val="hybridMultilevel"/>
    <w:tmpl w:val="31C24F80"/>
    <w:lvl w:ilvl="0" w:tplc="0409000F">
      <w:start w:val="1"/>
      <w:numFmt w:val="decimal"/>
      <w:lvlText w:val="%1."/>
      <w:lvlJc w:val="left"/>
      <w:pPr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7">
    <w:nsid w:val="7BC751F7"/>
    <w:multiLevelType w:val="hybridMultilevel"/>
    <w:tmpl w:val="5F92CA7C"/>
    <w:lvl w:ilvl="0" w:tplc="A240D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8F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3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A2B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42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E0F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A27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8B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6"/>
  </w:num>
  <w:num w:numId="4">
    <w:abstractNumId w:val="8"/>
  </w:num>
  <w:num w:numId="5">
    <w:abstractNumId w:val="9"/>
  </w:num>
  <w:num w:numId="6">
    <w:abstractNumId w:val="19"/>
  </w:num>
  <w:num w:numId="7">
    <w:abstractNumId w:val="28"/>
  </w:num>
  <w:num w:numId="8">
    <w:abstractNumId w:val="16"/>
  </w:num>
  <w:num w:numId="9">
    <w:abstractNumId w:val="13"/>
  </w:num>
  <w:num w:numId="10">
    <w:abstractNumId w:val="37"/>
  </w:num>
  <w:num w:numId="11">
    <w:abstractNumId w:val="32"/>
  </w:num>
  <w:num w:numId="12">
    <w:abstractNumId w:val="1"/>
  </w:num>
  <w:num w:numId="13">
    <w:abstractNumId w:val="11"/>
  </w:num>
  <w:num w:numId="14">
    <w:abstractNumId w:val="30"/>
  </w:num>
  <w:num w:numId="15">
    <w:abstractNumId w:val="10"/>
  </w:num>
  <w:num w:numId="16">
    <w:abstractNumId w:val="5"/>
  </w:num>
  <w:num w:numId="17">
    <w:abstractNumId w:val="25"/>
  </w:num>
  <w:num w:numId="18">
    <w:abstractNumId w:val="15"/>
  </w:num>
  <w:num w:numId="19">
    <w:abstractNumId w:val="3"/>
  </w:num>
  <w:num w:numId="20">
    <w:abstractNumId w:val="14"/>
  </w:num>
  <w:num w:numId="21">
    <w:abstractNumId w:val="31"/>
  </w:num>
  <w:num w:numId="22">
    <w:abstractNumId w:val="22"/>
  </w:num>
  <w:num w:numId="23">
    <w:abstractNumId w:val="7"/>
  </w:num>
  <w:num w:numId="24">
    <w:abstractNumId w:val="2"/>
  </w:num>
  <w:num w:numId="25">
    <w:abstractNumId w:val="29"/>
  </w:num>
  <w:num w:numId="26">
    <w:abstractNumId w:val="0"/>
  </w:num>
  <w:num w:numId="27">
    <w:abstractNumId w:val="20"/>
  </w:num>
  <w:num w:numId="28">
    <w:abstractNumId w:val="21"/>
  </w:num>
  <w:num w:numId="29">
    <w:abstractNumId w:val="34"/>
  </w:num>
  <w:num w:numId="30">
    <w:abstractNumId w:val="26"/>
  </w:num>
  <w:num w:numId="31">
    <w:abstractNumId w:val="4"/>
  </w:num>
  <w:num w:numId="32">
    <w:abstractNumId w:val="18"/>
  </w:num>
  <w:num w:numId="33">
    <w:abstractNumId w:val="12"/>
  </w:num>
  <w:num w:numId="34">
    <w:abstractNumId w:val="24"/>
  </w:num>
  <w:num w:numId="35">
    <w:abstractNumId w:val="27"/>
  </w:num>
  <w:num w:numId="36">
    <w:abstractNumId w:val="23"/>
  </w:num>
  <w:num w:numId="37">
    <w:abstractNumId w:val="17"/>
  </w:num>
  <w:num w:numId="38">
    <w:abstractNumId w:val="33"/>
  </w:num>
  <w:num w:numId="3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2049">
      <o:colormru v:ext="edit" colors="#1ba0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BC"/>
    <w:rsid w:val="00000927"/>
    <w:rsid w:val="00003137"/>
    <w:rsid w:val="000037DD"/>
    <w:rsid w:val="00006953"/>
    <w:rsid w:val="00010EC8"/>
    <w:rsid w:val="0001280B"/>
    <w:rsid w:val="000146B8"/>
    <w:rsid w:val="00015B23"/>
    <w:rsid w:val="00020C3A"/>
    <w:rsid w:val="00027C4A"/>
    <w:rsid w:val="00030527"/>
    <w:rsid w:val="0003063E"/>
    <w:rsid w:val="000338DD"/>
    <w:rsid w:val="00036C68"/>
    <w:rsid w:val="000375BC"/>
    <w:rsid w:val="00040D2A"/>
    <w:rsid w:val="000424C8"/>
    <w:rsid w:val="0004309E"/>
    <w:rsid w:val="000438AB"/>
    <w:rsid w:val="00043955"/>
    <w:rsid w:val="0004406E"/>
    <w:rsid w:val="0005233E"/>
    <w:rsid w:val="00053624"/>
    <w:rsid w:val="00056AB6"/>
    <w:rsid w:val="00057B03"/>
    <w:rsid w:val="0006166A"/>
    <w:rsid w:val="00067AE3"/>
    <w:rsid w:val="0007008E"/>
    <w:rsid w:val="00071625"/>
    <w:rsid w:val="0007571D"/>
    <w:rsid w:val="00076F96"/>
    <w:rsid w:val="00084E5E"/>
    <w:rsid w:val="0008580A"/>
    <w:rsid w:val="00090073"/>
    <w:rsid w:val="0009340B"/>
    <w:rsid w:val="00095C72"/>
    <w:rsid w:val="00096960"/>
    <w:rsid w:val="000A1379"/>
    <w:rsid w:val="000A474C"/>
    <w:rsid w:val="000A515F"/>
    <w:rsid w:val="000A7201"/>
    <w:rsid w:val="000B0C21"/>
    <w:rsid w:val="000B3339"/>
    <w:rsid w:val="000B4324"/>
    <w:rsid w:val="000B5679"/>
    <w:rsid w:val="000B62CC"/>
    <w:rsid w:val="000B7E28"/>
    <w:rsid w:val="000C25A4"/>
    <w:rsid w:val="000C4467"/>
    <w:rsid w:val="000D6D53"/>
    <w:rsid w:val="000D7C33"/>
    <w:rsid w:val="000E1A16"/>
    <w:rsid w:val="000E2275"/>
    <w:rsid w:val="000E24E0"/>
    <w:rsid w:val="000E4836"/>
    <w:rsid w:val="000E7ABD"/>
    <w:rsid w:val="000F7DCF"/>
    <w:rsid w:val="0010057F"/>
    <w:rsid w:val="001057F2"/>
    <w:rsid w:val="00105821"/>
    <w:rsid w:val="0010593F"/>
    <w:rsid w:val="00105991"/>
    <w:rsid w:val="00120410"/>
    <w:rsid w:val="00121CEB"/>
    <w:rsid w:val="00123472"/>
    <w:rsid w:val="0012689E"/>
    <w:rsid w:val="00134ACB"/>
    <w:rsid w:val="00136A8B"/>
    <w:rsid w:val="001410A0"/>
    <w:rsid w:val="00144B21"/>
    <w:rsid w:val="0014517A"/>
    <w:rsid w:val="00147147"/>
    <w:rsid w:val="0014798E"/>
    <w:rsid w:val="00151555"/>
    <w:rsid w:val="001715D2"/>
    <w:rsid w:val="00172A3F"/>
    <w:rsid w:val="00175C33"/>
    <w:rsid w:val="00176A12"/>
    <w:rsid w:val="00180F88"/>
    <w:rsid w:val="00182972"/>
    <w:rsid w:val="001859FD"/>
    <w:rsid w:val="00185FC7"/>
    <w:rsid w:val="00190C52"/>
    <w:rsid w:val="00193CB8"/>
    <w:rsid w:val="00195E98"/>
    <w:rsid w:val="0019646F"/>
    <w:rsid w:val="001977BF"/>
    <w:rsid w:val="00197865"/>
    <w:rsid w:val="001A15B0"/>
    <w:rsid w:val="001A2178"/>
    <w:rsid w:val="001A3BFC"/>
    <w:rsid w:val="001A3F5F"/>
    <w:rsid w:val="001A62BD"/>
    <w:rsid w:val="001A7DB4"/>
    <w:rsid w:val="001B5D05"/>
    <w:rsid w:val="001C1F8E"/>
    <w:rsid w:val="001C2881"/>
    <w:rsid w:val="001C4B74"/>
    <w:rsid w:val="001C553B"/>
    <w:rsid w:val="001C66A6"/>
    <w:rsid w:val="001C6C3A"/>
    <w:rsid w:val="001C77B6"/>
    <w:rsid w:val="001C7CFF"/>
    <w:rsid w:val="001D0859"/>
    <w:rsid w:val="001D667E"/>
    <w:rsid w:val="001D7112"/>
    <w:rsid w:val="001E1AEA"/>
    <w:rsid w:val="001E328B"/>
    <w:rsid w:val="001E43CB"/>
    <w:rsid w:val="001E5D14"/>
    <w:rsid w:val="001F118C"/>
    <w:rsid w:val="001F13F0"/>
    <w:rsid w:val="001F3015"/>
    <w:rsid w:val="001F714E"/>
    <w:rsid w:val="00202E4F"/>
    <w:rsid w:val="00203BD9"/>
    <w:rsid w:val="00203E8E"/>
    <w:rsid w:val="0021303A"/>
    <w:rsid w:val="00217FB6"/>
    <w:rsid w:val="00223FE9"/>
    <w:rsid w:val="00224072"/>
    <w:rsid w:val="002240D4"/>
    <w:rsid w:val="00224716"/>
    <w:rsid w:val="00224800"/>
    <w:rsid w:val="00231877"/>
    <w:rsid w:val="00233808"/>
    <w:rsid w:val="00236B27"/>
    <w:rsid w:val="00237DAD"/>
    <w:rsid w:val="00240BEB"/>
    <w:rsid w:val="00251419"/>
    <w:rsid w:val="00254D0C"/>
    <w:rsid w:val="00256CC4"/>
    <w:rsid w:val="00257AA8"/>
    <w:rsid w:val="00260E32"/>
    <w:rsid w:val="00262E4D"/>
    <w:rsid w:val="002637E0"/>
    <w:rsid w:val="00264523"/>
    <w:rsid w:val="002666DB"/>
    <w:rsid w:val="00266961"/>
    <w:rsid w:val="002679F0"/>
    <w:rsid w:val="00267AA9"/>
    <w:rsid w:val="00270FA0"/>
    <w:rsid w:val="0027466B"/>
    <w:rsid w:val="00291C71"/>
    <w:rsid w:val="00294306"/>
    <w:rsid w:val="002966D5"/>
    <w:rsid w:val="002A1DDA"/>
    <w:rsid w:val="002A230C"/>
    <w:rsid w:val="002A35A9"/>
    <w:rsid w:val="002A6FF7"/>
    <w:rsid w:val="002B2CBB"/>
    <w:rsid w:val="002B2E83"/>
    <w:rsid w:val="002B50A5"/>
    <w:rsid w:val="002B66A2"/>
    <w:rsid w:val="002B6819"/>
    <w:rsid w:val="002C1409"/>
    <w:rsid w:val="002C20C8"/>
    <w:rsid w:val="002C2A99"/>
    <w:rsid w:val="002C3C13"/>
    <w:rsid w:val="002C5447"/>
    <w:rsid w:val="002C75D6"/>
    <w:rsid w:val="002D4B83"/>
    <w:rsid w:val="002E3533"/>
    <w:rsid w:val="002E37F8"/>
    <w:rsid w:val="002E3AB1"/>
    <w:rsid w:val="002E4012"/>
    <w:rsid w:val="002E48B8"/>
    <w:rsid w:val="002E5F5F"/>
    <w:rsid w:val="002F12C6"/>
    <w:rsid w:val="002F26C9"/>
    <w:rsid w:val="002F5929"/>
    <w:rsid w:val="002F61C9"/>
    <w:rsid w:val="002F792C"/>
    <w:rsid w:val="00302E07"/>
    <w:rsid w:val="003032D3"/>
    <w:rsid w:val="00303452"/>
    <w:rsid w:val="00310C30"/>
    <w:rsid w:val="00311428"/>
    <w:rsid w:val="003123D5"/>
    <w:rsid w:val="00312AC7"/>
    <w:rsid w:val="003226F0"/>
    <w:rsid w:val="00330BDA"/>
    <w:rsid w:val="0033218C"/>
    <w:rsid w:val="00332EDC"/>
    <w:rsid w:val="00333D36"/>
    <w:rsid w:val="00334F24"/>
    <w:rsid w:val="0034089E"/>
    <w:rsid w:val="00341E23"/>
    <w:rsid w:val="003443E5"/>
    <w:rsid w:val="0034470B"/>
    <w:rsid w:val="00344D42"/>
    <w:rsid w:val="00344E6E"/>
    <w:rsid w:val="003468F8"/>
    <w:rsid w:val="00350A9D"/>
    <w:rsid w:val="00351390"/>
    <w:rsid w:val="00352554"/>
    <w:rsid w:val="003528F4"/>
    <w:rsid w:val="00353010"/>
    <w:rsid w:val="00360BC8"/>
    <w:rsid w:val="0036446C"/>
    <w:rsid w:val="00364FD5"/>
    <w:rsid w:val="00365905"/>
    <w:rsid w:val="00365E35"/>
    <w:rsid w:val="00371D65"/>
    <w:rsid w:val="003749D9"/>
    <w:rsid w:val="00374FC6"/>
    <w:rsid w:val="00382D75"/>
    <w:rsid w:val="00383A20"/>
    <w:rsid w:val="00383C0B"/>
    <w:rsid w:val="003847A0"/>
    <w:rsid w:val="00392DB1"/>
    <w:rsid w:val="003931C1"/>
    <w:rsid w:val="00393F2B"/>
    <w:rsid w:val="00394868"/>
    <w:rsid w:val="00394AE5"/>
    <w:rsid w:val="00396301"/>
    <w:rsid w:val="00396EE9"/>
    <w:rsid w:val="003972CE"/>
    <w:rsid w:val="00397716"/>
    <w:rsid w:val="003A1FED"/>
    <w:rsid w:val="003A2391"/>
    <w:rsid w:val="003A6408"/>
    <w:rsid w:val="003A649D"/>
    <w:rsid w:val="003B229F"/>
    <w:rsid w:val="003C17B7"/>
    <w:rsid w:val="003C19A8"/>
    <w:rsid w:val="003C62C1"/>
    <w:rsid w:val="003D244A"/>
    <w:rsid w:val="003D73D8"/>
    <w:rsid w:val="003E11DA"/>
    <w:rsid w:val="003E1B47"/>
    <w:rsid w:val="003E2998"/>
    <w:rsid w:val="003E4D10"/>
    <w:rsid w:val="003F3299"/>
    <w:rsid w:val="003F4CBD"/>
    <w:rsid w:val="003F73F4"/>
    <w:rsid w:val="003F7531"/>
    <w:rsid w:val="003F795B"/>
    <w:rsid w:val="00401635"/>
    <w:rsid w:val="00410200"/>
    <w:rsid w:val="00410CC7"/>
    <w:rsid w:val="00411727"/>
    <w:rsid w:val="00415FD8"/>
    <w:rsid w:val="00421B51"/>
    <w:rsid w:val="0042546D"/>
    <w:rsid w:val="00432003"/>
    <w:rsid w:val="00432462"/>
    <w:rsid w:val="00432CA8"/>
    <w:rsid w:val="0043392E"/>
    <w:rsid w:val="00436E80"/>
    <w:rsid w:val="00437B88"/>
    <w:rsid w:val="004414AE"/>
    <w:rsid w:val="00441FEF"/>
    <w:rsid w:val="00445479"/>
    <w:rsid w:val="004519C2"/>
    <w:rsid w:val="004520BB"/>
    <w:rsid w:val="00452BE9"/>
    <w:rsid w:val="00454078"/>
    <w:rsid w:val="00454DC9"/>
    <w:rsid w:val="004571DC"/>
    <w:rsid w:val="004637D4"/>
    <w:rsid w:val="00466BF5"/>
    <w:rsid w:val="004829C1"/>
    <w:rsid w:val="0048596A"/>
    <w:rsid w:val="0048605A"/>
    <w:rsid w:val="004863CA"/>
    <w:rsid w:val="00487443"/>
    <w:rsid w:val="0049311A"/>
    <w:rsid w:val="004A016F"/>
    <w:rsid w:val="004A0305"/>
    <w:rsid w:val="004A0B3A"/>
    <w:rsid w:val="004A3542"/>
    <w:rsid w:val="004A39FD"/>
    <w:rsid w:val="004A6253"/>
    <w:rsid w:val="004A7B1E"/>
    <w:rsid w:val="004B36F2"/>
    <w:rsid w:val="004B6D17"/>
    <w:rsid w:val="004C0A16"/>
    <w:rsid w:val="004C1D01"/>
    <w:rsid w:val="004C3662"/>
    <w:rsid w:val="004C3D46"/>
    <w:rsid w:val="004C4A4F"/>
    <w:rsid w:val="004D16CC"/>
    <w:rsid w:val="004D408F"/>
    <w:rsid w:val="004E4BCA"/>
    <w:rsid w:val="004F020B"/>
    <w:rsid w:val="004F0FE8"/>
    <w:rsid w:val="004F48FB"/>
    <w:rsid w:val="004F5581"/>
    <w:rsid w:val="004F744A"/>
    <w:rsid w:val="00501BF1"/>
    <w:rsid w:val="005024B9"/>
    <w:rsid w:val="005033B2"/>
    <w:rsid w:val="00507CD8"/>
    <w:rsid w:val="005101BF"/>
    <w:rsid w:val="00517A77"/>
    <w:rsid w:val="00523480"/>
    <w:rsid w:val="00523DE9"/>
    <w:rsid w:val="00526453"/>
    <w:rsid w:val="005275D6"/>
    <w:rsid w:val="00531055"/>
    <w:rsid w:val="00531E65"/>
    <w:rsid w:val="005324C3"/>
    <w:rsid w:val="00532B3A"/>
    <w:rsid w:val="005429CB"/>
    <w:rsid w:val="00543394"/>
    <w:rsid w:val="00544F5B"/>
    <w:rsid w:val="00547333"/>
    <w:rsid w:val="00547D5C"/>
    <w:rsid w:val="005510C8"/>
    <w:rsid w:val="005574A3"/>
    <w:rsid w:val="00557D88"/>
    <w:rsid w:val="00561043"/>
    <w:rsid w:val="0056136A"/>
    <w:rsid w:val="005620B9"/>
    <w:rsid w:val="00562315"/>
    <w:rsid w:val="00562B81"/>
    <w:rsid w:val="00564209"/>
    <w:rsid w:val="00565BE9"/>
    <w:rsid w:val="005708A1"/>
    <w:rsid w:val="00573617"/>
    <w:rsid w:val="00576426"/>
    <w:rsid w:val="00580768"/>
    <w:rsid w:val="00584A55"/>
    <w:rsid w:val="005854BF"/>
    <w:rsid w:val="00585D78"/>
    <w:rsid w:val="005919BC"/>
    <w:rsid w:val="0059515E"/>
    <w:rsid w:val="005965E2"/>
    <w:rsid w:val="00597C27"/>
    <w:rsid w:val="005B614C"/>
    <w:rsid w:val="005B6CCB"/>
    <w:rsid w:val="005C1F3A"/>
    <w:rsid w:val="005C5899"/>
    <w:rsid w:val="005D049E"/>
    <w:rsid w:val="005D0F11"/>
    <w:rsid w:val="005D1CA8"/>
    <w:rsid w:val="005D409D"/>
    <w:rsid w:val="005D7A5B"/>
    <w:rsid w:val="005E104E"/>
    <w:rsid w:val="005E25D5"/>
    <w:rsid w:val="005E31F3"/>
    <w:rsid w:val="005E49A3"/>
    <w:rsid w:val="005F0A68"/>
    <w:rsid w:val="005F0DD6"/>
    <w:rsid w:val="005F1414"/>
    <w:rsid w:val="005F27F1"/>
    <w:rsid w:val="005F4EC1"/>
    <w:rsid w:val="00602806"/>
    <w:rsid w:val="00602D83"/>
    <w:rsid w:val="00605E1B"/>
    <w:rsid w:val="00607659"/>
    <w:rsid w:val="00607F48"/>
    <w:rsid w:val="00611D96"/>
    <w:rsid w:val="00612B65"/>
    <w:rsid w:val="00612E39"/>
    <w:rsid w:val="00614C69"/>
    <w:rsid w:val="00624CE6"/>
    <w:rsid w:val="00626A5B"/>
    <w:rsid w:val="00627321"/>
    <w:rsid w:val="00631FB0"/>
    <w:rsid w:val="006332F3"/>
    <w:rsid w:val="00635007"/>
    <w:rsid w:val="00641ED0"/>
    <w:rsid w:val="006436FE"/>
    <w:rsid w:val="006518BA"/>
    <w:rsid w:val="00657048"/>
    <w:rsid w:val="00660693"/>
    <w:rsid w:val="00664663"/>
    <w:rsid w:val="0066486B"/>
    <w:rsid w:val="00671C51"/>
    <w:rsid w:val="00674B64"/>
    <w:rsid w:val="006763E6"/>
    <w:rsid w:val="00681FE4"/>
    <w:rsid w:val="00691593"/>
    <w:rsid w:val="0069540D"/>
    <w:rsid w:val="00695C3B"/>
    <w:rsid w:val="006A5556"/>
    <w:rsid w:val="006A61BE"/>
    <w:rsid w:val="006B13D6"/>
    <w:rsid w:val="006B146E"/>
    <w:rsid w:val="006B2031"/>
    <w:rsid w:val="006B37DC"/>
    <w:rsid w:val="006B4A61"/>
    <w:rsid w:val="006B64F8"/>
    <w:rsid w:val="006C0094"/>
    <w:rsid w:val="006C1468"/>
    <w:rsid w:val="006C7A4E"/>
    <w:rsid w:val="006D1305"/>
    <w:rsid w:val="006D2A6C"/>
    <w:rsid w:val="006D7E14"/>
    <w:rsid w:val="006E2435"/>
    <w:rsid w:val="006E250E"/>
    <w:rsid w:val="006E48AB"/>
    <w:rsid w:val="006E4C45"/>
    <w:rsid w:val="006E5859"/>
    <w:rsid w:val="006F37A7"/>
    <w:rsid w:val="006F4F75"/>
    <w:rsid w:val="006F6E2B"/>
    <w:rsid w:val="00701EA9"/>
    <w:rsid w:val="0070494D"/>
    <w:rsid w:val="00705377"/>
    <w:rsid w:val="007059B8"/>
    <w:rsid w:val="00706E45"/>
    <w:rsid w:val="00710996"/>
    <w:rsid w:val="007126D5"/>
    <w:rsid w:val="00712D51"/>
    <w:rsid w:val="00712FDC"/>
    <w:rsid w:val="00714DFF"/>
    <w:rsid w:val="007178EA"/>
    <w:rsid w:val="0072750E"/>
    <w:rsid w:val="00732F57"/>
    <w:rsid w:val="0073367C"/>
    <w:rsid w:val="007361C2"/>
    <w:rsid w:val="0073633B"/>
    <w:rsid w:val="00741955"/>
    <w:rsid w:val="007422E6"/>
    <w:rsid w:val="007451E5"/>
    <w:rsid w:val="007456B7"/>
    <w:rsid w:val="007506CC"/>
    <w:rsid w:val="00756045"/>
    <w:rsid w:val="00756C5A"/>
    <w:rsid w:val="00760908"/>
    <w:rsid w:val="007630BD"/>
    <w:rsid w:val="00763A8A"/>
    <w:rsid w:val="007710BC"/>
    <w:rsid w:val="007710E1"/>
    <w:rsid w:val="00773BCC"/>
    <w:rsid w:val="00777772"/>
    <w:rsid w:val="00777849"/>
    <w:rsid w:val="0078048C"/>
    <w:rsid w:val="00782001"/>
    <w:rsid w:val="00787C89"/>
    <w:rsid w:val="00791670"/>
    <w:rsid w:val="00792902"/>
    <w:rsid w:val="00792935"/>
    <w:rsid w:val="0079379F"/>
    <w:rsid w:val="007946A7"/>
    <w:rsid w:val="00795601"/>
    <w:rsid w:val="00796C82"/>
    <w:rsid w:val="007A37DC"/>
    <w:rsid w:val="007B20FB"/>
    <w:rsid w:val="007B2BAF"/>
    <w:rsid w:val="007B534B"/>
    <w:rsid w:val="007C5369"/>
    <w:rsid w:val="007C5874"/>
    <w:rsid w:val="007D6EEE"/>
    <w:rsid w:val="007D74B4"/>
    <w:rsid w:val="007F04E6"/>
    <w:rsid w:val="007F065A"/>
    <w:rsid w:val="007F2A19"/>
    <w:rsid w:val="007F2C33"/>
    <w:rsid w:val="007F4869"/>
    <w:rsid w:val="007F70A2"/>
    <w:rsid w:val="008020F9"/>
    <w:rsid w:val="0080311B"/>
    <w:rsid w:val="00803672"/>
    <w:rsid w:val="00803689"/>
    <w:rsid w:val="00805FEF"/>
    <w:rsid w:val="00806DFE"/>
    <w:rsid w:val="0081240A"/>
    <w:rsid w:val="00812458"/>
    <w:rsid w:val="0081707F"/>
    <w:rsid w:val="00820385"/>
    <w:rsid w:val="00824EC9"/>
    <w:rsid w:val="00824FF4"/>
    <w:rsid w:val="008269B9"/>
    <w:rsid w:val="00842A10"/>
    <w:rsid w:val="00843177"/>
    <w:rsid w:val="00850F64"/>
    <w:rsid w:val="00854667"/>
    <w:rsid w:val="008604F6"/>
    <w:rsid w:val="00860E33"/>
    <w:rsid w:val="00861E12"/>
    <w:rsid w:val="00865FF6"/>
    <w:rsid w:val="0086607C"/>
    <w:rsid w:val="00867A94"/>
    <w:rsid w:val="0087202B"/>
    <w:rsid w:val="0087635F"/>
    <w:rsid w:val="00881978"/>
    <w:rsid w:val="00883F98"/>
    <w:rsid w:val="00884D7B"/>
    <w:rsid w:val="00886517"/>
    <w:rsid w:val="00890772"/>
    <w:rsid w:val="0089622B"/>
    <w:rsid w:val="00896FAC"/>
    <w:rsid w:val="008A0E2D"/>
    <w:rsid w:val="008A1490"/>
    <w:rsid w:val="008A2749"/>
    <w:rsid w:val="008A28E3"/>
    <w:rsid w:val="008A2E6A"/>
    <w:rsid w:val="008A4327"/>
    <w:rsid w:val="008A593E"/>
    <w:rsid w:val="008A6483"/>
    <w:rsid w:val="008A7BFD"/>
    <w:rsid w:val="008B09C3"/>
    <w:rsid w:val="008B424D"/>
    <w:rsid w:val="008B511A"/>
    <w:rsid w:val="008B53EE"/>
    <w:rsid w:val="008B53F7"/>
    <w:rsid w:val="008C4E39"/>
    <w:rsid w:val="008C766D"/>
    <w:rsid w:val="008D3661"/>
    <w:rsid w:val="008D41D7"/>
    <w:rsid w:val="008D62E1"/>
    <w:rsid w:val="008E0A84"/>
    <w:rsid w:val="008E111E"/>
    <w:rsid w:val="008E4B25"/>
    <w:rsid w:val="008E5244"/>
    <w:rsid w:val="008E5DC3"/>
    <w:rsid w:val="008E5EC5"/>
    <w:rsid w:val="008F1CCD"/>
    <w:rsid w:val="008F3125"/>
    <w:rsid w:val="008F32BD"/>
    <w:rsid w:val="008F493C"/>
    <w:rsid w:val="008F5A00"/>
    <w:rsid w:val="00905C8D"/>
    <w:rsid w:val="009060C3"/>
    <w:rsid w:val="00906470"/>
    <w:rsid w:val="0091059B"/>
    <w:rsid w:val="0091125D"/>
    <w:rsid w:val="00914C7B"/>
    <w:rsid w:val="00914D6F"/>
    <w:rsid w:val="00915FE1"/>
    <w:rsid w:val="009163FD"/>
    <w:rsid w:val="0091682E"/>
    <w:rsid w:val="009175D3"/>
    <w:rsid w:val="009223FD"/>
    <w:rsid w:val="00935CFC"/>
    <w:rsid w:val="009379B5"/>
    <w:rsid w:val="00941192"/>
    <w:rsid w:val="009416F6"/>
    <w:rsid w:val="0094382F"/>
    <w:rsid w:val="00944662"/>
    <w:rsid w:val="00946A40"/>
    <w:rsid w:val="0095045F"/>
    <w:rsid w:val="00950C5A"/>
    <w:rsid w:val="009524F1"/>
    <w:rsid w:val="009540BA"/>
    <w:rsid w:val="00955147"/>
    <w:rsid w:val="00960149"/>
    <w:rsid w:val="00964779"/>
    <w:rsid w:val="00965000"/>
    <w:rsid w:val="00970027"/>
    <w:rsid w:val="009777A8"/>
    <w:rsid w:val="009777C2"/>
    <w:rsid w:val="00984242"/>
    <w:rsid w:val="00984D9D"/>
    <w:rsid w:val="00987BA4"/>
    <w:rsid w:val="00993C70"/>
    <w:rsid w:val="009964FC"/>
    <w:rsid w:val="009A13A2"/>
    <w:rsid w:val="009B75A6"/>
    <w:rsid w:val="009C2867"/>
    <w:rsid w:val="009C2CC3"/>
    <w:rsid w:val="009C50B1"/>
    <w:rsid w:val="009D2252"/>
    <w:rsid w:val="009D38F3"/>
    <w:rsid w:val="009D5BC4"/>
    <w:rsid w:val="009E0ABB"/>
    <w:rsid w:val="009E23D0"/>
    <w:rsid w:val="009E6867"/>
    <w:rsid w:val="009F1323"/>
    <w:rsid w:val="009F198F"/>
    <w:rsid w:val="009F475B"/>
    <w:rsid w:val="009F4F70"/>
    <w:rsid w:val="00A00862"/>
    <w:rsid w:val="00A07129"/>
    <w:rsid w:val="00A10C6A"/>
    <w:rsid w:val="00A11C50"/>
    <w:rsid w:val="00A11C9C"/>
    <w:rsid w:val="00A16008"/>
    <w:rsid w:val="00A22DD9"/>
    <w:rsid w:val="00A243AD"/>
    <w:rsid w:val="00A26BC6"/>
    <w:rsid w:val="00A31322"/>
    <w:rsid w:val="00A330E3"/>
    <w:rsid w:val="00A45316"/>
    <w:rsid w:val="00A4598B"/>
    <w:rsid w:val="00A4750F"/>
    <w:rsid w:val="00A50263"/>
    <w:rsid w:val="00A51CD5"/>
    <w:rsid w:val="00A522B1"/>
    <w:rsid w:val="00A53638"/>
    <w:rsid w:val="00A53A52"/>
    <w:rsid w:val="00A649F8"/>
    <w:rsid w:val="00A658EC"/>
    <w:rsid w:val="00A67276"/>
    <w:rsid w:val="00A73D5B"/>
    <w:rsid w:val="00A7707E"/>
    <w:rsid w:val="00A83A05"/>
    <w:rsid w:val="00A85745"/>
    <w:rsid w:val="00A86EE6"/>
    <w:rsid w:val="00A904DE"/>
    <w:rsid w:val="00A90619"/>
    <w:rsid w:val="00A90D76"/>
    <w:rsid w:val="00AA14D4"/>
    <w:rsid w:val="00AA47A5"/>
    <w:rsid w:val="00AA4994"/>
    <w:rsid w:val="00AA6E01"/>
    <w:rsid w:val="00AB4D82"/>
    <w:rsid w:val="00AB771E"/>
    <w:rsid w:val="00AC2071"/>
    <w:rsid w:val="00AC3C21"/>
    <w:rsid w:val="00AC5BF6"/>
    <w:rsid w:val="00AC7CBB"/>
    <w:rsid w:val="00AE36FD"/>
    <w:rsid w:val="00AE4D55"/>
    <w:rsid w:val="00AE6663"/>
    <w:rsid w:val="00AE7A10"/>
    <w:rsid w:val="00AF00AE"/>
    <w:rsid w:val="00AF0111"/>
    <w:rsid w:val="00AF161D"/>
    <w:rsid w:val="00AF29CE"/>
    <w:rsid w:val="00AF7D4F"/>
    <w:rsid w:val="00B009E5"/>
    <w:rsid w:val="00B017A9"/>
    <w:rsid w:val="00B031AB"/>
    <w:rsid w:val="00B0423B"/>
    <w:rsid w:val="00B04AE8"/>
    <w:rsid w:val="00B05E6E"/>
    <w:rsid w:val="00B07769"/>
    <w:rsid w:val="00B077E9"/>
    <w:rsid w:val="00B13758"/>
    <w:rsid w:val="00B1592D"/>
    <w:rsid w:val="00B17133"/>
    <w:rsid w:val="00B217AB"/>
    <w:rsid w:val="00B25F81"/>
    <w:rsid w:val="00B26D68"/>
    <w:rsid w:val="00B26F1D"/>
    <w:rsid w:val="00B2765D"/>
    <w:rsid w:val="00B31B97"/>
    <w:rsid w:val="00B34465"/>
    <w:rsid w:val="00B3606E"/>
    <w:rsid w:val="00B4091A"/>
    <w:rsid w:val="00B42570"/>
    <w:rsid w:val="00B44274"/>
    <w:rsid w:val="00B44ECE"/>
    <w:rsid w:val="00B520A0"/>
    <w:rsid w:val="00B53CA2"/>
    <w:rsid w:val="00B5435A"/>
    <w:rsid w:val="00B55412"/>
    <w:rsid w:val="00B67F34"/>
    <w:rsid w:val="00B73652"/>
    <w:rsid w:val="00B76BAA"/>
    <w:rsid w:val="00B81985"/>
    <w:rsid w:val="00B81C3A"/>
    <w:rsid w:val="00B90D67"/>
    <w:rsid w:val="00B94960"/>
    <w:rsid w:val="00B94EE0"/>
    <w:rsid w:val="00B96369"/>
    <w:rsid w:val="00BA08F5"/>
    <w:rsid w:val="00BA3163"/>
    <w:rsid w:val="00BA4C33"/>
    <w:rsid w:val="00BA5A3A"/>
    <w:rsid w:val="00BA7659"/>
    <w:rsid w:val="00BB0986"/>
    <w:rsid w:val="00BB12EC"/>
    <w:rsid w:val="00BB151F"/>
    <w:rsid w:val="00BB6732"/>
    <w:rsid w:val="00BC16D3"/>
    <w:rsid w:val="00BC4C45"/>
    <w:rsid w:val="00BC63DC"/>
    <w:rsid w:val="00BC681B"/>
    <w:rsid w:val="00BC6F53"/>
    <w:rsid w:val="00BD2211"/>
    <w:rsid w:val="00BD28E6"/>
    <w:rsid w:val="00BD2BE4"/>
    <w:rsid w:val="00BD6EB4"/>
    <w:rsid w:val="00BD6FCB"/>
    <w:rsid w:val="00BD7B0A"/>
    <w:rsid w:val="00BE1535"/>
    <w:rsid w:val="00BE3F53"/>
    <w:rsid w:val="00BF028F"/>
    <w:rsid w:val="00BF0998"/>
    <w:rsid w:val="00BF2417"/>
    <w:rsid w:val="00BF2E04"/>
    <w:rsid w:val="00BF37D9"/>
    <w:rsid w:val="00BF46D6"/>
    <w:rsid w:val="00BF4A1D"/>
    <w:rsid w:val="00C019DC"/>
    <w:rsid w:val="00C04CC3"/>
    <w:rsid w:val="00C05B8F"/>
    <w:rsid w:val="00C060D0"/>
    <w:rsid w:val="00C07150"/>
    <w:rsid w:val="00C07AD6"/>
    <w:rsid w:val="00C12368"/>
    <w:rsid w:val="00C145B8"/>
    <w:rsid w:val="00C15E5F"/>
    <w:rsid w:val="00C16758"/>
    <w:rsid w:val="00C178E5"/>
    <w:rsid w:val="00C17E10"/>
    <w:rsid w:val="00C21DE0"/>
    <w:rsid w:val="00C22490"/>
    <w:rsid w:val="00C22F79"/>
    <w:rsid w:val="00C24CF6"/>
    <w:rsid w:val="00C40A24"/>
    <w:rsid w:val="00C40AC2"/>
    <w:rsid w:val="00C43A0C"/>
    <w:rsid w:val="00C45CFB"/>
    <w:rsid w:val="00C46665"/>
    <w:rsid w:val="00C46C15"/>
    <w:rsid w:val="00C5077E"/>
    <w:rsid w:val="00C50FE7"/>
    <w:rsid w:val="00C51116"/>
    <w:rsid w:val="00C55D8C"/>
    <w:rsid w:val="00C5695A"/>
    <w:rsid w:val="00C60FB2"/>
    <w:rsid w:val="00C6274B"/>
    <w:rsid w:val="00C67204"/>
    <w:rsid w:val="00C71466"/>
    <w:rsid w:val="00C71C5A"/>
    <w:rsid w:val="00C75E2C"/>
    <w:rsid w:val="00C80FAC"/>
    <w:rsid w:val="00C816BF"/>
    <w:rsid w:val="00C8327A"/>
    <w:rsid w:val="00C84EFE"/>
    <w:rsid w:val="00C908C7"/>
    <w:rsid w:val="00C90B6E"/>
    <w:rsid w:val="00C94078"/>
    <w:rsid w:val="00C95EC0"/>
    <w:rsid w:val="00C96C5A"/>
    <w:rsid w:val="00CA790F"/>
    <w:rsid w:val="00CB5F58"/>
    <w:rsid w:val="00CC00B7"/>
    <w:rsid w:val="00CC4CBF"/>
    <w:rsid w:val="00CD1AF0"/>
    <w:rsid w:val="00CD3961"/>
    <w:rsid w:val="00CD3B72"/>
    <w:rsid w:val="00CD3D47"/>
    <w:rsid w:val="00CD3F45"/>
    <w:rsid w:val="00CD40BA"/>
    <w:rsid w:val="00CD4B8B"/>
    <w:rsid w:val="00CD6EDA"/>
    <w:rsid w:val="00CD77CB"/>
    <w:rsid w:val="00CE0320"/>
    <w:rsid w:val="00CE3CAE"/>
    <w:rsid w:val="00CF07A6"/>
    <w:rsid w:val="00CF1A48"/>
    <w:rsid w:val="00CF1BF3"/>
    <w:rsid w:val="00CF2BB7"/>
    <w:rsid w:val="00CF49CB"/>
    <w:rsid w:val="00CF7166"/>
    <w:rsid w:val="00CF7559"/>
    <w:rsid w:val="00CF7952"/>
    <w:rsid w:val="00D005E6"/>
    <w:rsid w:val="00D01AF0"/>
    <w:rsid w:val="00D027A7"/>
    <w:rsid w:val="00D05237"/>
    <w:rsid w:val="00D066C6"/>
    <w:rsid w:val="00D1044F"/>
    <w:rsid w:val="00D10D04"/>
    <w:rsid w:val="00D16128"/>
    <w:rsid w:val="00D17AFF"/>
    <w:rsid w:val="00D204D2"/>
    <w:rsid w:val="00D20544"/>
    <w:rsid w:val="00D2066E"/>
    <w:rsid w:val="00D24DCA"/>
    <w:rsid w:val="00D40DF3"/>
    <w:rsid w:val="00D41589"/>
    <w:rsid w:val="00D45056"/>
    <w:rsid w:val="00D516E6"/>
    <w:rsid w:val="00D578DE"/>
    <w:rsid w:val="00D61121"/>
    <w:rsid w:val="00D650FD"/>
    <w:rsid w:val="00D6651D"/>
    <w:rsid w:val="00D66A07"/>
    <w:rsid w:val="00D6746A"/>
    <w:rsid w:val="00D678D7"/>
    <w:rsid w:val="00D75F46"/>
    <w:rsid w:val="00D76402"/>
    <w:rsid w:val="00D8416B"/>
    <w:rsid w:val="00D856C1"/>
    <w:rsid w:val="00D91704"/>
    <w:rsid w:val="00D94533"/>
    <w:rsid w:val="00DA1531"/>
    <w:rsid w:val="00DA2D2E"/>
    <w:rsid w:val="00DA2DE9"/>
    <w:rsid w:val="00DB0D12"/>
    <w:rsid w:val="00DB17AF"/>
    <w:rsid w:val="00DB74BE"/>
    <w:rsid w:val="00DC0F74"/>
    <w:rsid w:val="00DD03EE"/>
    <w:rsid w:val="00DD05B7"/>
    <w:rsid w:val="00DD0E94"/>
    <w:rsid w:val="00DD4676"/>
    <w:rsid w:val="00DD5BC3"/>
    <w:rsid w:val="00DD65FC"/>
    <w:rsid w:val="00DD6C74"/>
    <w:rsid w:val="00DD701D"/>
    <w:rsid w:val="00DD747F"/>
    <w:rsid w:val="00DD7DE2"/>
    <w:rsid w:val="00DE23A4"/>
    <w:rsid w:val="00DE3B95"/>
    <w:rsid w:val="00DE7095"/>
    <w:rsid w:val="00DF4619"/>
    <w:rsid w:val="00E0178A"/>
    <w:rsid w:val="00E02541"/>
    <w:rsid w:val="00E0297E"/>
    <w:rsid w:val="00E04189"/>
    <w:rsid w:val="00E05A65"/>
    <w:rsid w:val="00E13E70"/>
    <w:rsid w:val="00E16D2C"/>
    <w:rsid w:val="00E16F05"/>
    <w:rsid w:val="00E20E1B"/>
    <w:rsid w:val="00E219A1"/>
    <w:rsid w:val="00E27483"/>
    <w:rsid w:val="00E305D9"/>
    <w:rsid w:val="00E3178A"/>
    <w:rsid w:val="00E32109"/>
    <w:rsid w:val="00E36F52"/>
    <w:rsid w:val="00E41F9B"/>
    <w:rsid w:val="00E46E3D"/>
    <w:rsid w:val="00E525B0"/>
    <w:rsid w:val="00E55135"/>
    <w:rsid w:val="00E5592F"/>
    <w:rsid w:val="00E60B94"/>
    <w:rsid w:val="00E626E3"/>
    <w:rsid w:val="00E62E75"/>
    <w:rsid w:val="00E63D61"/>
    <w:rsid w:val="00E651D8"/>
    <w:rsid w:val="00E67252"/>
    <w:rsid w:val="00E71732"/>
    <w:rsid w:val="00E726A0"/>
    <w:rsid w:val="00E73F66"/>
    <w:rsid w:val="00E7425A"/>
    <w:rsid w:val="00E74ED3"/>
    <w:rsid w:val="00E76212"/>
    <w:rsid w:val="00E76FFF"/>
    <w:rsid w:val="00E77C6B"/>
    <w:rsid w:val="00E81110"/>
    <w:rsid w:val="00E82199"/>
    <w:rsid w:val="00E8275F"/>
    <w:rsid w:val="00E83C74"/>
    <w:rsid w:val="00E85059"/>
    <w:rsid w:val="00E86088"/>
    <w:rsid w:val="00E909F6"/>
    <w:rsid w:val="00E91A6D"/>
    <w:rsid w:val="00E96385"/>
    <w:rsid w:val="00E974C7"/>
    <w:rsid w:val="00EA1DD4"/>
    <w:rsid w:val="00EA1F6A"/>
    <w:rsid w:val="00EA2684"/>
    <w:rsid w:val="00EA3E6F"/>
    <w:rsid w:val="00EA6A3A"/>
    <w:rsid w:val="00EA716A"/>
    <w:rsid w:val="00EB3F47"/>
    <w:rsid w:val="00EB7BC9"/>
    <w:rsid w:val="00EC000A"/>
    <w:rsid w:val="00EC03C5"/>
    <w:rsid w:val="00EC06D7"/>
    <w:rsid w:val="00EC2119"/>
    <w:rsid w:val="00EC623D"/>
    <w:rsid w:val="00ED249C"/>
    <w:rsid w:val="00ED3BF9"/>
    <w:rsid w:val="00ED3E9B"/>
    <w:rsid w:val="00EE1547"/>
    <w:rsid w:val="00EE2EC5"/>
    <w:rsid w:val="00EE7087"/>
    <w:rsid w:val="00EF3173"/>
    <w:rsid w:val="00EF7D69"/>
    <w:rsid w:val="00F02359"/>
    <w:rsid w:val="00F0236F"/>
    <w:rsid w:val="00F10878"/>
    <w:rsid w:val="00F1148F"/>
    <w:rsid w:val="00F16D22"/>
    <w:rsid w:val="00F170C5"/>
    <w:rsid w:val="00F170FB"/>
    <w:rsid w:val="00F223F3"/>
    <w:rsid w:val="00F26B3A"/>
    <w:rsid w:val="00F300ED"/>
    <w:rsid w:val="00F33D75"/>
    <w:rsid w:val="00F34D6D"/>
    <w:rsid w:val="00F372EA"/>
    <w:rsid w:val="00F47972"/>
    <w:rsid w:val="00F53798"/>
    <w:rsid w:val="00F53A18"/>
    <w:rsid w:val="00F55640"/>
    <w:rsid w:val="00F61F34"/>
    <w:rsid w:val="00F6541E"/>
    <w:rsid w:val="00F65540"/>
    <w:rsid w:val="00F70451"/>
    <w:rsid w:val="00F708EB"/>
    <w:rsid w:val="00F74206"/>
    <w:rsid w:val="00F8105F"/>
    <w:rsid w:val="00F8194C"/>
    <w:rsid w:val="00F83435"/>
    <w:rsid w:val="00F847DA"/>
    <w:rsid w:val="00F84E92"/>
    <w:rsid w:val="00F90ECC"/>
    <w:rsid w:val="00F9321B"/>
    <w:rsid w:val="00FA283D"/>
    <w:rsid w:val="00FB00D9"/>
    <w:rsid w:val="00FD2F7B"/>
    <w:rsid w:val="00FD3347"/>
    <w:rsid w:val="00FD69F2"/>
    <w:rsid w:val="00FD7C8A"/>
    <w:rsid w:val="00FE12CE"/>
    <w:rsid w:val="00FE16B9"/>
    <w:rsid w:val="00FE2CD7"/>
    <w:rsid w:val="00FE5C42"/>
    <w:rsid w:val="00FE65AA"/>
    <w:rsid w:val="00FE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ba0a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747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04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79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421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8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379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35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501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4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7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7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44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5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08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9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4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2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43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29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86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48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1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0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9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0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7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2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8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47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3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62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07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368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67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8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305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56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6702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925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230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85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8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64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91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85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23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0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3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27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3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62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09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53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9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86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6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15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27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5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88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7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46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97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90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385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1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49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0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7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58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46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67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347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8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04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8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72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56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3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7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2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10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79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57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6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93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9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762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7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18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0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071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1;&#1585;&#1605;%20&#1607;&#157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ITRC Dark Blue">
      <a:dk1>
        <a:sysClr val="windowText" lastClr="000000"/>
      </a:dk1>
      <a:lt1>
        <a:sysClr val="window" lastClr="FFFFFF"/>
      </a:lt1>
      <a:dk2>
        <a:srgbClr val="0A5FA5"/>
      </a:dk2>
      <a:lt2>
        <a:srgbClr val="8CC8C8"/>
      </a:lt2>
      <a:accent1>
        <a:srgbClr val="0A5FA5"/>
      </a:accent1>
      <a:accent2>
        <a:srgbClr val="1BA0AF"/>
      </a:accent2>
      <a:accent3>
        <a:srgbClr val="76A84E"/>
      </a:accent3>
      <a:accent4>
        <a:srgbClr val="8CC8C8"/>
      </a:accent4>
      <a:accent5>
        <a:srgbClr val="E36C09"/>
      </a:accent5>
      <a:accent6>
        <a:srgbClr val="F79646"/>
      </a:accent6>
      <a:hlink>
        <a:srgbClr val="0A5FA5"/>
      </a:hlink>
      <a:folHlink>
        <a:srgbClr val="0F596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3E8BB-AA68-406A-A093-EB28CC923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الگو.dotx</Template>
  <TotalTime>0</TotalTime>
  <Pages>3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گزارش‌ها و مستندات - پژوهشگاه</vt:lpstr>
    </vt:vector>
  </TitlesOfParts>
  <Company/>
  <LinksUpToDate>false</LinksUpToDate>
  <CharactersWithSpaces>2009</CharactersWithSpaces>
  <SharedDoc>false</SharedDoc>
  <HLinks>
    <vt:vector size="54" baseType="variant"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_Toc397370556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_Toc397370555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_Toc397370554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_Toc397370553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_Toc397370552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_Toc397370551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_Toc397370550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_Toc397370549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_Toc397370548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گزارش‌ها و مستندات - پژوهشگاه</dc:title>
  <dc:creator>Seif2</dc:creator>
  <dc:description>پژوهشگاه ارتباطات و فناوری اطلاعات</dc:description>
  <cp:lastModifiedBy>Jannati</cp:lastModifiedBy>
  <cp:revision>2</cp:revision>
  <cp:lastPrinted>2014-09-01T13:51:00Z</cp:lastPrinted>
  <dcterms:created xsi:type="dcterms:W3CDTF">2016-07-09T05:56:00Z</dcterms:created>
  <dcterms:modified xsi:type="dcterms:W3CDTF">2016-07-09T05:56:00Z</dcterms:modified>
</cp:coreProperties>
</file>