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863" w:type="dxa"/>
        <w:tblInd w:w="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5602"/>
      </w:tblGrid>
      <w:tr w:rsidR="00471D0A" w:rsidRPr="00653EF3" w:rsidTr="00471D0A">
        <w:tc>
          <w:tcPr>
            <w:tcW w:w="4261" w:type="dxa"/>
            <w:shd w:val="clear" w:color="auto" w:fill="auto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  <w:bookmarkStart w:id="0" w:name="_GoBack"/>
            <w:bookmarkEnd w:id="0"/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پژوهشكده</w:t>
            </w: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</w:t>
            </w: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:</w:t>
            </w: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</w:t>
            </w:r>
          </w:p>
        </w:tc>
        <w:tc>
          <w:tcPr>
            <w:tcW w:w="5602" w:type="dxa"/>
            <w:shd w:val="clear" w:color="auto" w:fill="auto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گروه: </w:t>
            </w:r>
          </w:p>
        </w:tc>
      </w:tr>
      <w:tr w:rsidR="00471D0A" w:rsidRPr="00653EF3" w:rsidTr="00471D0A">
        <w:tc>
          <w:tcPr>
            <w:tcW w:w="9863" w:type="dxa"/>
            <w:gridSpan w:val="2"/>
            <w:shd w:val="clear" w:color="auto" w:fill="auto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عنوان پروژه:</w:t>
            </w: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</w:t>
            </w:r>
          </w:p>
        </w:tc>
      </w:tr>
      <w:tr w:rsidR="00471D0A" w:rsidRPr="00653EF3" w:rsidTr="00471D0A">
        <w:tc>
          <w:tcPr>
            <w:tcW w:w="9863" w:type="dxa"/>
            <w:gridSpan w:val="2"/>
            <w:shd w:val="clear" w:color="auto" w:fill="auto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نام مجري/شركت پيشنهاد برگزيده: </w:t>
            </w:r>
          </w:p>
        </w:tc>
      </w:tr>
      <w:tr w:rsidR="00471D0A" w:rsidRPr="00653EF3" w:rsidTr="00471D0A">
        <w:tc>
          <w:tcPr>
            <w:tcW w:w="9863" w:type="dxa"/>
            <w:gridSpan w:val="2"/>
            <w:shd w:val="clear" w:color="auto" w:fill="auto"/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نوع پروژه:         </w:t>
            </w: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بنيادي</w:t>
            </w:r>
            <w:r w:rsidRPr="00653EF3">
              <w:rPr>
                <w:rFonts w:hint="cs"/>
                <w:szCs w:val="24"/>
              </w:rPr>
              <w:sym w:font="Wingdings" w:char="F0A8"/>
            </w: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         راهبردي</w:t>
            </w:r>
            <w:r w:rsidRPr="00653EF3">
              <w:rPr>
                <w:rFonts w:hint="cs"/>
                <w:szCs w:val="24"/>
              </w:rPr>
              <w:sym w:font="Wingdings" w:char="F0A8"/>
            </w: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               كاربردي</w:t>
            </w:r>
            <w:r w:rsidRPr="00653EF3">
              <w:rPr>
                <w:rFonts w:hint="cs"/>
                <w:szCs w:val="24"/>
              </w:rPr>
              <w:sym w:font="Wingdings" w:char="F0A8"/>
            </w: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               توسعه‌اي</w:t>
            </w:r>
            <w:r w:rsidRPr="00653EF3">
              <w:rPr>
                <w:rFonts w:hint="cs"/>
                <w:szCs w:val="24"/>
              </w:rPr>
              <w:sym w:font="Wingdings" w:char="F0A8"/>
            </w:r>
          </w:p>
        </w:tc>
      </w:tr>
      <w:tr w:rsidR="00471D0A" w:rsidRPr="00653EF3" w:rsidTr="00471D0A">
        <w:tc>
          <w:tcPr>
            <w:tcW w:w="4261" w:type="dxa"/>
            <w:tcBorders>
              <w:bottom w:val="double" w:sz="4" w:space="0" w:color="auto"/>
            </w:tcBorders>
            <w:shd w:val="clear" w:color="auto" w:fill="auto"/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برونسپاري شده:  </w:t>
            </w: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  بلي</w:t>
            </w:r>
            <w:r w:rsidRPr="00653EF3">
              <w:rPr>
                <w:rFonts w:hint="cs"/>
                <w:szCs w:val="24"/>
              </w:rPr>
              <w:sym w:font="Wingdings" w:char="F0A8"/>
            </w: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               خير  </w:t>
            </w:r>
            <w:r w:rsidRPr="00653EF3">
              <w:rPr>
                <w:rFonts w:hint="cs"/>
                <w:szCs w:val="24"/>
              </w:rPr>
              <w:sym w:font="Wingdings" w:char="F0A8"/>
            </w:r>
          </w:p>
        </w:tc>
        <w:tc>
          <w:tcPr>
            <w:tcW w:w="5602" w:type="dxa"/>
            <w:tcBorders>
              <w:bottom w:val="double" w:sz="4" w:space="0" w:color="auto"/>
            </w:tcBorders>
            <w:shd w:val="clear" w:color="auto" w:fill="auto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اعتبار برآورد شده اوليه:</w:t>
            </w:r>
          </w:p>
        </w:tc>
      </w:tr>
      <w:tr w:rsidR="00471D0A" w:rsidRPr="00653EF3" w:rsidTr="00471D0A">
        <w:tc>
          <w:tcPr>
            <w:tcW w:w="4261" w:type="dxa"/>
            <w:tcBorders>
              <w:top w:val="double" w:sz="4" w:space="0" w:color="auto"/>
              <w:left w:val="double" w:sz="4" w:space="0" w:color="FFFFFF"/>
              <w:bottom w:val="double" w:sz="4" w:space="0" w:color="auto"/>
              <w:right w:val="double" w:sz="4" w:space="0" w:color="FFFFFF"/>
            </w:tcBorders>
            <w:shd w:val="clear" w:color="auto" w:fill="auto"/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</w:p>
        </w:tc>
        <w:tc>
          <w:tcPr>
            <w:tcW w:w="5602" w:type="dxa"/>
            <w:tcBorders>
              <w:top w:val="double" w:sz="4" w:space="0" w:color="auto"/>
              <w:left w:val="double" w:sz="4" w:space="0" w:color="FFFFFF"/>
              <w:bottom w:val="double" w:sz="4" w:space="0" w:color="auto"/>
              <w:right w:val="double" w:sz="4" w:space="0" w:color="FFFFFF"/>
            </w:tcBorders>
            <w:shd w:val="clear" w:color="auto" w:fill="auto"/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</w:p>
        </w:tc>
      </w:tr>
      <w:tr w:rsidR="00471D0A" w:rsidRPr="00653EF3" w:rsidTr="00471D0A">
        <w:tc>
          <w:tcPr>
            <w:tcW w:w="4261" w:type="dxa"/>
            <w:tcBorders>
              <w:top w:val="double" w:sz="4" w:space="0" w:color="auto"/>
            </w:tcBorders>
            <w:shd w:val="clear" w:color="auto" w:fill="auto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اعتبار در خواستي مجري: </w:t>
            </w:r>
          </w:p>
        </w:tc>
        <w:tc>
          <w:tcPr>
            <w:tcW w:w="5602" w:type="dxa"/>
            <w:tcBorders>
              <w:top w:val="double" w:sz="4" w:space="0" w:color="auto"/>
            </w:tcBorders>
            <w:shd w:val="clear" w:color="auto" w:fill="auto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اعتبار پروژه مصوب: </w:t>
            </w:r>
          </w:p>
        </w:tc>
      </w:tr>
      <w:tr w:rsidR="00471D0A" w:rsidRPr="00653EF3" w:rsidTr="00471D0A">
        <w:tc>
          <w:tcPr>
            <w:tcW w:w="4261" w:type="dxa"/>
            <w:shd w:val="clear" w:color="auto" w:fill="auto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مدت زمان اجراي پروژه:</w:t>
            </w:r>
            <w:r w:rsidRPr="00653EF3">
              <w:rPr>
                <w:rFonts w:hint="cs"/>
                <w:szCs w:val="24"/>
                <w:rtl/>
                <w:lang w:val="de-DE"/>
              </w:rPr>
              <w:t xml:space="preserve"> </w:t>
            </w:r>
          </w:p>
        </w:tc>
        <w:tc>
          <w:tcPr>
            <w:tcW w:w="5602" w:type="dxa"/>
            <w:shd w:val="clear" w:color="auto" w:fill="auto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محل اجراي پروژه: </w:t>
            </w:r>
          </w:p>
        </w:tc>
      </w:tr>
      <w:tr w:rsidR="00471D0A" w:rsidRPr="00653EF3" w:rsidTr="00471D0A">
        <w:tc>
          <w:tcPr>
            <w:tcW w:w="9863" w:type="dxa"/>
            <w:gridSpan w:val="2"/>
            <w:shd w:val="clear" w:color="auto" w:fill="auto"/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مشاركت مالي مجري:</w:t>
            </w: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                ندارد</w:t>
            </w:r>
            <w:r w:rsidRPr="00653EF3">
              <w:rPr>
                <w:rFonts w:hint="cs"/>
                <w:szCs w:val="24"/>
              </w:rPr>
              <w:sym w:font="Wingdings" w:char="F0A8"/>
            </w: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            دارد </w:t>
            </w:r>
            <w:r w:rsidRPr="00653EF3">
              <w:rPr>
                <w:rFonts w:hint="cs"/>
                <w:szCs w:val="24"/>
              </w:rPr>
              <w:sym w:font="Wingdings" w:char="F0A8"/>
            </w: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                         (درصد مشاركت               )</w:t>
            </w:r>
          </w:p>
        </w:tc>
      </w:tr>
      <w:tr w:rsidR="00471D0A" w:rsidRPr="00653EF3" w:rsidTr="00471D0A">
        <w:tc>
          <w:tcPr>
            <w:tcW w:w="9863" w:type="dxa"/>
            <w:gridSpan w:val="2"/>
            <w:shd w:val="clear" w:color="auto" w:fill="auto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امتياز حاصل از ارزيابي سوابق علمي- اجرايي/ارزيابي فني / امتياز كل مكتسبه:</w:t>
            </w:r>
          </w:p>
        </w:tc>
      </w:tr>
      <w:tr w:rsidR="00471D0A" w:rsidRPr="00653EF3" w:rsidTr="00471D0A">
        <w:tc>
          <w:tcPr>
            <w:tcW w:w="4261" w:type="dxa"/>
            <w:shd w:val="clear" w:color="auto" w:fill="auto"/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ناظر/گروه نظارتي:</w:t>
            </w: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</w:t>
            </w:r>
          </w:p>
        </w:tc>
        <w:tc>
          <w:tcPr>
            <w:tcW w:w="5602" w:type="dxa"/>
            <w:shd w:val="clear" w:color="auto" w:fill="auto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szCs w:val="24"/>
                <w:rtl/>
                <w:lang w:val="de-DE" w:bidi="fa-IR"/>
              </w:rPr>
              <w:t xml:space="preserve"> </w:t>
            </w: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متقاضي پروژه:</w:t>
            </w:r>
          </w:p>
        </w:tc>
      </w:tr>
    </w:tbl>
    <w:p w:rsidR="00471D0A" w:rsidRPr="00653EF3" w:rsidRDefault="00471D0A" w:rsidP="00471D0A">
      <w:pPr>
        <w:rPr>
          <w:b/>
          <w:bCs/>
          <w:szCs w:val="24"/>
          <w:rtl/>
          <w:lang w:val="de-DE" w:bidi="fa-IR"/>
        </w:rPr>
      </w:pPr>
      <w:r w:rsidRPr="00653EF3">
        <w:rPr>
          <w:rFonts w:hint="cs"/>
          <w:b/>
          <w:bCs/>
          <w:szCs w:val="24"/>
          <w:rtl/>
          <w:lang w:val="de-DE" w:bidi="fa-IR"/>
        </w:rPr>
        <w:t>پيشنهاد دهندگان ( در خصوص پروژه هاي برونسپاري ):</w:t>
      </w:r>
    </w:p>
    <w:tbl>
      <w:tblPr>
        <w:bidiVisual/>
        <w:tblW w:w="9972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320"/>
        <w:gridCol w:w="1686"/>
        <w:gridCol w:w="3292"/>
      </w:tblGrid>
      <w:tr w:rsidR="00471D0A" w:rsidRPr="00653EF3" w:rsidTr="00471D0A">
        <w:tc>
          <w:tcPr>
            <w:tcW w:w="67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رديف</w:t>
            </w:r>
          </w:p>
        </w:tc>
        <w:tc>
          <w:tcPr>
            <w:tcW w:w="4320" w:type="dxa"/>
            <w:tcBorders>
              <w:top w:val="double" w:sz="4" w:space="0" w:color="auto"/>
            </w:tcBorders>
            <w:vAlign w:val="center"/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مجري/ شركت ارائه دهنده پروژه</w:t>
            </w:r>
          </w:p>
        </w:tc>
        <w:tc>
          <w:tcPr>
            <w:tcW w:w="1686" w:type="dxa"/>
            <w:tcBorders>
              <w:top w:val="double" w:sz="4" w:space="0" w:color="auto"/>
            </w:tcBorders>
            <w:vAlign w:val="center"/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جمع امتياز مكتسبه</w:t>
            </w:r>
          </w:p>
        </w:tc>
        <w:tc>
          <w:tcPr>
            <w:tcW w:w="329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قيمت پيشنهادي</w:t>
            </w:r>
          </w:p>
        </w:tc>
      </w:tr>
      <w:tr w:rsidR="00471D0A" w:rsidRPr="00653EF3" w:rsidTr="00471D0A">
        <w:tc>
          <w:tcPr>
            <w:tcW w:w="674" w:type="dxa"/>
            <w:tcBorders>
              <w:left w:val="double" w:sz="4" w:space="0" w:color="auto"/>
            </w:tcBorders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1</w:t>
            </w:r>
          </w:p>
        </w:tc>
        <w:tc>
          <w:tcPr>
            <w:tcW w:w="4320" w:type="dxa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686" w:type="dxa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292" w:type="dxa"/>
            <w:tcBorders>
              <w:right w:val="double" w:sz="4" w:space="0" w:color="auto"/>
            </w:tcBorders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</w:p>
        </w:tc>
      </w:tr>
      <w:tr w:rsidR="00471D0A" w:rsidRPr="00653EF3" w:rsidTr="00471D0A">
        <w:tc>
          <w:tcPr>
            <w:tcW w:w="674" w:type="dxa"/>
            <w:tcBorders>
              <w:left w:val="double" w:sz="4" w:space="0" w:color="auto"/>
            </w:tcBorders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2</w:t>
            </w:r>
          </w:p>
        </w:tc>
        <w:tc>
          <w:tcPr>
            <w:tcW w:w="4320" w:type="dxa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686" w:type="dxa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292" w:type="dxa"/>
            <w:tcBorders>
              <w:right w:val="double" w:sz="4" w:space="0" w:color="auto"/>
            </w:tcBorders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</w:p>
        </w:tc>
      </w:tr>
      <w:tr w:rsidR="00471D0A" w:rsidRPr="00653EF3" w:rsidTr="00471D0A">
        <w:tc>
          <w:tcPr>
            <w:tcW w:w="674" w:type="dxa"/>
            <w:tcBorders>
              <w:left w:val="double" w:sz="4" w:space="0" w:color="auto"/>
            </w:tcBorders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3</w:t>
            </w:r>
          </w:p>
        </w:tc>
        <w:tc>
          <w:tcPr>
            <w:tcW w:w="4320" w:type="dxa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686" w:type="dxa"/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292" w:type="dxa"/>
            <w:tcBorders>
              <w:right w:val="double" w:sz="4" w:space="0" w:color="auto"/>
            </w:tcBorders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</w:p>
        </w:tc>
      </w:tr>
      <w:tr w:rsidR="00471D0A" w:rsidRPr="00653EF3" w:rsidTr="00471D0A">
        <w:tc>
          <w:tcPr>
            <w:tcW w:w="674" w:type="dxa"/>
            <w:tcBorders>
              <w:left w:val="double" w:sz="4" w:space="0" w:color="auto"/>
              <w:bottom w:val="double" w:sz="4" w:space="0" w:color="auto"/>
            </w:tcBorders>
          </w:tcPr>
          <w:p w:rsidR="00471D0A" w:rsidRPr="00653EF3" w:rsidRDefault="00471D0A" w:rsidP="00471D0A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4</w:t>
            </w:r>
          </w:p>
        </w:tc>
        <w:tc>
          <w:tcPr>
            <w:tcW w:w="4320" w:type="dxa"/>
            <w:tcBorders>
              <w:bottom w:val="double" w:sz="4" w:space="0" w:color="auto"/>
            </w:tcBorders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1686" w:type="dxa"/>
            <w:tcBorders>
              <w:bottom w:val="double" w:sz="4" w:space="0" w:color="auto"/>
            </w:tcBorders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</w:p>
        </w:tc>
        <w:tc>
          <w:tcPr>
            <w:tcW w:w="3292" w:type="dxa"/>
            <w:tcBorders>
              <w:bottom w:val="double" w:sz="4" w:space="0" w:color="auto"/>
              <w:right w:val="double" w:sz="4" w:space="0" w:color="auto"/>
            </w:tcBorders>
          </w:tcPr>
          <w:p w:rsidR="00471D0A" w:rsidRPr="00653EF3" w:rsidRDefault="00471D0A" w:rsidP="00471D0A">
            <w:pPr>
              <w:rPr>
                <w:szCs w:val="24"/>
                <w:rtl/>
                <w:lang w:val="de-DE" w:bidi="fa-IR"/>
              </w:rPr>
            </w:pPr>
          </w:p>
        </w:tc>
      </w:tr>
    </w:tbl>
    <w:p w:rsidR="00653EF3" w:rsidRDefault="00653EF3" w:rsidP="00471D0A">
      <w:pPr>
        <w:rPr>
          <w:b/>
          <w:bCs/>
          <w:szCs w:val="24"/>
          <w:rtl/>
          <w:lang w:bidi="fa-IR"/>
        </w:rPr>
      </w:pPr>
    </w:p>
    <w:p w:rsidR="00653EF3" w:rsidRDefault="00653EF3" w:rsidP="00471D0A">
      <w:pPr>
        <w:rPr>
          <w:b/>
          <w:bCs/>
          <w:szCs w:val="24"/>
          <w:rtl/>
          <w:lang w:bidi="fa-IR"/>
        </w:rPr>
      </w:pPr>
    </w:p>
    <w:p w:rsidR="00653EF3" w:rsidRDefault="00653EF3" w:rsidP="00471D0A">
      <w:pPr>
        <w:rPr>
          <w:b/>
          <w:bCs/>
          <w:szCs w:val="24"/>
          <w:rtl/>
          <w:lang w:bidi="fa-IR"/>
        </w:rPr>
      </w:pPr>
    </w:p>
    <w:p w:rsidR="00653EF3" w:rsidRDefault="00653EF3" w:rsidP="00471D0A">
      <w:pPr>
        <w:rPr>
          <w:b/>
          <w:bCs/>
          <w:szCs w:val="24"/>
          <w:rtl/>
          <w:lang w:bidi="fa-IR"/>
        </w:rPr>
      </w:pPr>
    </w:p>
    <w:p w:rsidR="00653EF3" w:rsidRDefault="00653EF3" w:rsidP="00471D0A">
      <w:pPr>
        <w:rPr>
          <w:b/>
          <w:bCs/>
          <w:szCs w:val="24"/>
          <w:rtl/>
          <w:lang w:bidi="fa-IR"/>
        </w:rPr>
      </w:pPr>
    </w:p>
    <w:p w:rsidR="00653EF3" w:rsidRDefault="00653EF3" w:rsidP="00471D0A">
      <w:pPr>
        <w:rPr>
          <w:b/>
          <w:bCs/>
          <w:szCs w:val="24"/>
          <w:rtl/>
          <w:lang w:bidi="fa-IR"/>
        </w:rPr>
      </w:pPr>
    </w:p>
    <w:p w:rsidR="00653EF3" w:rsidRDefault="00653EF3" w:rsidP="00471D0A">
      <w:pPr>
        <w:rPr>
          <w:b/>
          <w:bCs/>
          <w:szCs w:val="24"/>
          <w:rtl/>
          <w:lang w:bidi="fa-IR"/>
        </w:rPr>
      </w:pPr>
    </w:p>
    <w:p w:rsidR="00471D0A" w:rsidRPr="00653EF3" w:rsidRDefault="00471D0A" w:rsidP="00471D0A">
      <w:pPr>
        <w:rPr>
          <w:b/>
          <w:bCs/>
          <w:szCs w:val="24"/>
          <w:rtl/>
        </w:rPr>
      </w:pPr>
      <w:r w:rsidRPr="00653EF3">
        <w:rPr>
          <w:rFonts w:hint="cs"/>
          <w:b/>
          <w:bCs/>
          <w:szCs w:val="24"/>
          <w:rtl/>
        </w:rPr>
        <w:t xml:space="preserve">شرح </w:t>
      </w:r>
      <w:r w:rsidRPr="00653EF3">
        <w:rPr>
          <w:rFonts w:hint="cs"/>
          <w:b/>
          <w:bCs/>
          <w:szCs w:val="24"/>
          <w:rtl/>
          <w:lang w:bidi="fa-IR"/>
        </w:rPr>
        <w:t xml:space="preserve">خدمات </w:t>
      </w:r>
      <w:r w:rsidRPr="00653EF3">
        <w:rPr>
          <w:rFonts w:hint="cs"/>
          <w:b/>
          <w:bCs/>
          <w:szCs w:val="24"/>
          <w:rtl/>
        </w:rPr>
        <w:t>پروژه :</w:t>
      </w:r>
    </w:p>
    <w:tbl>
      <w:tblPr>
        <w:bidiVisual/>
        <w:tblW w:w="9972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2"/>
      </w:tblGrid>
      <w:tr w:rsidR="00471D0A" w:rsidRPr="00653EF3" w:rsidTr="00471D0A">
        <w:trPr>
          <w:trHeight w:val="2759"/>
        </w:trPr>
        <w:tc>
          <w:tcPr>
            <w:tcW w:w="9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D0A" w:rsidRPr="00653EF3" w:rsidRDefault="00471D0A" w:rsidP="00F74667">
            <w:pPr>
              <w:ind w:left="288" w:right="288"/>
              <w:jc w:val="lowKashida"/>
              <w:rPr>
                <w:rtl/>
                <w:lang w:bidi="fa-IR"/>
              </w:rPr>
            </w:pPr>
          </w:p>
        </w:tc>
      </w:tr>
    </w:tbl>
    <w:p w:rsidR="00471D0A" w:rsidRPr="00653EF3" w:rsidRDefault="00471D0A" w:rsidP="00471D0A">
      <w:pPr>
        <w:ind w:firstLine="0"/>
        <w:rPr>
          <w:b/>
          <w:bCs/>
          <w:szCs w:val="24"/>
          <w:rtl/>
          <w:lang w:bidi="fa-IR"/>
        </w:rPr>
      </w:pPr>
      <w:r w:rsidRPr="00653EF3">
        <w:rPr>
          <w:rFonts w:hint="cs"/>
          <w:b/>
          <w:bCs/>
          <w:szCs w:val="24"/>
          <w:rtl/>
          <w:lang w:bidi="fa-IR"/>
        </w:rPr>
        <w:t>جنبه</w:t>
      </w:r>
      <w:r w:rsidRPr="00653EF3">
        <w:rPr>
          <w:rFonts w:hint="cs"/>
          <w:b/>
          <w:bCs/>
          <w:szCs w:val="24"/>
          <w:rtl/>
          <w:lang w:bidi="fa-IR"/>
        </w:rPr>
        <w:softHyphen/>
        <w:t>هاي نوآوري پروژه:</w:t>
      </w:r>
    </w:p>
    <w:tbl>
      <w:tblPr>
        <w:bidiVisual/>
        <w:tblW w:w="9955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55"/>
      </w:tblGrid>
      <w:tr w:rsidR="00471D0A" w:rsidRPr="00653EF3" w:rsidTr="00471D0A">
        <w:trPr>
          <w:trHeight w:val="2466"/>
        </w:trPr>
        <w:tc>
          <w:tcPr>
            <w:tcW w:w="99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1D0A" w:rsidRPr="00653EF3" w:rsidRDefault="00471D0A" w:rsidP="00F74667">
            <w:pPr>
              <w:rPr>
                <w:rtl/>
                <w:lang w:bidi="fa-IR"/>
              </w:rPr>
            </w:pPr>
          </w:p>
        </w:tc>
      </w:tr>
    </w:tbl>
    <w:p w:rsidR="00471D0A" w:rsidRPr="00653EF3" w:rsidRDefault="00471D0A" w:rsidP="00471D0A">
      <w:pPr>
        <w:ind w:firstLine="0"/>
        <w:rPr>
          <w:szCs w:val="24"/>
          <w:rtl/>
          <w:lang w:val="de-DE"/>
        </w:rPr>
      </w:pPr>
    </w:p>
    <w:p w:rsidR="00471D0A" w:rsidRPr="00653EF3" w:rsidRDefault="00471D0A" w:rsidP="00471D0A">
      <w:pPr>
        <w:tabs>
          <w:tab w:val="left" w:pos="6540"/>
        </w:tabs>
        <w:rPr>
          <w:szCs w:val="24"/>
          <w:rtl/>
          <w:lang w:val="de-DE"/>
        </w:rPr>
        <w:sectPr w:rsidR="00471D0A" w:rsidRPr="00653EF3" w:rsidSect="00CD3B72">
          <w:headerReference w:type="default" r:id="rId9"/>
          <w:footerReference w:type="default" r:id="rId10"/>
          <w:footerReference w:type="first" r:id="rId11"/>
          <w:pgSz w:w="11907" w:h="16840" w:code="9"/>
          <w:pgMar w:top="2070" w:right="1107" w:bottom="450" w:left="1170" w:header="720" w:footer="0" w:gutter="0"/>
          <w:pgBorders w:offsetFrom="page">
            <w:top w:val="single" w:sz="18" w:space="24" w:color="0960A5"/>
            <w:left w:val="single" w:sz="18" w:space="24" w:color="0960A5"/>
            <w:bottom w:val="single" w:sz="18" w:space="24" w:color="0960A5"/>
            <w:right w:val="single" w:sz="18" w:space="24" w:color="0960A5"/>
          </w:pgBorders>
          <w:pgNumType w:start="1"/>
          <w:cols w:space="720"/>
          <w:bidi/>
          <w:docGrid w:linePitch="360"/>
        </w:sectPr>
      </w:pPr>
      <w:r w:rsidRPr="00653EF3">
        <w:rPr>
          <w:szCs w:val="24"/>
          <w:rtl/>
          <w:lang w:val="de-DE"/>
        </w:rPr>
        <w:tab/>
      </w:r>
    </w:p>
    <w:p w:rsidR="00471D0A" w:rsidRPr="00653EF3" w:rsidRDefault="00471D0A" w:rsidP="00471D0A">
      <w:pPr>
        <w:spacing w:line="240" w:lineRule="auto"/>
        <w:ind w:firstLine="0"/>
        <w:rPr>
          <w:b/>
          <w:bCs/>
          <w:szCs w:val="24"/>
          <w:rtl/>
          <w:lang w:val="de-DE"/>
        </w:rPr>
      </w:pPr>
      <w:r w:rsidRPr="00653EF3">
        <w:rPr>
          <w:rFonts w:hint="cs"/>
          <w:b/>
          <w:bCs/>
          <w:szCs w:val="24"/>
          <w:rtl/>
          <w:lang w:val="de-DE"/>
        </w:rPr>
        <w:lastRenderedPageBreak/>
        <w:t xml:space="preserve">3-7- ساختار شكست پروژه </w:t>
      </w:r>
    </w:p>
    <w:tbl>
      <w:tblPr>
        <w:tblW w:w="14599" w:type="dxa"/>
        <w:tblInd w:w="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1857"/>
        <w:gridCol w:w="2041"/>
        <w:gridCol w:w="1124"/>
        <w:gridCol w:w="1356"/>
        <w:gridCol w:w="912"/>
        <w:gridCol w:w="1107"/>
        <w:gridCol w:w="997"/>
        <w:gridCol w:w="174"/>
        <w:gridCol w:w="2251"/>
        <w:gridCol w:w="174"/>
        <w:gridCol w:w="679"/>
        <w:gridCol w:w="174"/>
        <w:gridCol w:w="478"/>
        <w:gridCol w:w="287"/>
      </w:tblGrid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 w:val="restart"/>
          </w:tcPr>
          <w:p w:rsidR="00471D0A" w:rsidRPr="00653EF3" w:rsidRDefault="00471D0A" w:rsidP="00F74667">
            <w:pPr>
              <w:pStyle w:val="HeaderTableContent"/>
              <w:jc w:val="center"/>
              <w:rPr>
                <w:lang w:bidi="fa-IR"/>
              </w:rPr>
            </w:pPr>
            <w:r w:rsidRPr="00653EF3">
              <w:rPr>
                <w:rFonts w:hint="cs"/>
                <w:rtl/>
                <w:lang w:val="de-DE" w:bidi="fa-IR"/>
              </w:rPr>
              <w:t>درصد فاز</w:t>
            </w:r>
          </w:p>
        </w:tc>
        <w:tc>
          <w:tcPr>
            <w:tcW w:w="1857" w:type="dxa"/>
            <w:vMerge w:val="restart"/>
          </w:tcPr>
          <w:p w:rsidR="00471D0A" w:rsidRPr="00653EF3" w:rsidRDefault="00471D0A" w:rsidP="00F74667">
            <w:pPr>
              <w:pStyle w:val="HeaderTableContent"/>
              <w:jc w:val="center"/>
              <w:rPr>
                <w:rtl/>
                <w:lang w:val="de-DE"/>
              </w:rPr>
            </w:pPr>
            <w:r w:rsidRPr="00653EF3">
              <w:rPr>
                <w:rFonts w:hint="cs"/>
                <w:rtl/>
                <w:lang w:val="de-DE"/>
              </w:rPr>
              <w:t>خروجي هاي  فاز</w:t>
            </w:r>
          </w:p>
        </w:tc>
        <w:tc>
          <w:tcPr>
            <w:tcW w:w="2041" w:type="dxa"/>
            <w:vMerge w:val="restart"/>
          </w:tcPr>
          <w:p w:rsidR="00471D0A" w:rsidRPr="00653EF3" w:rsidRDefault="00471D0A" w:rsidP="00F74667">
            <w:pPr>
              <w:pStyle w:val="HeaderTableContent"/>
              <w:jc w:val="center"/>
              <w:rPr>
                <w:rtl/>
                <w:lang w:val="de-DE"/>
              </w:rPr>
            </w:pPr>
            <w:r w:rsidRPr="00653EF3">
              <w:rPr>
                <w:rFonts w:hint="cs"/>
                <w:rtl/>
                <w:lang w:val="de-DE"/>
              </w:rPr>
              <w:t>خروجي فعاليت</w:t>
            </w:r>
          </w:p>
          <w:p w:rsidR="00471D0A" w:rsidRPr="00653EF3" w:rsidRDefault="00471D0A" w:rsidP="00F74667">
            <w:pPr>
              <w:pStyle w:val="HeaderTableContent"/>
              <w:jc w:val="center"/>
              <w:rPr>
                <w:rtl/>
                <w:lang w:val="de-DE"/>
              </w:rPr>
            </w:pPr>
          </w:p>
          <w:p w:rsidR="00471D0A" w:rsidRPr="00653EF3" w:rsidRDefault="00471D0A" w:rsidP="00F74667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3392" w:type="dxa"/>
            <w:gridSpan w:val="3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653EF3">
              <w:rPr>
                <w:rFonts w:hint="cs"/>
                <w:rtl/>
                <w:lang w:val="de-DE"/>
              </w:rPr>
              <w:t>منابع انساني (نفر-ساعت)</w:t>
            </w:r>
          </w:p>
        </w:tc>
        <w:tc>
          <w:tcPr>
            <w:tcW w:w="1107" w:type="dxa"/>
            <w:vMerge w:val="restart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rtl/>
                <w:lang w:val="de-DE"/>
              </w:rPr>
            </w:pPr>
            <w:r w:rsidRPr="00653EF3">
              <w:rPr>
                <w:rFonts w:hint="cs"/>
                <w:rtl/>
                <w:lang w:val="de-DE"/>
              </w:rPr>
              <w:t>تاريخ پايان</w:t>
            </w:r>
          </w:p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653EF3">
              <w:rPr>
                <w:rFonts w:hint="cs"/>
                <w:rtl/>
                <w:lang w:val="de-DE"/>
              </w:rPr>
              <w:t>فعاليت</w:t>
            </w:r>
          </w:p>
        </w:tc>
        <w:tc>
          <w:tcPr>
            <w:tcW w:w="997" w:type="dxa"/>
            <w:vMerge w:val="restart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653EF3">
              <w:rPr>
                <w:rFonts w:hint="cs"/>
                <w:rtl/>
                <w:lang w:val="de-DE"/>
              </w:rPr>
              <w:t>تاريخ شروع فعاليت</w:t>
            </w:r>
          </w:p>
        </w:tc>
        <w:tc>
          <w:tcPr>
            <w:tcW w:w="2425" w:type="dxa"/>
            <w:gridSpan w:val="2"/>
            <w:vMerge w:val="restart"/>
            <w:shd w:val="clear" w:color="auto" w:fill="auto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653EF3">
              <w:rPr>
                <w:rFonts w:hint="cs"/>
                <w:rtl/>
                <w:lang w:val="de-DE"/>
              </w:rPr>
              <w:t>شرح فعاليت</w:t>
            </w:r>
          </w:p>
        </w:tc>
        <w:tc>
          <w:tcPr>
            <w:tcW w:w="853" w:type="dxa"/>
            <w:gridSpan w:val="2"/>
            <w:vMerge w:val="restart"/>
            <w:shd w:val="clear" w:color="auto" w:fill="auto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653EF3">
              <w:rPr>
                <w:rFonts w:hint="cs"/>
                <w:rtl/>
                <w:lang w:val="de-DE"/>
              </w:rPr>
              <w:t>شماره فعاليت</w:t>
            </w:r>
          </w:p>
        </w:tc>
        <w:tc>
          <w:tcPr>
            <w:tcW w:w="652" w:type="dxa"/>
            <w:gridSpan w:val="2"/>
            <w:vMerge w:val="restart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rtl/>
                <w:lang w:val="de-DE" w:bidi="fa-IR"/>
              </w:rPr>
            </w:pPr>
            <w:r w:rsidRPr="00653EF3">
              <w:rPr>
                <w:rFonts w:hint="cs"/>
                <w:rtl/>
                <w:lang w:val="de-DE" w:bidi="fa-IR"/>
              </w:rPr>
              <w:t>شماره فاز</w:t>
            </w: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/>
          </w:tcPr>
          <w:p w:rsidR="00471D0A" w:rsidRPr="00653EF3" w:rsidRDefault="00471D0A" w:rsidP="00F74667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1857" w:type="dxa"/>
            <w:vMerge/>
          </w:tcPr>
          <w:p w:rsidR="00471D0A" w:rsidRPr="00653EF3" w:rsidRDefault="00471D0A" w:rsidP="00F74667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2041" w:type="dxa"/>
            <w:vMerge/>
          </w:tcPr>
          <w:p w:rsidR="00471D0A" w:rsidRPr="00653EF3" w:rsidRDefault="00471D0A" w:rsidP="00F74667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3392" w:type="dxa"/>
            <w:gridSpan w:val="3"/>
            <w:shd w:val="clear" w:color="auto" w:fill="auto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653EF3">
              <w:rPr>
                <w:rFonts w:hint="cs"/>
                <w:rtl/>
                <w:lang w:val="de-DE"/>
              </w:rPr>
              <w:t>پرسنلي</w:t>
            </w:r>
          </w:p>
        </w:tc>
        <w:tc>
          <w:tcPr>
            <w:tcW w:w="1107" w:type="dxa"/>
            <w:vMerge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997" w:type="dxa"/>
            <w:vMerge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2425" w:type="dxa"/>
            <w:gridSpan w:val="2"/>
            <w:vMerge/>
            <w:shd w:val="clear" w:color="auto" w:fill="auto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853" w:type="dxa"/>
            <w:gridSpan w:val="2"/>
            <w:vMerge/>
            <w:shd w:val="clear" w:color="auto" w:fill="auto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652" w:type="dxa"/>
            <w:gridSpan w:val="2"/>
            <w:vMerge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  <w:trHeight w:val="70"/>
        </w:trPr>
        <w:tc>
          <w:tcPr>
            <w:tcW w:w="988" w:type="dxa"/>
            <w:vMerge/>
          </w:tcPr>
          <w:p w:rsidR="00471D0A" w:rsidRPr="00653EF3" w:rsidRDefault="00471D0A" w:rsidP="00F74667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1857" w:type="dxa"/>
            <w:vMerge/>
          </w:tcPr>
          <w:p w:rsidR="00471D0A" w:rsidRPr="00653EF3" w:rsidRDefault="00471D0A" w:rsidP="00F74667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2041" w:type="dxa"/>
            <w:vMerge/>
          </w:tcPr>
          <w:p w:rsidR="00471D0A" w:rsidRPr="00653EF3" w:rsidRDefault="00471D0A" w:rsidP="00F74667">
            <w:pPr>
              <w:pStyle w:val="HeaderTableContent"/>
              <w:jc w:val="center"/>
              <w:rPr>
                <w:lang w:bidi="fa-IR"/>
              </w:rPr>
            </w:pPr>
          </w:p>
        </w:tc>
        <w:tc>
          <w:tcPr>
            <w:tcW w:w="1124" w:type="dxa"/>
            <w:shd w:val="clear" w:color="auto" w:fill="auto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653EF3">
              <w:rPr>
                <w:rFonts w:hint="cs"/>
                <w:rtl/>
                <w:lang w:val="de-DE"/>
              </w:rPr>
              <w:t>دكترا</w:t>
            </w:r>
          </w:p>
        </w:tc>
        <w:tc>
          <w:tcPr>
            <w:tcW w:w="1356" w:type="dxa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653EF3">
              <w:rPr>
                <w:rFonts w:hint="cs"/>
                <w:rtl/>
                <w:lang w:val="de-DE"/>
              </w:rPr>
              <w:t>كارشناس ارشد</w:t>
            </w:r>
          </w:p>
        </w:tc>
        <w:tc>
          <w:tcPr>
            <w:tcW w:w="912" w:type="dxa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  <w:r w:rsidRPr="00653EF3">
              <w:rPr>
                <w:rFonts w:hint="cs"/>
                <w:rtl/>
                <w:lang w:val="de-DE"/>
              </w:rPr>
              <w:t>كارشناس</w:t>
            </w:r>
          </w:p>
        </w:tc>
        <w:tc>
          <w:tcPr>
            <w:tcW w:w="1107" w:type="dxa"/>
            <w:vMerge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997" w:type="dxa"/>
            <w:vMerge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2425" w:type="dxa"/>
            <w:gridSpan w:val="2"/>
            <w:vMerge/>
            <w:shd w:val="clear" w:color="auto" w:fill="auto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853" w:type="dxa"/>
            <w:gridSpan w:val="2"/>
            <w:vMerge/>
            <w:shd w:val="clear" w:color="auto" w:fill="auto"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  <w:tc>
          <w:tcPr>
            <w:tcW w:w="652" w:type="dxa"/>
            <w:gridSpan w:val="2"/>
            <w:vMerge/>
          </w:tcPr>
          <w:p w:rsidR="00471D0A" w:rsidRPr="00653EF3" w:rsidRDefault="00471D0A" w:rsidP="00F74667">
            <w:pPr>
              <w:pStyle w:val="HeaderTableContent"/>
              <w:spacing w:line="240" w:lineRule="auto"/>
              <w:jc w:val="center"/>
              <w:rPr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</w:t>
            </w:r>
          </w:p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</w:t>
            </w:r>
          </w:p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</w:t>
            </w: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1-1</w:t>
            </w:r>
          </w:p>
        </w:tc>
        <w:tc>
          <w:tcPr>
            <w:tcW w:w="652" w:type="dxa"/>
            <w:gridSpan w:val="2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</w:t>
            </w:r>
          </w:p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1-2</w:t>
            </w:r>
          </w:p>
        </w:tc>
        <w:tc>
          <w:tcPr>
            <w:tcW w:w="652" w:type="dxa"/>
            <w:gridSpan w:val="2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1-3</w:t>
            </w:r>
          </w:p>
        </w:tc>
        <w:tc>
          <w:tcPr>
            <w:tcW w:w="652" w:type="dxa"/>
            <w:gridSpan w:val="2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1-4</w:t>
            </w:r>
          </w:p>
        </w:tc>
        <w:tc>
          <w:tcPr>
            <w:tcW w:w="652" w:type="dxa"/>
            <w:gridSpan w:val="2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  <w:trHeight w:val="90"/>
        </w:trPr>
        <w:tc>
          <w:tcPr>
            <w:tcW w:w="988" w:type="dxa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</w:t>
            </w:r>
          </w:p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</w:t>
            </w:r>
          </w:p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</w:t>
            </w:r>
          </w:p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2-1</w:t>
            </w:r>
          </w:p>
        </w:tc>
        <w:tc>
          <w:tcPr>
            <w:tcW w:w="652" w:type="dxa"/>
            <w:gridSpan w:val="2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</w:t>
            </w: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2-2</w:t>
            </w:r>
          </w:p>
        </w:tc>
        <w:tc>
          <w:tcPr>
            <w:tcW w:w="652" w:type="dxa"/>
            <w:gridSpan w:val="2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2-3</w:t>
            </w:r>
          </w:p>
        </w:tc>
        <w:tc>
          <w:tcPr>
            <w:tcW w:w="652" w:type="dxa"/>
            <w:gridSpan w:val="2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2-4</w:t>
            </w:r>
          </w:p>
        </w:tc>
        <w:tc>
          <w:tcPr>
            <w:tcW w:w="652" w:type="dxa"/>
            <w:gridSpan w:val="2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</w:t>
            </w:r>
          </w:p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</w:t>
            </w:r>
          </w:p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</w:t>
            </w:r>
          </w:p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3-1</w:t>
            </w:r>
          </w:p>
        </w:tc>
        <w:tc>
          <w:tcPr>
            <w:tcW w:w="652" w:type="dxa"/>
            <w:gridSpan w:val="2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</w:t>
            </w: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3-2</w:t>
            </w:r>
          </w:p>
        </w:tc>
        <w:tc>
          <w:tcPr>
            <w:tcW w:w="652" w:type="dxa"/>
            <w:gridSpan w:val="2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3-3</w:t>
            </w:r>
          </w:p>
        </w:tc>
        <w:tc>
          <w:tcPr>
            <w:tcW w:w="652" w:type="dxa"/>
            <w:gridSpan w:val="2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3-4</w:t>
            </w:r>
          </w:p>
        </w:tc>
        <w:tc>
          <w:tcPr>
            <w:tcW w:w="652" w:type="dxa"/>
            <w:gridSpan w:val="2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1-</w:t>
            </w:r>
          </w:p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2-</w:t>
            </w:r>
          </w:p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3-</w:t>
            </w:r>
          </w:p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4-1</w:t>
            </w:r>
          </w:p>
        </w:tc>
        <w:tc>
          <w:tcPr>
            <w:tcW w:w="652" w:type="dxa"/>
            <w:gridSpan w:val="2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</w:t>
            </w: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4-2</w:t>
            </w:r>
          </w:p>
        </w:tc>
        <w:tc>
          <w:tcPr>
            <w:tcW w:w="652" w:type="dxa"/>
            <w:gridSpan w:val="2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4-3</w:t>
            </w:r>
          </w:p>
        </w:tc>
        <w:tc>
          <w:tcPr>
            <w:tcW w:w="652" w:type="dxa"/>
            <w:gridSpan w:val="2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rPr>
          <w:gridAfter w:val="1"/>
          <w:wAfter w:w="287" w:type="dxa"/>
        </w:trPr>
        <w:tc>
          <w:tcPr>
            <w:tcW w:w="988" w:type="dxa"/>
            <w:vMerge/>
            <w:tcBorders>
              <w:bottom w:val="single" w:sz="4" w:space="0" w:color="auto"/>
            </w:tcBorders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vMerge/>
            <w:tcBorders>
              <w:bottom w:val="single" w:sz="4" w:space="0" w:color="auto"/>
            </w:tcBorders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0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7" w:type="dxa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4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4-4</w:t>
            </w:r>
          </w:p>
        </w:tc>
        <w:tc>
          <w:tcPr>
            <w:tcW w:w="652" w:type="dxa"/>
            <w:gridSpan w:val="2"/>
            <w:vMerge/>
            <w:tcBorders>
              <w:bottom w:val="single" w:sz="4" w:space="0" w:color="auto"/>
            </w:tcBorders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c>
          <w:tcPr>
            <w:tcW w:w="988" w:type="dxa"/>
            <w:tcBorders>
              <w:left w:val="nil"/>
              <w:bottom w:val="nil"/>
              <w:right w:val="nil"/>
            </w:tcBorders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tcBorders>
              <w:left w:val="nil"/>
              <w:bottom w:val="nil"/>
              <w:right w:val="nil"/>
            </w:tcBorders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041" w:type="dxa"/>
            <w:tcBorders>
              <w:left w:val="nil"/>
              <w:bottom w:val="nil"/>
            </w:tcBorders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4" w:type="dxa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56" w:type="dxa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12" w:type="dxa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278" w:type="dxa"/>
            <w:gridSpan w:val="3"/>
            <w:vMerge w:val="restart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جمع منابع انساني مورد نياز</w:t>
            </w:r>
          </w:p>
        </w:tc>
        <w:tc>
          <w:tcPr>
            <w:tcW w:w="2425" w:type="dxa"/>
            <w:gridSpan w:val="2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76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bidi="fa-IR"/>
              </w:rPr>
            </w:pPr>
          </w:p>
        </w:tc>
      </w:tr>
      <w:tr w:rsidR="00471D0A" w:rsidRPr="00653EF3" w:rsidTr="00F74667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</w:tcBorders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124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1356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912" w:type="dxa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2278" w:type="dxa"/>
            <w:gridSpan w:val="3"/>
            <w:vMerge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2425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lang w:bidi="fa-IR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rtl/>
                <w:lang w:val="de-DE"/>
              </w:rPr>
            </w:pPr>
          </w:p>
        </w:tc>
        <w:tc>
          <w:tcPr>
            <w:tcW w:w="76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71D0A" w:rsidRPr="00653EF3" w:rsidRDefault="00471D0A" w:rsidP="00F74667">
            <w:pPr>
              <w:spacing w:line="240" w:lineRule="auto"/>
              <w:ind w:firstLine="0"/>
              <w:jc w:val="center"/>
              <w:rPr>
                <w:b/>
                <w:bCs/>
                <w:szCs w:val="24"/>
                <w:lang w:bidi="fa-IR"/>
              </w:rPr>
            </w:pPr>
          </w:p>
        </w:tc>
      </w:tr>
    </w:tbl>
    <w:p w:rsidR="00471D0A" w:rsidRPr="00653EF3" w:rsidRDefault="00471D0A" w:rsidP="00471D0A">
      <w:pPr>
        <w:spacing w:line="240" w:lineRule="auto"/>
        <w:ind w:firstLine="0"/>
        <w:jc w:val="left"/>
        <w:rPr>
          <w:b/>
          <w:bCs/>
          <w:sz w:val="22"/>
          <w:szCs w:val="22"/>
          <w:rtl/>
          <w:lang w:val="de-DE"/>
        </w:rPr>
        <w:sectPr w:rsidR="00471D0A" w:rsidRPr="00653EF3" w:rsidSect="00653EF3">
          <w:headerReference w:type="default" r:id="rId12"/>
          <w:footerReference w:type="default" r:id="rId13"/>
          <w:pgSz w:w="16840" w:h="11907" w:orient="landscape" w:code="9"/>
          <w:pgMar w:top="1170" w:right="2070" w:bottom="1107" w:left="450" w:header="720" w:footer="0" w:gutter="0"/>
          <w:pgBorders w:offsetFrom="page">
            <w:top w:val="single" w:sz="18" w:space="24" w:color="0960A5"/>
            <w:left w:val="single" w:sz="18" w:space="24" w:color="0960A5"/>
            <w:bottom w:val="single" w:sz="18" w:space="24" w:color="0960A5"/>
            <w:right w:val="single" w:sz="18" w:space="24" w:color="0960A5"/>
          </w:pgBorders>
          <w:cols w:space="720"/>
          <w:bidi/>
          <w:docGrid w:linePitch="360"/>
        </w:sectPr>
      </w:pPr>
      <w:r w:rsidRPr="00653EF3">
        <w:rPr>
          <w:rFonts w:hint="cs"/>
          <w:b/>
          <w:bCs/>
          <w:sz w:val="22"/>
          <w:szCs w:val="22"/>
          <w:rtl/>
          <w:lang w:val="de-DE"/>
        </w:rPr>
        <w:t>تذكر: نمودار گانت پروژه به همراه فايل مربوطه ضميمه شود.</w:t>
      </w:r>
    </w:p>
    <w:p w:rsidR="00471D0A" w:rsidRPr="00653EF3" w:rsidRDefault="00471D0A" w:rsidP="00471D0A">
      <w:pPr>
        <w:spacing w:line="240" w:lineRule="auto"/>
        <w:ind w:firstLine="0"/>
        <w:jc w:val="left"/>
        <w:rPr>
          <w:b/>
          <w:bCs/>
          <w:szCs w:val="24"/>
          <w:rtl/>
          <w:lang w:bidi="fa-IR"/>
        </w:rPr>
      </w:pPr>
      <w:r w:rsidRPr="00653EF3">
        <w:rPr>
          <w:rFonts w:hint="cs"/>
          <w:b/>
          <w:bCs/>
          <w:szCs w:val="24"/>
          <w:rtl/>
          <w:lang w:val="de-DE"/>
        </w:rPr>
        <w:lastRenderedPageBreak/>
        <w:t>اعتبار و مشخصات منابع انساني موردنياز پروژه (بر حسب ده هزار ريال) :</w:t>
      </w:r>
    </w:p>
    <w:p w:rsidR="00471D0A" w:rsidRPr="00653EF3" w:rsidRDefault="00471D0A" w:rsidP="00471D0A">
      <w:pPr>
        <w:spacing w:line="240" w:lineRule="auto"/>
        <w:ind w:firstLine="0"/>
        <w:jc w:val="left"/>
        <w:rPr>
          <w:b/>
          <w:bCs/>
          <w:sz w:val="22"/>
          <w:szCs w:val="22"/>
          <w:rtl/>
          <w:lang w:val="de-DE"/>
        </w:rPr>
      </w:pPr>
    </w:p>
    <w:tbl>
      <w:tblPr>
        <w:tblpPr w:leftFromText="180" w:rightFromText="180" w:vertAnchor="text" w:horzAnchor="margin" w:tblpXSpec="center" w:tblpY="-53"/>
        <w:bidiVisual/>
        <w:tblW w:w="53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"/>
        <w:gridCol w:w="1960"/>
        <w:gridCol w:w="1050"/>
        <w:gridCol w:w="1063"/>
        <w:gridCol w:w="1246"/>
        <w:gridCol w:w="1296"/>
        <w:gridCol w:w="697"/>
        <w:gridCol w:w="534"/>
        <w:gridCol w:w="1256"/>
        <w:gridCol w:w="947"/>
      </w:tblGrid>
      <w:tr w:rsidR="00471D0A" w:rsidRPr="00653EF3" w:rsidTr="00471D0A">
        <w:trPr>
          <w:cantSplit/>
          <w:trHeight w:val="1134"/>
        </w:trPr>
        <w:tc>
          <w:tcPr>
            <w:tcW w:w="216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extDirection w:val="btLr"/>
            <w:vAlign w:val="center"/>
          </w:tcPr>
          <w:p w:rsidR="00471D0A" w:rsidRPr="00653EF3" w:rsidRDefault="00471D0A" w:rsidP="00471D0A">
            <w:pPr>
              <w:pStyle w:val="HeaderTableContent"/>
              <w:jc w:val="center"/>
              <w:rPr>
                <w:rtl/>
                <w:lang w:val="de-DE"/>
              </w:rPr>
            </w:pPr>
            <w:r w:rsidRPr="00653EF3">
              <w:rPr>
                <w:rtl/>
                <w:lang w:val="de-DE"/>
              </w:rPr>
              <w:t>رديف</w:t>
            </w:r>
          </w:p>
        </w:tc>
        <w:tc>
          <w:tcPr>
            <w:tcW w:w="933" w:type="pct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pStyle w:val="HeaderTableContent"/>
              <w:jc w:val="center"/>
              <w:rPr>
                <w:rtl/>
                <w:lang w:val="de-DE"/>
              </w:rPr>
            </w:pPr>
            <w:r w:rsidRPr="00653EF3">
              <w:rPr>
                <w:rtl/>
                <w:lang w:val="de-DE"/>
              </w:rPr>
              <w:t>نام و نام خانوادگي</w:t>
            </w:r>
          </w:p>
        </w:tc>
        <w:tc>
          <w:tcPr>
            <w:tcW w:w="500" w:type="pct"/>
            <w:tcBorders>
              <w:top w:val="single" w:sz="18" w:space="0" w:color="000000"/>
              <w:bottom w:val="single" w:sz="18" w:space="0" w:color="000000"/>
              <w:right w:val="single" w:sz="8" w:space="0" w:color="auto"/>
            </w:tcBorders>
            <w:shd w:val="clear" w:color="auto" w:fill="auto"/>
          </w:tcPr>
          <w:p w:rsidR="00471D0A" w:rsidRPr="00653EF3" w:rsidRDefault="00471D0A" w:rsidP="00471D0A">
            <w:pPr>
              <w:pStyle w:val="HeaderTableContent"/>
              <w:jc w:val="center"/>
              <w:rPr>
                <w:rtl/>
                <w:lang w:val="de-DE"/>
              </w:rPr>
            </w:pPr>
          </w:p>
          <w:p w:rsidR="00471D0A" w:rsidRPr="00653EF3" w:rsidRDefault="00471D0A" w:rsidP="00471D0A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53EF3">
              <w:rPr>
                <w:rFonts w:hint="cs"/>
                <w:rtl/>
                <w:lang w:val="de-DE"/>
              </w:rPr>
              <w:t>مدرك تحصيلي</w:t>
            </w:r>
          </w:p>
        </w:tc>
        <w:tc>
          <w:tcPr>
            <w:tcW w:w="506" w:type="pct"/>
            <w:tcBorders>
              <w:top w:val="single" w:sz="18" w:space="0" w:color="000000"/>
              <w:left w:val="single" w:sz="8" w:space="0" w:color="auto"/>
              <w:bottom w:val="single" w:sz="18" w:space="0" w:color="000000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53EF3">
              <w:rPr>
                <w:rFonts w:hint="cs"/>
                <w:rtl/>
                <w:lang w:val="de-DE" w:bidi="fa-IR"/>
              </w:rPr>
              <w:t>رشته و گرايش تحصيلی</w:t>
            </w:r>
          </w:p>
        </w:tc>
        <w:tc>
          <w:tcPr>
            <w:tcW w:w="593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pStyle w:val="HeaderTableContent"/>
              <w:jc w:val="center"/>
              <w:rPr>
                <w:rtl/>
                <w:lang w:val="de-DE"/>
              </w:rPr>
            </w:pPr>
            <w:r w:rsidRPr="00653EF3">
              <w:rPr>
                <w:rFonts w:hint="cs"/>
                <w:rtl/>
                <w:lang w:val="de-DE"/>
              </w:rPr>
              <w:t>شماره فعاليتها بر اساس ساختار شكست پروژه</w:t>
            </w:r>
          </w:p>
        </w:tc>
        <w:tc>
          <w:tcPr>
            <w:tcW w:w="617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pStyle w:val="HeaderTableContent"/>
              <w:jc w:val="center"/>
              <w:rPr>
                <w:rtl/>
                <w:lang w:val="de-DE"/>
              </w:rPr>
            </w:pPr>
            <w:r w:rsidRPr="00653EF3">
              <w:rPr>
                <w:rFonts w:hint="cs"/>
                <w:rtl/>
                <w:lang w:val="de-DE" w:bidi="fa-IR"/>
              </w:rPr>
              <w:t>وضعيت استخدامي در پژوهشگاه</w:t>
            </w:r>
            <w:r w:rsidRPr="00653EF3">
              <w:rPr>
                <w:rFonts w:hint="cs"/>
                <w:rtl/>
                <w:lang w:val="de-DE"/>
              </w:rPr>
              <w:t>**</w:t>
            </w:r>
          </w:p>
        </w:tc>
        <w:tc>
          <w:tcPr>
            <w:tcW w:w="586" w:type="pct"/>
            <w:gridSpan w:val="2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pStyle w:val="HeaderTableContent"/>
              <w:jc w:val="center"/>
              <w:rPr>
                <w:rtl/>
                <w:lang w:val="de-DE"/>
              </w:rPr>
            </w:pPr>
            <w:r w:rsidRPr="00653EF3">
              <w:rPr>
                <w:rFonts w:hint="cs"/>
                <w:rtl/>
                <w:lang w:val="de-DE"/>
              </w:rPr>
              <w:t>ميزان همكاري</w:t>
            </w:r>
          </w:p>
          <w:p w:rsidR="00471D0A" w:rsidRPr="00653EF3" w:rsidRDefault="00471D0A" w:rsidP="00471D0A">
            <w:pPr>
              <w:pStyle w:val="HeaderTableContent"/>
              <w:jc w:val="center"/>
              <w:rPr>
                <w:rtl/>
                <w:lang w:val="de-DE"/>
              </w:rPr>
            </w:pPr>
            <w:r w:rsidRPr="00653EF3">
              <w:rPr>
                <w:rFonts w:hint="cs"/>
                <w:rtl/>
                <w:lang w:val="de-DE"/>
              </w:rPr>
              <w:t>( در مدت پروژه )</w:t>
            </w:r>
          </w:p>
        </w:tc>
        <w:tc>
          <w:tcPr>
            <w:tcW w:w="598" w:type="pct"/>
            <w:tcBorders>
              <w:top w:val="single" w:sz="18" w:space="0" w:color="000000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pStyle w:val="HeaderTableContent"/>
              <w:jc w:val="center"/>
              <w:rPr>
                <w:rtl/>
                <w:lang w:val="de-DE"/>
              </w:rPr>
            </w:pPr>
            <w:r w:rsidRPr="00653EF3">
              <w:rPr>
                <w:rFonts w:hint="cs"/>
                <w:rtl/>
                <w:lang w:val="de-DE"/>
              </w:rPr>
              <w:t>حق الزحمه پيشنهادي *</w:t>
            </w:r>
          </w:p>
        </w:tc>
        <w:tc>
          <w:tcPr>
            <w:tcW w:w="451" w:type="pct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pStyle w:val="HeaderTableContent"/>
              <w:jc w:val="center"/>
              <w:rPr>
                <w:rtl/>
                <w:lang w:val="de-DE"/>
              </w:rPr>
            </w:pPr>
            <w:r w:rsidRPr="00653EF3">
              <w:rPr>
                <w:rFonts w:hint="cs"/>
                <w:rtl/>
                <w:lang w:val="de-DE"/>
              </w:rPr>
              <w:t>جمع</w:t>
            </w:r>
          </w:p>
        </w:tc>
      </w:tr>
      <w:tr w:rsidR="00471D0A" w:rsidRPr="00653EF3" w:rsidTr="00471D0A">
        <w:trPr>
          <w:cantSplit/>
        </w:trPr>
        <w:tc>
          <w:tcPr>
            <w:tcW w:w="216" w:type="pct"/>
            <w:tcBorders>
              <w:top w:val="single" w:sz="18" w:space="0" w:color="000000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471D0A" w:rsidRPr="00653EF3" w:rsidRDefault="00471D0A" w:rsidP="00471D0A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</w:t>
            </w:r>
          </w:p>
        </w:tc>
        <w:tc>
          <w:tcPr>
            <w:tcW w:w="933" w:type="pct"/>
            <w:tcBorders>
              <w:top w:val="single" w:sz="18" w:space="0" w:color="000000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0" w:type="pct"/>
            <w:tcBorders>
              <w:top w:val="single" w:sz="18" w:space="0" w:color="000000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6" w:type="pct"/>
            <w:tcBorders>
              <w:top w:val="single" w:sz="18" w:space="0" w:color="000000"/>
              <w:left w:val="single" w:sz="8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3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617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86" w:type="pct"/>
            <w:gridSpan w:val="2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8" w:type="pct"/>
            <w:tcBorders>
              <w:top w:val="single" w:sz="18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451" w:type="pct"/>
            <w:tcBorders>
              <w:top w:val="single" w:sz="18" w:space="0" w:color="000000"/>
              <w:left w:val="single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471D0A">
        <w:trPr>
          <w:cantSplit/>
        </w:trPr>
        <w:tc>
          <w:tcPr>
            <w:tcW w:w="216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471D0A" w:rsidRPr="00653EF3" w:rsidRDefault="00471D0A" w:rsidP="00471D0A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2</w:t>
            </w:r>
          </w:p>
        </w:tc>
        <w:tc>
          <w:tcPr>
            <w:tcW w:w="93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6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6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86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4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471D0A">
        <w:trPr>
          <w:cantSplit/>
        </w:trPr>
        <w:tc>
          <w:tcPr>
            <w:tcW w:w="216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471D0A" w:rsidRPr="00653EF3" w:rsidRDefault="00471D0A" w:rsidP="00471D0A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3</w:t>
            </w:r>
          </w:p>
        </w:tc>
        <w:tc>
          <w:tcPr>
            <w:tcW w:w="93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6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6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86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4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471D0A">
        <w:trPr>
          <w:cantSplit/>
        </w:trPr>
        <w:tc>
          <w:tcPr>
            <w:tcW w:w="216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471D0A" w:rsidRPr="00653EF3" w:rsidRDefault="00471D0A" w:rsidP="00471D0A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4</w:t>
            </w:r>
          </w:p>
        </w:tc>
        <w:tc>
          <w:tcPr>
            <w:tcW w:w="93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6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6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86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4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471D0A">
        <w:trPr>
          <w:cantSplit/>
        </w:trPr>
        <w:tc>
          <w:tcPr>
            <w:tcW w:w="216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471D0A" w:rsidRPr="00653EF3" w:rsidRDefault="00471D0A" w:rsidP="00471D0A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5</w:t>
            </w:r>
          </w:p>
        </w:tc>
        <w:tc>
          <w:tcPr>
            <w:tcW w:w="93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6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6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86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4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471D0A">
        <w:trPr>
          <w:cantSplit/>
          <w:trHeight w:val="300"/>
        </w:trPr>
        <w:tc>
          <w:tcPr>
            <w:tcW w:w="216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471D0A" w:rsidRPr="00653EF3" w:rsidRDefault="00471D0A" w:rsidP="00471D0A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6</w:t>
            </w:r>
          </w:p>
        </w:tc>
        <w:tc>
          <w:tcPr>
            <w:tcW w:w="93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6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6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86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4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471D0A">
        <w:trPr>
          <w:cantSplit/>
          <w:trHeight w:val="300"/>
        </w:trPr>
        <w:tc>
          <w:tcPr>
            <w:tcW w:w="216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471D0A" w:rsidRPr="00653EF3" w:rsidRDefault="00471D0A" w:rsidP="00471D0A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7</w:t>
            </w:r>
          </w:p>
        </w:tc>
        <w:tc>
          <w:tcPr>
            <w:tcW w:w="93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6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6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86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4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471D0A">
        <w:trPr>
          <w:cantSplit/>
          <w:trHeight w:val="300"/>
        </w:trPr>
        <w:tc>
          <w:tcPr>
            <w:tcW w:w="216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471D0A" w:rsidRPr="00653EF3" w:rsidRDefault="00471D0A" w:rsidP="00471D0A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8</w:t>
            </w:r>
          </w:p>
        </w:tc>
        <w:tc>
          <w:tcPr>
            <w:tcW w:w="93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6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6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86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4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471D0A">
        <w:trPr>
          <w:cantSplit/>
          <w:trHeight w:val="300"/>
        </w:trPr>
        <w:tc>
          <w:tcPr>
            <w:tcW w:w="216" w:type="pct"/>
            <w:tcBorders>
              <w:top w:val="dotted" w:sz="4" w:space="0" w:color="auto"/>
              <w:left w:val="single" w:sz="18" w:space="0" w:color="000000"/>
              <w:bottom w:val="dotted" w:sz="4" w:space="0" w:color="auto"/>
              <w:right w:val="single" w:sz="2" w:space="0" w:color="000000"/>
            </w:tcBorders>
            <w:shd w:val="clear" w:color="auto" w:fill="auto"/>
          </w:tcPr>
          <w:p w:rsidR="00471D0A" w:rsidRPr="00653EF3" w:rsidRDefault="00471D0A" w:rsidP="00471D0A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9</w:t>
            </w:r>
          </w:p>
        </w:tc>
        <w:tc>
          <w:tcPr>
            <w:tcW w:w="933" w:type="pct"/>
            <w:tcBorders>
              <w:top w:val="dotted" w:sz="4" w:space="0" w:color="auto"/>
              <w:left w:val="single" w:sz="2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6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6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86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4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471D0A">
        <w:trPr>
          <w:cantSplit/>
          <w:trHeight w:val="300"/>
        </w:trPr>
        <w:tc>
          <w:tcPr>
            <w:tcW w:w="216" w:type="pct"/>
            <w:tcBorders>
              <w:top w:val="dotted" w:sz="4" w:space="0" w:color="auto"/>
              <w:left w:val="single" w:sz="18" w:space="0" w:color="000000"/>
              <w:bottom w:val="single" w:sz="18" w:space="0" w:color="auto"/>
              <w:right w:val="single" w:sz="2" w:space="0" w:color="000000"/>
            </w:tcBorders>
            <w:shd w:val="clear" w:color="auto" w:fill="auto"/>
          </w:tcPr>
          <w:p w:rsidR="00471D0A" w:rsidRPr="00653EF3" w:rsidRDefault="00471D0A" w:rsidP="00471D0A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10</w:t>
            </w:r>
          </w:p>
        </w:tc>
        <w:tc>
          <w:tcPr>
            <w:tcW w:w="933" w:type="pct"/>
            <w:tcBorders>
              <w:top w:val="dotted" w:sz="4" w:space="0" w:color="auto"/>
              <w:left w:val="single" w:sz="2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0" w:type="pct"/>
            <w:tcBorders>
              <w:top w:val="dotted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06" w:type="pct"/>
            <w:tcBorders>
              <w:top w:val="dotted" w:sz="4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3" w:type="pct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617" w:type="pct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86" w:type="pct"/>
            <w:gridSpan w:val="2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  <w:tc>
          <w:tcPr>
            <w:tcW w:w="451" w:type="pct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471D0A">
        <w:trPr>
          <w:cantSplit/>
        </w:trPr>
        <w:tc>
          <w:tcPr>
            <w:tcW w:w="3697" w:type="pct"/>
            <w:gridSpan w:val="7"/>
            <w:tcBorders>
              <w:top w:val="single" w:sz="18" w:space="0" w:color="auto"/>
              <w:left w:val="single" w:sz="18" w:space="0" w:color="000000"/>
              <w:bottom w:val="single" w:sz="18" w:space="0" w:color="000000"/>
              <w:right w:val="single" w:sz="12" w:space="0" w:color="auto"/>
            </w:tcBorders>
            <w:shd w:val="clear" w:color="auto" w:fill="auto"/>
          </w:tcPr>
          <w:p w:rsidR="00471D0A" w:rsidRPr="00653EF3" w:rsidRDefault="00471D0A" w:rsidP="00471D0A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rtl/>
                <w:lang w:val="de-DE"/>
              </w:rPr>
            </w:pPr>
            <w:r w:rsidRPr="00653EF3">
              <w:rPr>
                <w:rFonts w:hint="cs"/>
                <w:b/>
                <w:bCs/>
                <w:sz w:val="22"/>
                <w:szCs w:val="22"/>
                <w:rtl/>
                <w:lang w:val="de-DE"/>
              </w:rPr>
              <w:t>جمع كل :</w:t>
            </w:r>
          </w:p>
        </w:tc>
        <w:tc>
          <w:tcPr>
            <w:tcW w:w="1303" w:type="pct"/>
            <w:gridSpan w:val="3"/>
            <w:tcBorders>
              <w:top w:val="single" w:sz="18" w:space="0" w:color="auto"/>
              <w:left w:val="single" w:sz="12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</w:tbl>
    <w:p w:rsidR="00471D0A" w:rsidRPr="00653EF3" w:rsidRDefault="00471D0A" w:rsidP="00471D0A">
      <w:pPr>
        <w:spacing w:line="240" w:lineRule="auto"/>
        <w:ind w:firstLine="0"/>
        <w:rPr>
          <w:sz w:val="22"/>
          <w:szCs w:val="22"/>
          <w:rtl/>
        </w:rPr>
      </w:pPr>
      <w:r w:rsidRPr="00653EF3">
        <w:rPr>
          <w:rFonts w:hint="cs"/>
          <w:b/>
          <w:bCs/>
          <w:sz w:val="22"/>
          <w:szCs w:val="22"/>
          <w:rtl/>
          <w:lang w:val="de-DE"/>
        </w:rPr>
        <w:t>*</w:t>
      </w:r>
      <w:r w:rsidRPr="00653EF3">
        <w:rPr>
          <w:rFonts w:hint="cs"/>
          <w:sz w:val="22"/>
          <w:szCs w:val="22"/>
          <w:rtl/>
        </w:rPr>
        <w:t xml:space="preserve"> اين مبالغ صرفا پيشنهادي بوده و در نهايت مطابق ضوابط پژوهشگاه نهايي خواهد شد.</w:t>
      </w:r>
    </w:p>
    <w:p w:rsidR="00471D0A" w:rsidRPr="00653EF3" w:rsidRDefault="00471D0A" w:rsidP="00471D0A">
      <w:pPr>
        <w:spacing w:line="240" w:lineRule="auto"/>
        <w:ind w:left="-229"/>
        <w:rPr>
          <w:sz w:val="22"/>
          <w:szCs w:val="22"/>
          <w:rtl/>
        </w:rPr>
      </w:pPr>
      <w:r w:rsidRPr="00653EF3">
        <w:rPr>
          <w:rFonts w:hint="cs"/>
          <w:b/>
          <w:bCs/>
          <w:sz w:val="22"/>
          <w:szCs w:val="22"/>
          <w:rtl/>
          <w:lang w:val="de-DE"/>
        </w:rPr>
        <w:t>**</w:t>
      </w:r>
      <w:r w:rsidRPr="00653EF3">
        <w:rPr>
          <w:rFonts w:hint="cs"/>
          <w:sz w:val="22"/>
          <w:szCs w:val="22"/>
          <w:rtl/>
        </w:rPr>
        <w:t xml:space="preserve"> اين ستون مربوط به پروژه</w:t>
      </w:r>
      <w:r w:rsidRPr="00653EF3">
        <w:rPr>
          <w:rFonts w:hint="cs"/>
          <w:sz w:val="22"/>
          <w:szCs w:val="22"/>
          <w:rtl/>
        </w:rPr>
        <w:softHyphen/>
        <w:t xml:space="preserve">هاي درونسپاري بوده و وضعيت استخدامي شامل </w:t>
      </w:r>
      <w:r w:rsidRPr="00653EF3">
        <w:rPr>
          <w:rFonts w:hint="cs"/>
          <w:sz w:val="22"/>
          <w:szCs w:val="22"/>
          <w:rtl/>
          <w:lang w:bidi="fa-IR"/>
        </w:rPr>
        <w:t>هيات علمي،</w:t>
      </w:r>
      <w:r w:rsidRPr="00653EF3">
        <w:rPr>
          <w:rFonts w:hint="cs"/>
          <w:sz w:val="22"/>
          <w:szCs w:val="22"/>
          <w:rtl/>
        </w:rPr>
        <w:t xml:space="preserve"> رسمي، پيماني، قرارداد طرح و يا </w:t>
      </w:r>
      <w:r w:rsidRPr="00653EF3">
        <w:rPr>
          <w:rFonts w:hint="cs"/>
          <w:sz w:val="22"/>
          <w:szCs w:val="22"/>
          <w:rtl/>
          <w:lang w:bidi="fa-IR"/>
        </w:rPr>
        <w:t xml:space="preserve">همكار پروژه </w:t>
      </w:r>
      <w:r w:rsidRPr="00653EF3">
        <w:rPr>
          <w:rFonts w:hint="cs"/>
          <w:sz w:val="22"/>
          <w:szCs w:val="22"/>
          <w:rtl/>
        </w:rPr>
        <w:t>مي</w:t>
      </w:r>
      <w:r w:rsidRPr="00653EF3">
        <w:rPr>
          <w:sz w:val="22"/>
          <w:szCs w:val="22"/>
          <w:rtl/>
        </w:rPr>
        <w:softHyphen/>
      </w:r>
      <w:r w:rsidRPr="00653EF3">
        <w:rPr>
          <w:rFonts w:hint="cs"/>
          <w:sz w:val="22"/>
          <w:szCs w:val="22"/>
          <w:rtl/>
        </w:rPr>
        <w:t>باشد.</w:t>
      </w:r>
    </w:p>
    <w:p w:rsidR="00471D0A" w:rsidRPr="00653EF3" w:rsidRDefault="00471D0A" w:rsidP="00471D0A">
      <w:pPr>
        <w:spacing w:line="240" w:lineRule="auto"/>
        <w:ind w:firstLine="0"/>
        <w:jc w:val="left"/>
        <w:rPr>
          <w:b/>
          <w:bCs/>
          <w:szCs w:val="24"/>
          <w:rtl/>
          <w:lang w:val="de-DE"/>
        </w:rPr>
      </w:pPr>
      <w:r w:rsidRPr="00653EF3">
        <w:rPr>
          <w:rFonts w:hint="cs"/>
          <w:b/>
          <w:bCs/>
          <w:szCs w:val="24"/>
          <w:rtl/>
          <w:lang w:val="de-DE"/>
        </w:rPr>
        <w:t>كل اعتبار در خواستي ( برحسب ده هزار ريال ):</w:t>
      </w:r>
    </w:p>
    <w:tbl>
      <w:tblPr>
        <w:bidiVisual/>
        <w:tblW w:w="4343" w:type="pct"/>
        <w:tblInd w:w="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9"/>
        <w:gridCol w:w="3953"/>
      </w:tblGrid>
      <w:tr w:rsidR="00471D0A" w:rsidRPr="00653EF3" w:rsidTr="00F74667">
        <w:trPr>
          <w:trHeight w:val="424"/>
        </w:trPr>
        <w:tc>
          <w:tcPr>
            <w:tcW w:w="2689" w:type="pct"/>
            <w:tcBorders>
              <w:top w:val="single" w:sz="18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0951F9">
            <w:pPr>
              <w:pStyle w:val="HeaderTableContent"/>
              <w:spacing w:line="240" w:lineRule="auto"/>
              <w:jc w:val="center"/>
              <w:rPr>
                <w:rtl/>
                <w:lang w:val="de-DE" w:bidi="fa-IR"/>
              </w:rPr>
            </w:pPr>
            <w:r w:rsidRPr="00653EF3">
              <w:rPr>
                <w:rFonts w:hint="cs"/>
                <w:rtl/>
                <w:lang w:val="de-DE" w:bidi="fa-IR"/>
              </w:rPr>
              <w:t>شرح</w:t>
            </w:r>
          </w:p>
        </w:tc>
        <w:tc>
          <w:tcPr>
            <w:tcW w:w="2311" w:type="pct"/>
            <w:tcBorders>
              <w:top w:val="single" w:sz="18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653EF3">
              <w:rPr>
                <w:rFonts w:hint="cs"/>
                <w:rtl/>
                <w:lang w:val="de-DE" w:bidi="fa-IR"/>
              </w:rPr>
              <w:t>اعتبار پيشنهادي</w:t>
            </w:r>
          </w:p>
        </w:tc>
      </w:tr>
      <w:tr w:rsidR="00471D0A" w:rsidRPr="00653EF3" w:rsidTr="00F74667">
        <w:trPr>
          <w:trHeight w:val="355"/>
        </w:trPr>
        <w:tc>
          <w:tcPr>
            <w:tcW w:w="268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0951F9">
            <w:pPr>
              <w:spacing w:line="240" w:lineRule="auto"/>
              <w:ind w:firstLine="0"/>
              <w:jc w:val="left"/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منابع انساني</w:t>
            </w:r>
          </w:p>
        </w:tc>
        <w:tc>
          <w:tcPr>
            <w:tcW w:w="2311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F74667">
        <w:trPr>
          <w:trHeight w:val="375"/>
        </w:trPr>
        <w:tc>
          <w:tcPr>
            <w:tcW w:w="268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0951F9">
            <w:pPr>
              <w:spacing w:line="240" w:lineRule="auto"/>
              <w:ind w:firstLine="0"/>
              <w:jc w:val="left"/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/>
              </w:rPr>
              <w:t>اقلام سرمايه اي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F74667">
        <w:trPr>
          <w:trHeight w:val="375"/>
        </w:trPr>
        <w:tc>
          <w:tcPr>
            <w:tcW w:w="2689" w:type="pct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0951F9">
            <w:pPr>
              <w:spacing w:line="240" w:lineRule="auto"/>
              <w:ind w:firstLine="0"/>
              <w:jc w:val="left"/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اقلام مصرفي و خدماتي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F74667">
        <w:trPr>
          <w:trHeight w:val="403"/>
        </w:trPr>
        <w:tc>
          <w:tcPr>
            <w:tcW w:w="268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0951F9">
            <w:pPr>
              <w:spacing w:line="240" w:lineRule="auto"/>
              <w:ind w:firstLine="0"/>
              <w:jc w:val="left"/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هزينه</w:t>
            </w: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softHyphen/>
              <w:t>هاي سربار(دانشگاه)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  <w:tr w:rsidR="00471D0A" w:rsidRPr="00653EF3" w:rsidTr="00F74667">
        <w:trPr>
          <w:trHeight w:val="369"/>
        </w:trPr>
        <w:tc>
          <w:tcPr>
            <w:tcW w:w="268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0951F9">
            <w:pPr>
              <w:spacing w:line="240" w:lineRule="auto"/>
              <w:ind w:firstLine="0"/>
              <w:jc w:val="left"/>
              <w:rPr>
                <w:b/>
                <w:bCs/>
                <w:szCs w:val="24"/>
                <w:rtl/>
                <w:lang w:val="de-DE" w:bidi="fa-IR"/>
              </w:rPr>
            </w:pPr>
            <w:r w:rsidRPr="00653EF3">
              <w:rPr>
                <w:rFonts w:hint="cs"/>
                <w:b/>
                <w:bCs/>
                <w:szCs w:val="24"/>
                <w:rtl/>
                <w:lang w:val="de-DE" w:bidi="fa-IR"/>
              </w:rPr>
              <w:t>جمع</w:t>
            </w:r>
          </w:p>
        </w:tc>
        <w:tc>
          <w:tcPr>
            <w:tcW w:w="2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1D0A" w:rsidRPr="00653EF3" w:rsidRDefault="00471D0A" w:rsidP="00471D0A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rtl/>
                <w:lang w:val="de-DE"/>
              </w:rPr>
            </w:pPr>
          </w:p>
        </w:tc>
      </w:tr>
    </w:tbl>
    <w:p w:rsidR="00471D0A" w:rsidRPr="00653EF3" w:rsidRDefault="00471D0A" w:rsidP="00471D0A">
      <w:pPr>
        <w:spacing w:line="240" w:lineRule="auto"/>
        <w:ind w:firstLine="0"/>
        <w:jc w:val="left"/>
        <w:rPr>
          <w:b/>
          <w:bCs/>
          <w:sz w:val="22"/>
          <w:szCs w:val="22"/>
          <w:rtl/>
          <w:lang w:val="de-DE"/>
        </w:rPr>
      </w:pPr>
      <w:r w:rsidRPr="00653EF3">
        <w:rPr>
          <w:rFonts w:hint="cs"/>
          <w:b/>
          <w:bCs/>
          <w:sz w:val="22"/>
          <w:szCs w:val="22"/>
          <w:rtl/>
          <w:lang w:val="de-DE"/>
        </w:rPr>
        <w:t xml:space="preserve">          </w:t>
      </w:r>
    </w:p>
    <w:p w:rsidR="00471D0A" w:rsidRPr="00653EF3" w:rsidRDefault="00471D0A" w:rsidP="00471D0A">
      <w:pPr>
        <w:spacing w:line="240" w:lineRule="auto"/>
        <w:ind w:firstLine="0"/>
        <w:jc w:val="left"/>
        <w:rPr>
          <w:b/>
          <w:bCs/>
          <w:sz w:val="22"/>
          <w:szCs w:val="22"/>
          <w:rtl/>
          <w:lang w:val="de-DE" w:bidi="fa-IR"/>
        </w:rPr>
      </w:pPr>
      <w:r w:rsidRPr="00653EF3">
        <w:rPr>
          <w:rFonts w:hint="cs"/>
          <w:b/>
          <w:bCs/>
          <w:sz w:val="22"/>
          <w:szCs w:val="22"/>
          <w:rtl/>
          <w:lang w:val="de-DE"/>
        </w:rPr>
        <w:t xml:space="preserve">           نام و نام خانوادگي </w:t>
      </w:r>
      <w:r w:rsidRPr="00653EF3">
        <w:rPr>
          <w:rFonts w:hint="cs"/>
          <w:b/>
          <w:bCs/>
          <w:sz w:val="22"/>
          <w:szCs w:val="22"/>
          <w:rtl/>
          <w:lang w:val="de-DE" w:bidi="fa-IR"/>
        </w:rPr>
        <w:t>كارشناس بررسي كننده</w:t>
      </w:r>
      <w:r w:rsidRPr="00653EF3">
        <w:rPr>
          <w:rFonts w:hint="cs"/>
          <w:b/>
          <w:bCs/>
          <w:sz w:val="22"/>
          <w:szCs w:val="22"/>
          <w:rtl/>
          <w:lang w:val="de-DE"/>
        </w:rPr>
        <w:t xml:space="preserve">:                                                نام و نام خانوادگي مدير گروه: </w:t>
      </w:r>
    </w:p>
    <w:p w:rsidR="00471D0A" w:rsidRPr="00653EF3" w:rsidRDefault="00471D0A" w:rsidP="00471D0A">
      <w:pPr>
        <w:spacing w:line="240" w:lineRule="auto"/>
        <w:ind w:firstLine="0"/>
        <w:jc w:val="left"/>
        <w:rPr>
          <w:b/>
          <w:bCs/>
          <w:sz w:val="22"/>
          <w:szCs w:val="22"/>
          <w:rtl/>
          <w:lang w:val="de-DE" w:bidi="fa-IR"/>
        </w:rPr>
      </w:pPr>
      <w:r w:rsidRPr="00653EF3">
        <w:rPr>
          <w:rFonts w:hint="cs"/>
          <w:b/>
          <w:bCs/>
          <w:sz w:val="22"/>
          <w:szCs w:val="22"/>
          <w:rtl/>
          <w:lang w:val="de-DE"/>
        </w:rPr>
        <w:t xml:space="preserve">                               </w:t>
      </w:r>
      <w:r w:rsidRPr="00653EF3">
        <w:rPr>
          <w:rFonts w:hint="cs"/>
          <w:sz w:val="22"/>
          <w:szCs w:val="22"/>
          <w:rtl/>
          <w:lang w:val="de-DE"/>
        </w:rPr>
        <w:t>تاريخ و امضاء</w:t>
      </w:r>
      <w:r w:rsidRPr="00653EF3">
        <w:rPr>
          <w:rFonts w:hint="cs"/>
          <w:sz w:val="22"/>
          <w:szCs w:val="22"/>
          <w:rtl/>
          <w:lang w:val="de-DE" w:bidi="fa-IR"/>
        </w:rPr>
        <w:t xml:space="preserve">                                                                        </w:t>
      </w:r>
      <w:r w:rsidRPr="00653EF3">
        <w:rPr>
          <w:rFonts w:hint="cs"/>
          <w:sz w:val="22"/>
          <w:szCs w:val="22"/>
          <w:rtl/>
          <w:lang w:val="de-DE"/>
        </w:rPr>
        <w:t xml:space="preserve">   تاريخ و امضاء</w:t>
      </w:r>
      <w:r w:rsidRPr="00653EF3">
        <w:rPr>
          <w:rFonts w:hint="cs"/>
          <w:sz w:val="22"/>
          <w:szCs w:val="22"/>
          <w:rtl/>
          <w:lang w:val="de-DE" w:bidi="fa-IR"/>
        </w:rPr>
        <w:t xml:space="preserve">    </w:t>
      </w:r>
      <w:r w:rsidRPr="00653EF3">
        <w:rPr>
          <w:rFonts w:hint="cs"/>
          <w:sz w:val="22"/>
          <w:szCs w:val="22"/>
          <w:rtl/>
          <w:lang w:val="de-DE"/>
        </w:rPr>
        <w:tab/>
      </w:r>
    </w:p>
    <w:p w:rsidR="00471D0A" w:rsidRPr="00653EF3" w:rsidRDefault="00471D0A" w:rsidP="000951F9">
      <w:pPr>
        <w:spacing w:line="240" w:lineRule="auto"/>
        <w:ind w:firstLine="0"/>
        <w:jc w:val="center"/>
        <w:rPr>
          <w:b/>
          <w:bCs/>
          <w:sz w:val="22"/>
          <w:szCs w:val="22"/>
          <w:rtl/>
          <w:lang w:val="de-DE" w:bidi="fa-IR"/>
        </w:rPr>
      </w:pPr>
      <w:r w:rsidRPr="00653EF3">
        <w:rPr>
          <w:rFonts w:hint="cs"/>
          <w:b/>
          <w:bCs/>
          <w:sz w:val="22"/>
          <w:szCs w:val="22"/>
          <w:rtl/>
          <w:lang w:val="de-DE" w:bidi="fa-IR"/>
        </w:rPr>
        <w:t>نام و نام خانوادگي رئيس پژوهشكده:</w:t>
      </w:r>
    </w:p>
    <w:p w:rsidR="00B4419B" w:rsidRDefault="00471D0A" w:rsidP="00B4419B">
      <w:pPr>
        <w:spacing w:line="240" w:lineRule="auto"/>
        <w:ind w:firstLine="0"/>
        <w:jc w:val="center"/>
        <w:rPr>
          <w:sz w:val="22"/>
          <w:szCs w:val="22"/>
          <w:rtl/>
          <w:lang w:val="de-DE"/>
        </w:rPr>
      </w:pPr>
      <w:r w:rsidRPr="00653EF3">
        <w:rPr>
          <w:rFonts w:hint="cs"/>
          <w:sz w:val="22"/>
          <w:szCs w:val="22"/>
          <w:rtl/>
          <w:lang w:val="de-DE"/>
        </w:rPr>
        <w:t>تاريخ و امضاء</w:t>
      </w:r>
    </w:p>
    <w:p w:rsidR="00653EF3" w:rsidRPr="00653EF3" w:rsidRDefault="00653EF3" w:rsidP="00B4419B">
      <w:pPr>
        <w:bidi w:val="0"/>
        <w:spacing w:line="240" w:lineRule="auto"/>
        <w:ind w:firstLine="0"/>
        <w:jc w:val="left"/>
        <w:rPr>
          <w:sz w:val="22"/>
          <w:szCs w:val="22"/>
          <w:rtl/>
          <w:lang w:val="de-DE"/>
        </w:rPr>
        <w:sectPr w:rsidR="00653EF3" w:rsidRPr="00653EF3" w:rsidSect="00653EF3">
          <w:headerReference w:type="default" r:id="rId14"/>
          <w:footerReference w:type="default" r:id="rId15"/>
          <w:pgSz w:w="11907" w:h="16840" w:code="9"/>
          <w:pgMar w:top="2070" w:right="1107" w:bottom="450" w:left="1170" w:header="720" w:footer="0" w:gutter="0"/>
          <w:pgBorders w:offsetFrom="page">
            <w:top w:val="single" w:sz="18" w:space="24" w:color="0960A5"/>
            <w:left w:val="single" w:sz="18" w:space="24" w:color="0960A5"/>
            <w:bottom w:val="single" w:sz="18" w:space="24" w:color="0960A5"/>
            <w:right w:val="single" w:sz="18" w:space="24" w:color="0960A5"/>
          </w:pgBorders>
          <w:cols w:space="720"/>
          <w:bidi/>
          <w:docGrid w:linePitch="360"/>
        </w:sectPr>
      </w:pPr>
    </w:p>
    <w:p w:rsidR="00437B88" w:rsidRPr="00653EF3" w:rsidRDefault="00437B88" w:rsidP="00B4419B">
      <w:pPr>
        <w:ind w:firstLine="0"/>
        <w:rPr>
          <w:szCs w:val="24"/>
          <w:lang w:val="de-DE"/>
        </w:rPr>
      </w:pPr>
    </w:p>
    <w:sectPr w:rsidR="00437B88" w:rsidRPr="00653EF3" w:rsidSect="00653EF3">
      <w:headerReference w:type="default" r:id="rId16"/>
      <w:footerReference w:type="default" r:id="rId17"/>
      <w:pgSz w:w="16840" w:h="11907" w:orient="landscape" w:code="9"/>
      <w:pgMar w:top="1170" w:right="2070" w:bottom="1107" w:left="450" w:header="720" w:footer="0" w:gutter="0"/>
      <w:pgBorders w:offsetFrom="page">
        <w:top w:val="single" w:sz="18" w:space="24" w:color="0960A5"/>
        <w:left w:val="single" w:sz="18" w:space="24" w:color="0960A5"/>
        <w:bottom w:val="single" w:sz="18" w:space="24" w:color="0960A5"/>
        <w:right w:val="single" w:sz="18" w:space="24" w:color="0960A5"/>
      </w:pgBorders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B7A" w:rsidRDefault="00945B7A" w:rsidP="00664663">
      <w:r>
        <w:separator/>
      </w:r>
    </w:p>
  </w:endnote>
  <w:endnote w:type="continuationSeparator" w:id="0">
    <w:p w:rsidR="00945B7A" w:rsidRDefault="00945B7A" w:rsidP="006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 Unicode MS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46" w:rsidRPr="00EA3E6F" w:rsidRDefault="000E1A16" w:rsidP="00653EF3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 w:rsidR="00EA3E6F">
      <w:rPr>
        <w:rFonts w:hint="cs"/>
        <w:color w:val="1BA0AF"/>
        <w:szCs w:val="24"/>
        <w:rtl/>
      </w:rPr>
      <w:t>هشگاه ارتباطات و فناوری اطلاعات</w:t>
    </w:r>
    <w:r w:rsidR="00EA3E6F">
      <w:rPr>
        <w:color w:val="1BA0AF"/>
        <w:szCs w:val="24"/>
      </w:rPr>
      <w:tab/>
    </w:r>
    <w:r w:rsidR="00EA3E6F">
      <w:rPr>
        <w:color w:val="1BA0AF"/>
        <w:szCs w:val="24"/>
        <w:lang w:val="de-DE"/>
      </w:rPr>
      <w:t>www.itrc.ac.ir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16" w:rsidRPr="00A45316" w:rsidRDefault="00A45316" w:rsidP="003D73D8">
    <w:pPr>
      <w:pStyle w:val="Heading6"/>
      <w:rPr>
        <w:lang w:val="de-DE"/>
      </w:rPr>
    </w:pPr>
    <w:r w:rsidRPr="00A45316">
      <w:rPr>
        <w:lang w:val="de-DE"/>
      </w:rPr>
      <w:t>www.</w:t>
    </w:r>
    <w:r w:rsidR="003D73D8">
      <w:rPr>
        <w:lang w:val="de-DE"/>
      </w:rPr>
      <w:t>i</w:t>
    </w:r>
    <w:r w:rsidRPr="00A45316">
      <w:rPr>
        <w:lang w:val="de-DE"/>
      </w:rPr>
      <w:t>trc.ac.ir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F3" w:rsidRPr="00EA3E6F" w:rsidRDefault="00653EF3" w:rsidP="00653EF3">
    <w:pPr>
      <w:pStyle w:val="Footer"/>
      <w:tabs>
        <w:tab w:val="clear" w:pos="4680"/>
        <w:tab w:val="clear" w:pos="9360"/>
        <w:tab w:val="right" w:pos="12880"/>
      </w:tabs>
      <w:ind w:left="-44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>
      <w:rPr>
        <w:rFonts w:hint="cs"/>
        <w:color w:val="1BA0AF"/>
        <w:szCs w:val="24"/>
        <w:rtl/>
      </w:rPr>
      <w:t>هشگاه ارتباطات و فناوری اطلاعات</w:t>
    </w:r>
    <w:r>
      <w:rPr>
        <w:color w:val="1BA0AF"/>
        <w:szCs w:val="24"/>
      </w:rPr>
      <w:tab/>
    </w:r>
    <w:r>
      <w:rPr>
        <w:color w:val="1BA0AF"/>
        <w:szCs w:val="24"/>
        <w:lang w:val="de-DE"/>
      </w:rPr>
      <w:t>www.itrc.ac.ir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F3" w:rsidRPr="00EA3E6F" w:rsidRDefault="00653EF3" w:rsidP="00653EF3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>
      <w:rPr>
        <w:rFonts w:hint="cs"/>
        <w:color w:val="1BA0AF"/>
        <w:szCs w:val="24"/>
        <w:rtl/>
      </w:rPr>
      <w:t>هشگاه ارتباطات و فناوری اطلاعات</w:t>
    </w:r>
    <w:r>
      <w:rPr>
        <w:color w:val="1BA0AF"/>
        <w:szCs w:val="24"/>
      </w:rPr>
      <w:tab/>
    </w:r>
    <w:r>
      <w:rPr>
        <w:color w:val="1BA0AF"/>
        <w:szCs w:val="24"/>
        <w:lang w:val="de-DE"/>
      </w:rPr>
      <w:t>www.itrc.ac.ir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F3" w:rsidRPr="00EA3E6F" w:rsidRDefault="00653EF3" w:rsidP="00653EF3">
    <w:pPr>
      <w:pStyle w:val="Footer"/>
      <w:tabs>
        <w:tab w:val="clear" w:pos="4680"/>
        <w:tab w:val="clear" w:pos="9360"/>
        <w:tab w:val="right" w:pos="12970"/>
      </w:tabs>
      <w:ind w:left="-53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>
      <w:rPr>
        <w:rFonts w:hint="cs"/>
        <w:color w:val="1BA0AF"/>
        <w:szCs w:val="24"/>
        <w:rtl/>
      </w:rPr>
      <w:t>هشگاه ارتباطات و فناوری اطلاعات</w:t>
    </w:r>
    <w:r>
      <w:rPr>
        <w:color w:val="1BA0AF"/>
        <w:szCs w:val="24"/>
      </w:rPr>
      <w:tab/>
    </w:r>
    <w:r>
      <w:rPr>
        <w:color w:val="1BA0AF"/>
        <w:szCs w:val="24"/>
        <w:lang w:val="de-DE"/>
      </w:rPr>
      <w:t>www.itrc.ac.ir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B7A" w:rsidRDefault="00945B7A" w:rsidP="00664663">
      <w:r>
        <w:separator/>
      </w:r>
    </w:p>
  </w:footnote>
  <w:footnote w:type="continuationSeparator" w:id="0">
    <w:p w:rsidR="00945B7A" w:rsidRDefault="00945B7A" w:rsidP="0066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0951F9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      برگه خلاصه پيشنهاد پروژه</w:t>
          </w:r>
        </w:p>
      </w:tc>
      <w:tc>
        <w:tcPr>
          <w:tcW w:w="1980" w:type="dxa"/>
        </w:tcPr>
        <w:p w:rsidR="00EA3E6F" w:rsidRPr="00EA3E6F" w:rsidRDefault="00EA3E6F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 xml:space="preserve">شماره </w:t>
          </w:r>
          <w:r w:rsidR="00CD3B72">
            <w:rPr>
              <w:rFonts w:hint="cs"/>
              <w:rtl/>
            </w:rPr>
            <w:t>برگه</w:t>
          </w:r>
          <w:r w:rsidR="000951F9">
            <w:rPr>
              <w:rFonts w:hint="cs"/>
              <w:rtl/>
            </w:rPr>
            <w:t>: پژوهشي 415</w:t>
          </w:r>
        </w:p>
      </w:tc>
    </w:tr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0951F9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      معاونت پژوهش و توسعه ارتباطات علمي</w:t>
          </w:r>
        </w:p>
      </w:tc>
      <w:tc>
        <w:tcPr>
          <w:tcW w:w="1980" w:type="dxa"/>
        </w:tcPr>
        <w:p w:rsidR="00EA3E6F" w:rsidRPr="00EA3E6F" w:rsidRDefault="00EA3E6F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A3E6F" w:rsidRPr="00EA3E6F" w:rsidRDefault="00653EF3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48512" behindDoc="0" locked="0" layoutInCell="1" allowOverlap="1" wp14:anchorId="2ADE4C40" wp14:editId="2D1FFF4E">
          <wp:simplePos x="0" y="0"/>
          <wp:positionH relativeFrom="column">
            <wp:posOffset>4241800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9" name="Picture 9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4816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58240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057F" w:rsidRPr="00A330E3" w:rsidRDefault="005D5674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="0010057F"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DB4816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28.85pt;margin-top:-58.05pt;width:27.15pt;height:45.9pt;z-index:-251658240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" o:allowoverlap="f" fillcolor="#1ba0af" strokecolor="#1ba0af" strokeweight="6pt">
              <v:stroke linestyle="thinThin"/>
              <v:textbox inset="0,7.2pt,0,7.2pt">
                <w:txbxContent>
                  <w:p w:rsidR="0010057F" w:rsidRPr="00A330E3" w:rsidRDefault="005D5674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="0010057F"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DB4816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653EF3" w:rsidRPr="00EA3E6F" w:rsidTr="00EA3E6F">
      <w:trPr>
        <w:trHeight w:val="288"/>
      </w:trPr>
      <w:tc>
        <w:tcPr>
          <w:tcW w:w="4230" w:type="dxa"/>
        </w:tcPr>
        <w:p w:rsidR="00653EF3" w:rsidRPr="00EA3E6F" w:rsidRDefault="00653EF3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      برگه خلاصه پيشنهاد پروژه</w:t>
          </w:r>
        </w:p>
      </w:tc>
      <w:tc>
        <w:tcPr>
          <w:tcW w:w="1980" w:type="dxa"/>
        </w:tcPr>
        <w:p w:rsidR="00653EF3" w:rsidRPr="00EA3E6F" w:rsidRDefault="00653EF3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>شماره برگه: پژوهشي 415</w:t>
          </w:r>
        </w:p>
      </w:tc>
    </w:tr>
    <w:tr w:rsidR="00653EF3" w:rsidRPr="00EA3E6F" w:rsidTr="00EA3E6F">
      <w:trPr>
        <w:trHeight w:val="288"/>
      </w:trPr>
      <w:tc>
        <w:tcPr>
          <w:tcW w:w="4230" w:type="dxa"/>
        </w:tcPr>
        <w:p w:rsidR="00653EF3" w:rsidRPr="00EA3E6F" w:rsidRDefault="00653EF3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      معاونت پژوهش و توسعه ارتباطات علمي</w:t>
          </w:r>
        </w:p>
      </w:tc>
      <w:tc>
        <w:tcPr>
          <w:tcW w:w="1980" w:type="dxa"/>
        </w:tcPr>
        <w:p w:rsidR="00653EF3" w:rsidRPr="00EA3E6F" w:rsidRDefault="00653EF3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653EF3" w:rsidRPr="00EA3E6F" w:rsidRDefault="00653EF3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1584" behindDoc="0" locked="0" layoutInCell="1" allowOverlap="1" wp14:anchorId="7BB201EF" wp14:editId="770131FF">
          <wp:simplePos x="0" y="0"/>
          <wp:positionH relativeFrom="column">
            <wp:posOffset>7830820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1" name="Picture 1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4816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59264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53EF3" w:rsidRPr="00A330E3" w:rsidRDefault="00653EF3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DB4816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3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28.85pt;margin-top:-58.05pt;width:27.15pt;height:45.9pt;z-index:-251657216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" o:allowoverlap="f" fillcolor="#1ba0af" strokecolor="#1ba0af" strokeweight="6pt">
              <v:stroke linestyle="thinThin"/>
              <v:textbox inset="0,7.2pt,0,7.2pt">
                <w:txbxContent>
                  <w:p w:rsidR="00653EF3" w:rsidRPr="00A330E3" w:rsidRDefault="00653EF3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DB4816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3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653EF3" w:rsidRPr="00EA3E6F" w:rsidTr="00EA3E6F">
      <w:trPr>
        <w:trHeight w:val="288"/>
      </w:trPr>
      <w:tc>
        <w:tcPr>
          <w:tcW w:w="4230" w:type="dxa"/>
        </w:tcPr>
        <w:p w:rsidR="00653EF3" w:rsidRPr="00EA3E6F" w:rsidRDefault="00653EF3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      برگه خلاصه پيشنهاد پروژه</w:t>
          </w:r>
        </w:p>
      </w:tc>
      <w:tc>
        <w:tcPr>
          <w:tcW w:w="1980" w:type="dxa"/>
        </w:tcPr>
        <w:p w:rsidR="00653EF3" w:rsidRPr="00EA3E6F" w:rsidRDefault="00653EF3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>شماره برگه: پژوهشي 415</w:t>
          </w:r>
        </w:p>
      </w:tc>
    </w:tr>
    <w:tr w:rsidR="00653EF3" w:rsidRPr="00EA3E6F" w:rsidTr="00EA3E6F">
      <w:trPr>
        <w:trHeight w:val="288"/>
      </w:trPr>
      <w:tc>
        <w:tcPr>
          <w:tcW w:w="4230" w:type="dxa"/>
        </w:tcPr>
        <w:p w:rsidR="00653EF3" w:rsidRPr="00EA3E6F" w:rsidRDefault="00653EF3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      معاونت پژوهش و توسعه ارتباطات علمي</w:t>
          </w:r>
        </w:p>
      </w:tc>
      <w:tc>
        <w:tcPr>
          <w:tcW w:w="1980" w:type="dxa"/>
        </w:tcPr>
        <w:p w:rsidR="00653EF3" w:rsidRPr="00EA3E6F" w:rsidRDefault="00653EF3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653EF3" w:rsidRPr="00EA3E6F" w:rsidRDefault="00653EF3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66944" behindDoc="0" locked="0" layoutInCell="1" allowOverlap="1" wp14:anchorId="351841E5" wp14:editId="7EA4B1EC">
          <wp:simplePos x="0" y="0"/>
          <wp:positionH relativeFrom="column">
            <wp:posOffset>4241800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10" name="Picture 10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4816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60288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53EF3" w:rsidRPr="00A330E3" w:rsidRDefault="00653EF3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DB4816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4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8" style="position:absolute;left:0;text-align:left;margin-left:28.85pt;margin-top:-58.05pt;width:27.15pt;height:45.9pt;z-index:-251656192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" o:allowoverlap="f" fillcolor="#1ba0af" strokecolor="#1ba0af" strokeweight="6pt">
              <v:stroke linestyle="thinThin"/>
              <v:textbox inset="0,7.2pt,0,7.2pt">
                <w:txbxContent>
                  <w:p w:rsidR="00653EF3" w:rsidRPr="00A330E3" w:rsidRDefault="00653EF3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DB4816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4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653EF3" w:rsidRPr="00EA3E6F" w:rsidTr="00EA3E6F">
      <w:trPr>
        <w:trHeight w:val="288"/>
      </w:trPr>
      <w:tc>
        <w:tcPr>
          <w:tcW w:w="4230" w:type="dxa"/>
        </w:tcPr>
        <w:p w:rsidR="00653EF3" w:rsidRPr="00EA3E6F" w:rsidRDefault="00653EF3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      برگه خلاصه پيشنهاد پروژه</w:t>
          </w:r>
        </w:p>
      </w:tc>
      <w:tc>
        <w:tcPr>
          <w:tcW w:w="1980" w:type="dxa"/>
        </w:tcPr>
        <w:p w:rsidR="00653EF3" w:rsidRPr="00EA3E6F" w:rsidRDefault="00653EF3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>شماره برگه: پژوهشي 415</w:t>
          </w:r>
        </w:p>
      </w:tc>
    </w:tr>
    <w:tr w:rsidR="00653EF3" w:rsidRPr="00EA3E6F" w:rsidTr="00EA3E6F">
      <w:trPr>
        <w:trHeight w:val="288"/>
      </w:trPr>
      <w:tc>
        <w:tcPr>
          <w:tcW w:w="4230" w:type="dxa"/>
        </w:tcPr>
        <w:p w:rsidR="00653EF3" w:rsidRPr="00EA3E6F" w:rsidRDefault="00653EF3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      معاونت پژوهش و توسعه ارتباطات علمي</w:t>
          </w:r>
        </w:p>
      </w:tc>
      <w:tc>
        <w:tcPr>
          <w:tcW w:w="1980" w:type="dxa"/>
        </w:tcPr>
        <w:p w:rsidR="00653EF3" w:rsidRPr="00EA3E6F" w:rsidRDefault="00653EF3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653EF3" w:rsidRPr="00EA3E6F" w:rsidRDefault="00653EF3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3632" behindDoc="0" locked="0" layoutInCell="1" allowOverlap="1" wp14:anchorId="3AB19EF5" wp14:editId="4B2BEA1B">
          <wp:simplePos x="0" y="0"/>
          <wp:positionH relativeFrom="column">
            <wp:posOffset>7830820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8" name="Picture 8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4816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61312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53EF3" w:rsidRPr="00A330E3" w:rsidRDefault="00653EF3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DB4816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5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9" style="position:absolute;left:0;text-align:left;margin-left:28.85pt;margin-top:-58.05pt;width:27.15pt;height:45.9pt;z-index:-251655168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" o:allowoverlap="f" fillcolor="#1ba0af" strokecolor="#1ba0af" strokeweight="6pt">
              <v:stroke linestyle="thinThin"/>
              <v:textbox inset="0,7.2pt,0,7.2pt">
                <w:txbxContent>
                  <w:p w:rsidR="00653EF3" w:rsidRPr="00A330E3" w:rsidRDefault="00653EF3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DB4816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5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C99"/>
    <w:multiLevelType w:val="hybridMultilevel"/>
    <w:tmpl w:val="25FCB54E"/>
    <w:lvl w:ilvl="0" w:tplc="FC0AA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CD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7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D4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E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B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26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2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2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F3C48"/>
    <w:multiLevelType w:val="hybridMultilevel"/>
    <w:tmpl w:val="9412E8A2"/>
    <w:lvl w:ilvl="0" w:tplc="28D4A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89B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05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61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7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8B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47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0A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3FCC"/>
    <w:multiLevelType w:val="hybridMultilevel"/>
    <w:tmpl w:val="821E27A4"/>
    <w:lvl w:ilvl="0" w:tplc="3DE4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46DE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CB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3D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6D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E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40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4C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C1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94416"/>
    <w:multiLevelType w:val="hybridMultilevel"/>
    <w:tmpl w:val="9D22BDE0"/>
    <w:lvl w:ilvl="0" w:tplc="AE4630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7F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D42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69C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F257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3061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AE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7A4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D2B5F"/>
    <w:multiLevelType w:val="hybridMultilevel"/>
    <w:tmpl w:val="4AAE52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168A"/>
    <w:multiLevelType w:val="hybridMultilevel"/>
    <w:tmpl w:val="BBA0905A"/>
    <w:lvl w:ilvl="0" w:tplc="62DAC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6B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E8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28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9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6B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26E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9C4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8C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80B9D"/>
    <w:multiLevelType w:val="multilevel"/>
    <w:tmpl w:val="0786E60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960A5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E5A46EF"/>
    <w:multiLevelType w:val="hybridMultilevel"/>
    <w:tmpl w:val="1ED6498A"/>
    <w:lvl w:ilvl="0" w:tplc="CAD00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83410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A5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560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203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09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E6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0D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26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02EA4"/>
    <w:multiLevelType w:val="hybridMultilevel"/>
    <w:tmpl w:val="EB7C9D78"/>
    <w:lvl w:ilvl="0" w:tplc="8BDE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87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0D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8E5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1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6E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6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45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0B66C3"/>
    <w:multiLevelType w:val="hybridMultilevel"/>
    <w:tmpl w:val="37565CC2"/>
    <w:lvl w:ilvl="0" w:tplc="04243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5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A1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B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2E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A6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F4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A43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18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DC03D0"/>
    <w:multiLevelType w:val="hybridMultilevel"/>
    <w:tmpl w:val="DE90F8D0"/>
    <w:lvl w:ilvl="0" w:tplc="EC2AB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7C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2B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C4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88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A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8A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EB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30198E"/>
    <w:multiLevelType w:val="hybridMultilevel"/>
    <w:tmpl w:val="2110EA36"/>
    <w:lvl w:ilvl="0" w:tplc="C400D6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8D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84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EE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2E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29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299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1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E5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7877DF"/>
    <w:multiLevelType w:val="hybridMultilevel"/>
    <w:tmpl w:val="0BC85B90"/>
    <w:lvl w:ilvl="0" w:tplc="33C0B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7008EE"/>
    <w:multiLevelType w:val="hybridMultilevel"/>
    <w:tmpl w:val="7A4C2158"/>
    <w:lvl w:ilvl="0" w:tplc="92CAD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C83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5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CB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27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6D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6C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64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A42D20"/>
    <w:multiLevelType w:val="hybridMultilevel"/>
    <w:tmpl w:val="C98CBD8C"/>
    <w:lvl w:ilvl="0" w:tplc="595229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8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60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87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6D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4CE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C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EA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6861C1"/>
    <w:multiLevelType w:val="hybridMultilevel"/>
    <w:tmpl w:val="0AFCD0F0"/>
    <w:lvl w:ilvl="0" w:tplc="2FDA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CE4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49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5A9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A1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3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532545"/>
    <w:multiLevelType w:val="hybridMultilevel"/>
    <w:tmpl w:val="084C9710"/>
    <w:lvl w:ilvl="0" w:tplc="C2F0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2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AE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1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20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2CA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E919F4"/>
    <w:multiLevelType w:val="hybridMultilevel"/>
    <w:tmpl w:val="8FD8FA46"/>
    <w:lvl w:ilvl="0" w:tplc="EB98D9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039F8"/>
    <w:multiLevelType w:val="hybridMultilevel"/>
    <w:tmpl w:val="0C3EE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D5606E"/>
    <w:multiLevelType w:val="hybridMultilevel"/>
    <w:tmpl w:val="3B9AEA5C"/>
    <w:lvl w:ilvl="0" w:tplc="4DDA33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80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6C4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E5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324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E0A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C2C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5E1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473EEA"/>
    <w:multiLevelType w:val="hybridMultilevel"/>
    <w:tmpl w:val="950ED1C6"/>
    <w:lvl w:ilvl="0" w:tplc="57CEE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09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F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1A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C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A0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E5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078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82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651C44"/>
    <w:multiLevelType w:val="hybridMultilevel"/>
    <w:tmpl w:val="3AC895DE"/>
    <w:lvl w:ilvl="0" w:tplc="FA5C4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C99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C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3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2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801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D8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455772"/>
    <w:multiLevelType w:val="hybridMultilevel"/>
    <w:tmpl w:val="E4A0834E"/>
    <w:lvl w:ilvl="0" w:tplc="E5707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C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2EF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81C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C6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C2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A0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C7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D84F72"/>
    <w:multiLevelType w:val="hybridMultilevel"/>
    <w:tmpl w:val="25B4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92309"/>
    <w:multiLevelType w:val="hybridMultilevel"/>
    <w:tmpl w:val="646A8B52"/>
    <w:lvl w:ilvl="0" w:tplc="1B1A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755860"/>
    <w:multiLevelType w:val="hybridMultilevel"/>
    <w:tmpl w:val="5ED8118C"/>
    <w:lvl w:ilvl="0" w:tplc="7948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04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1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B04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9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22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A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02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C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6E7A02"/>
    <w:multiLevelType w:val="hybridMultilevel"/>
    <w:tmpl w:val="F50EB458"/>
    <w:lvl w:ilvl="0" w:tplc="39ACE2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3BA5175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8">
    <w:nsid w:val="572575B9"/>
    <w:multiLevelType w:val="hybridMultilevel"/>
    <w:tmpl w:val="377608EC"/>
    <w:lvl w:ilvl="0" w:tplc="A2FC25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4E9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62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A6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CA8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A6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48B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85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8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406638"/>
    <w:multiLevelType w:val="hybridMultilevel"/>
    <w:tmpl w:val="71FA0828"/>
    <w:lvl w:ilvl="0" w:tplc="25DA8E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4D6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E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4E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4FF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82A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AD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E8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C4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4D0BA9"/>
    <w:multiLevelType w:val="hybridMultilevel"/>
    <w:tmpl w:val="F894FD32"/>
    <w:lvl w:ilvl="0" w:tplc="F71ED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24E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2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64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C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44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0C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EB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F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832A38"/>
    <w:multiLevelType w:val="hybridMultilevel"/>
    <w:tmpl w:val="AC62A9F2"/>
    <w:lvl w:ilvl="0" w:tplc="4B765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CC8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40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858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B0F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4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8A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89B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6F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655E77"/>
    <w:multiLevelType w:val="hybridMultilevel"/>
    <w:tmpl w:val="829658FE"/>
    <w:lvl w:ilvl="0" w:tplc="73B08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C6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DCB2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03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E6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3C2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5CE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A8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24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316FD9"/>
    <w:multiLevelType w:val="hybridMultilevel"/>
    <w:tmpl w:val="5F82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32EE3"/>
    <w:multiLevelType w:val="multilevel"/>
    <w:tmpl w:val="B860CFDC"/>
    <w:lvl w:ilvl="0">
      <w:start w:val="1"/>
      <w:numFmt w:val="decimal"/>
      <w:lvlText w:val="%1-"/>
      <w:lvlJc w:val="left"/>
      <w:pPr>
        <w:tabs>
          <w:tab w:val="num" w:pos="612"/>
        </w:tabs>
        <w:ind w:left="612" w:hanging="432"/>
      </w:pPr>
      <w:rPr>
        <w:rFonts w:cs="B Nazanin" w:hint="cs"/>
        <w:bCs/>
        <w:iCs w:val="0"/>
        <w:sz w:val="36"/>
        <w:szCs w:val="36"/>
      </w:rPr>
    </w:lvl>
    <w:lvl w:ilvl="1">
      <w:start w:val="1"/>
      <w:numFmt w:val="decimal"/>
      <w:lvlText w:val="%1-%2"/>
      <w:lvlJc w:val="left"/>
      <w:pPr>
        <w:tabs>
          <w:tab w:val="num" w:pos="113"/>
        </w:tabs>
        <w:ind w:left="284" w:hanging="28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"/>
      <w:lvlJc w:val="left"/>
      <w:pPr>
        <w:tabs>
          <w:tab w:val="num" w:pos="900"/>
        </w:tabs>
        <w:ind w:left="900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30C5A3F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6">
    <w:nsid w:val="77C63EA2"/>
    <w:multiLevelType w:val="hybridMultilevel"/>
    <w:tmpl w:val="31C24F80"/>
    <w:lvl w:ilvl="0" w:tplc="0409000F">
      <w:start w:val="1"/>
      <w:numFmt w:val="decimal"/>
      <w:lvlText w:val="%1."/>
      <w:lvlJc w:val="left"/>
      <w:pPr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7">
    <w:nsid w:val="7BC751F7"/>
    <w:multiLevelType w:val="hybridMultilevel"/>
    <w:tmpl w:val="5F92CA7C"/>
    <w:lvl w:ilvl="0" w:tplc="A240D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8F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3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A2B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42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E0F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A27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8B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6"/>
  </w:num>
  <w:num w:numId="4">
    <w:abstractNumId w:val="8"/>
  </w:num>
  <w:num w:numId="5">
    <w:abstractNumId w:val="9"/>
  </w:num>
  <w:num w:numId="6">
    <w:abstractNumId w:val="19"/>
  </w:num>
  <w:num w:numId="7">
    <w:abstractNumId w:val="28"/>
  </w:num>
  <w:num w:numId="8">
    <w:abstractNumId w:val="16"/>
  </w:num>
  <w:num w:numId="9">
    <w:abstractNumId w:val="13"/>
  </w:num>
  <w:num w:numId="10">
    <w:abstractNumId w:val="37"/>
  </w:num>
  <w:num w:numId="11">
    <w:abstractNumId w:val="32"/>
  </w:num>
  <w:num w:numId="12">
    <w:abstractNumId w:val="1"/>
  </w:num>
  <w:num w:numId="13">
    <w:abstractNumId w:val="11"/>
  </w:num>
  <w:num w:numId="14">
    <w:abstractNumId w:val="30"/>
  </w:num>
  <w:num w:numId="15">
    <w:abstractNumId w:val="10"/>
  </w:num>
  <w:num w:numId="16">
    <w:abstractNumId w:val="5"/>
  </w:num>
  <w:num w:numId="17">
    <w:abstractNumId w:val="25"/>
  </w:num>
  <w:num w:numId="18">
    <w:abstractNumId w:val="15"/>
  </w:num>
  <w:num w:numId="19">
    <w:abstractNumId w:val="3"/>
  </w:num>
  <w:num w:numId="20">
    <w:abstractNumId w:val="14"/>
  </w:num>
  <w:num w:numId="21">
    <w:abstractNumId w:val="31"/>
  </w:num>
  <w:num w:numId="22">
    <w:abstractNumId w:val="22"/>
  </w:num>
  <w:num w:numId="23">
    <w:abstractNumId w:val="7"/>
  </w:num>
  <w:num w:numId="24">
    <w:abstractNumId w:val="2"/>
  </w:num>
  <w:num w:numId="25">
    <w:abstractNumId w:val="29"/>
  </w:num>
  <w:num w:numId="26">
    <w:abstractNumId w:val="0"/>
  </w:num>
  <w:num w:numId="27">
    <w:abstractNumId w:val="20"/>
  </w:num>
  <w:num w:numId="28">
    <w:abstractNumId w:val="21"/>
  </w:num>
  <w:num w:numId="29">
    <w:abstractNumId w:val="34"/>
  </w:num>
  <w:num w:numId="30">
    <w:abstractNumId w:val="26"/>
  </w:num>
  <w:num w:numId="31">
    <w:abstractNumId w:val="4"/>
  </w:num>
  <w:num w:numId="32">
    <w:abstractNumId w:val="18"/>
  </w:num>
  <w:num w:numId="33">
    <w:abstractNumId w:val="12"/>
  </w:num>
  <w:num w:numId="34">
    <w:abstractNumId w:val="24"/>
  </w:num>
  <w:num w:numId="35">
    <w:abstractNumId w:val="27"/>
  </w:num>
  <w:num w:numId="36">
    <w:abstractNumId w:val="23"/>
  </w:num>
  <w:num w:numId="37">
    <w:abstractNumId w:val="17"/>
  </w:num>
  <w:num w:numId="38">
    <w:abstractNumId w:val="33"/>
  </w:num>
  <w:num w:numId="3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>
      <o:colormru v:ext="edit" colors="#1ba0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F9"/>
    <w:rsid w:val="00000927"/>
    <w:rsid w:val="00003137"/>
    <w:rsid w:val="000037DD"/>
    <w:rsid w:val="00006953"/>
    <w:rsid w:val="00010EC8"/>
    <w:rsid w:val="0001280B"/>
    <w:rsid w:val="000146B8"/>
    <w:rsid w:val="00015B23"/>
    <w:rsid w:val="00020C3A"/>
    <w:rsid w:val="00027C4A"/>
    <w:rsid w:val="00030527"/>
    <w:rsid w:val="0003063E"/>
    <w:rsid w:val="000338DD"/>
    <w:rsid w:val="00036C68"/>
    <w:rsid w:val="000424C8"/>
    <w:rsid w:val="0004309E"/>
    <w:rsid w:val="000438AB"/>
    <w:rsid w:val="00043955"/>
    <w:rsid w:val="0004406E"/>
    <w:rsid w:val="0005233E"/>
    <w:rsid w:val="00053624"/>
    <w:rsid w:val="00056AB6"/>
    <w:rsid w:val="00057B03"/>
    <w:rsid w:val="0006166A"/>
    <w:rsid w:val="00067AE3"/>
    <w:rsid w:val="0007008E"/>
    <w:rsid w:val="00071625"/>
    <w:rsid w:val="0007571D"/>
    <w:rsid w:val="00076F96"/>
    <w:rsid w:val="00084E5E"/>
    <w:rsid w:val="0008580A"/>
    <w:rsid w:val="00090073"/>
    <w:rsid w:val="0009340B"/>
    <w:rsid w:val="000951F9"/>
    <w:rsid w:val="00095C72"/>
    <w:rsid w:val="00096960"/>
    <w:rsid w:val="000A1379"/>
    <w:rsid w:val="000A474C"/>
    <w:rsid w:val="000A515F"/>
    <w:rsid w:val="000A7201"/>
    <w:rsid w:val="000B0C21"/>
    <w:rsid w:val="000B3339"/>
    <w:rsid w:val="000B5679"/>
    <w:rsid w:val="000B62CC"/>
    <w:rsid w:val="000B7E28"/>
    <w:rsid w:val="000C25A4"/>
    <w:rsid w:val="000C4467"/>
    <w:rsid w:val="000D6D53"/>
    <w:rsid w:val="000D7C33"/>
    <w:rsid w:val="000E1A16"/>
    <w:rsid w:val="000E2275"/>
    <w:rsid w:val="000E24E0"/>
    <w:rsid w:val="000E4836"/>
    <w:rsid w:val="000E7ABD"/>
    <w:rsid w:val="000F7DCF"/>
    <w:rsid w:val="0010057F"/>
    <w:rsid w:val="001057F2"/>
    <w:rsid w:val="00105821"/>
    <w:rsid w:val="0010593F"/>
    <w:rsid w:val="00105991"/>
    <w:rsid w:val="00120410"/>
    <w:rsid w:val="00121CEB"/>
    <w:rsid w:val="00123472"/>
    <w:rsid w:val="0012689E"/>
    <w:rsid w:val="00134ACB"/>
    <w:rsid w:val="00136A8B"/>
    <w:rsid w:val="001410A0"/>
    <w:rsid w:val="00144B21"/>
    <w:rsid w:val="0014517A"/>
    <w:rsid w:val="00147147"/>
    <w:rsid w:val="0014798E"/>
    <w:rsid w:val="00151555"/>
    <w:rsid w:val="001715D2"/>
    <w:rsid w:val="00172A3F"/>
    <w:rsid w:val="00175C33"/>
    <w:rsid w:val="00176A12"/>
    <w:rsid w:val="00180F88"/>
    <w:rsid w:val="00182972"/>
    <w:rsid w:val="001859FD"/>
    <w:rsid w:val="00185FC7"/>
    <w:rsid w:val="00190C52"/>
    <w:rsid w:val="00193CB8"/>
    <w:rsid w:val="00195E98"/>
    <w:rsid w:val="0019646F"/>
    <w:rsid w:val="001977BF"/>
    <w:rsid w:val="00197865"/>
    <w:rsid w:val="001A15B0"/>
    <w:rsid w:val="001A2178"/>
    <w:rsid w:val="001A3BFC"/>
    <w:rsid w:val="001A3F5F"/>
    <w:rsid w:val="001A62BD"/>
    <w:rsid w:val="001A7DB4"/>
    <w:rsid w:val="001B5D05"/>
    <w:rsid w:val="001C1F8E"/>
    <w:rsid w:val="001C2881"/>
    <w:rsid w:val="001C4B74"/>
    <w:rsid w:val="001C553B"/>
    <w:rsid w:val="001C66A6"/>
    <w:rsid w:val="001C6C3A"/>
    <w:rsid w:val="001C77B6"/>
    <w:rsid w:val="001C7CFF"/>
    <w:rsid w:val="001D0859"/>
    <w:rsid w:val="001D667E"/>
    <w:rsid w:val="001D7112"/>
    <w:rsid w:val="001E1AEA"/>
    <w:rsid w:val="001E328B"/>
    <w:rsid w:val="001E43CB"/>
    <w:rsid w:val="001E5D14"/>
    <w:rsid w:val="001F118C"/>
    <w:rsid w:val="001F13F0"/>
    <w:rsid w:val="001F3015"/>
    <w:rsid w:val="001F714E"/>
    <w:rsid w:val="00202E4F"/>
    <w:rsid w:val="00203BD9"/>
    <w:rsid w:val="00203E8E"/>
    <w:rsid w:val="0021303A"/>
    <w:rsid w:val="00217FB6"/>
    <w:rsid w:val="00223FE9"/>
    <w:rsid w:val="00224072"/>
    <w:rsid w:val="002240D4"/>
    <w:rsid w:val="00224716"/>
    <w:rsid w:val="00224800"/>
    <w:rsid w:val="00231877"/>
    <w:rsid w:val="00233808"/>
    <w:rsid w:val="00236B27"/>
    <w:rsid w:val="00237DAD"/>
    <w:rsid w:val="00240BEB"/>
    <w:rsid w:val="00251419"/>
    <w:rsid w:val="00254D0C"/>
    <w:rsid w:val="00256CC4"/>
    <w:rsid w:val="00257AA8"/>
    <w:rsid w:val="00260E32"/>
    <w:rsid w:val="00262E4D"/>
    <w:rsid w:val="002637E0"/>
    <w:rsid w:val="00264523"/>
    <w:rsid w:val="002666DB"/>
    <w:rsid w:val="00266961"/>
    <w:rsid w:val="002679F0"/>
    <w:rsid w:val="00267AA9"/>
    <w:rsid w:val="00270FA0"/>
    <w:rsid w:val="0027466B"/>
    <w:rsid w:val="00291C71"/>
    <w:rsid w:val="00294306"/>
    <w:rsid w:val="002966D5"/>
    <w:rsid w:val="002A1DDA"/>
    <w:rsid w:val="002A230C"/>
    <w:rsid w:val="002A35A9"/>
    <w:rsid w:val="002A6FF7"/>
    <w:rsid w:val="002B2CBB"/>
    <w:rsid w:val="002B2E83"/>
    <w:rsid w:val="002B50A5"/>
    <w:rsid w:val="002B66A2"/>
    <w:rsid w:val="002B6819"/>
    <w:rsid w:val="002C1409"/>
    <w:rsid w:val="002C20C8"/>
    <w:rsid w:val="002C2A99"/>
    <w:rsid w:val="002C3C13"/>
    <w:rsid w:val="002C5447"/>
    <w:rsid w:val="002C75D6"/>
    <w:rsid w:val="002D4B83"/>
    <w:rsid w:val="002E3533"/>
    <w:rsid w:val="002E37F8"/>
    <w:rsid w:val="002E3AB1"/>
    <w:rsid w:val="002E4012"/>
    <w:rsid w:val="002E48B8"/>
    <w:rsid w:val="002E5F5F"/>
    <w:rsid w:val="002F12C6"/>
    <w:rsid w:val="002F26C9"/>
    <w:rsid w:val="002F5929"/>
    <w:rsid w:val="002F61C9"/>
    <w:rsid w:val="002F792C"/>
    <w:rsid w:val="00302E07"/>
    <w:rsid w:val="003032D3"/>
    <w:rsid w:val="00303452"/>
    <w:rsid w:val="00310C30"/>
    <w:rsid w:val="00311428"/>
    <w:rsid w:val="003123D5"/>
    <w:rsid w:val="00312AC7"/>
    <w:rsid w:val="003226F0"/>
    <w:rsid w:val="00330BDA"/>
    <w:rsid w:val="0033218C"/>
    <w:rsid w:val="00332EDC"/>
    <w:rsid w:val="00333D36"/>
    <w:rsid w:val="00334F24"/>
    <w:rsid w:val="0034089E"/>
    <w:rsid w:val="00341E23"/>
    <w:rsid w:val="003443E5"/>
    <w:rsid w:val="0034470B"/>
    <w:rsid w:val="00344D42"/>
    <w:rsid w:val="00344E6E"/>
    <w:rsid w:val="003468F8"/>
    <w:rsid w:val="00350853"/>
    <w:rsid w:val="00350A9D"/>
    <w:rsid w:val="00351390"/>
    <w:rsid w:val="00352554"/>
    <w:rsid w:val="003528F4"/>
    <w:rsid w:val="00353010"/>
    <w:rsid w:val="00360BC8"/>
    <w:rsid w:val="0036446C"/>
    <w:rsid w:val="00364FD5"/>
    <w:rsid w:val="00365905"/>
    <w:rsid w:val="00365E35"/>
    <w:rsid w:val="00371D65"/>
    <w:rsid w:val="003749D9"/>
    <w:rsid w:val="00374FC6"/>
    <w:rsid w:val="00382D75"/>
    <w:rsid w:val="00383A20"/>
    <w:rsid w:val="00383C0B"/>
    <w:rsid w:val="003847A0"/>
    <w:rsid w:val="00392DB1"/>
    <w:rsid w:val="003931C1"/>
    <w:rsid w:val="00393F2B"/>
    <w:rsid w:val="00394868"/>
    <w:rsid w:val="00394AE5"/>
    <w:rsid w:val="00396301"/>
    <w:rsid w:val="00396EE9"/>
    <w:rsid w:val="003972CE"/>
    <w:rsid w:val="00397716"/>
    <w:rsid w:val="003A1FED"/>
    <w:rsid w:val="003A2391"/>
    <w:rsid w:val="003A6408"/>
    <w:rsid w:val="003A649D"/>
    <w:rsid w:val="003B229F"/>
    <w:rsid w:val="003C17B7"/>
    <w:rsid w:val="003C19A8"/>
    <w:rsid w:val="003C62C1"/>
    <w:rsid w:val="003D244A"/>
    <w:rsid w:val="003D73D8"/>
    <w:rsid w:val="003E11DA"/>
    <w:rsid w:val="003E1B47"/>
    <w:rsid w:val="003E2998"/>
    <w:rsid w:val="003E4D10"/>
    <w:rsid w:val="003F3299"/>
    <w:rsid w:val="003F4CBD"/>
    <w:rsid w:val="003F73F4"/>
    <w:rsid w:val="003F7531"/>
    <w:rsid w:val="003F795B"/>
    <w:rsid w:val="00401635"/>
    <w:rsid w:val="00410200"/>
    <w:rsid w:val="00410CC7"/>
    <w:rsid w:val="00411727"/>
    <w:rsid w:val="00415FD8"/>
    <w:rsid w:val="00421B51"/>
    <w:rsid w:val="0042546D"/>
    <w:rsid w:val="00432003"/>
    <w:rsid w:val="00432462"/>
    <w:rsid w:val="00432CA8"/>
    <w:rsid w:val="0043392E"/>
    <w:rsid w:val="00436E80"/>
    <w:rsid w:val="00437B88"/>
    <w:rsid w:val="004414AE"/>
    <w:rsid w:val="00441FEF"/>
    <w:rsid w:val="00445479"/>
    <w:rsid w:val="004519C2"/>
    <w:rsid w:val="004520BB"/>
    <w:rsid w:val="00452BE9"/>
    <w:rsid w:val="00454078"/>
    <w:rsid w:val="00454DC9"/>
    <w:rsid w:val="004571DC"/>
    <w:rsid w:val="004637D4"/>
    <w:rsid w:val="00466BF5"/>
    <w:rsid w:val="00471D0A"/>
    <w:rsid w:val="004829C1"/>
    <w:rsid w:val="0048596A"/>
    <w:rsid w:val="0048605A"/>
    <w:rsid w:val="004863CA"/>
    <w:rsid w:val="00487443"/>
    <w:rsid w:val="0049311A"/>
    <w:rsid w:val="004A016F"/>
    <w:rsid w:val="004A0305"/>
    <w:rsid w:val="004A0B3A"/>
    <w:rsid w:val="004A3542"/>
    <w:rsid w:val="004A39FD"/>
    <w:rsid w:val="004A6253"/>
    <w:rsid w:val="004A7B1E"/>
    <w:rsid w:val="004B36F2"/>
    <w:rsid w:val="004B6D17"/>
    <w:rsid w:val="004C0A16"/>
    <w:rsid w:val="004C1D01"/>
    <w:rsid w:val="004C3662"/>
    <w:rsid w:val="004C3D46"/>
    <w:rsid w:val="004C4A4F"/>
    <w:rsid w:val="004D16CC"/>
    <w:rsid w:val="004D408F"/>
    <w:rsid w:val="004E4BCA"/>
    <w:rsid w:val="004F020B"/>
    <w:rsid w:val="004F0FE8"/>
    <w:rsid w:val="004F48FB"/>
    <w:rsid w:val="004F5581"/>
    <w:rsid w:val="004F744A"/>
    <w:rsid w:val="00501BF1"/>
    <w:rsid w:val="005024B9"/>
    <w:rsid w:val="005033B2"/>
    <w:rsid w:val="00507CD8"/>
    <w:rsid w:val="005101BF"/>
    <w:rsid w:val="00517A77"/>
    <w:rsid w:val="00523480"/>
    <w:rsid w:val="00523DE9"/>
    <w:rsid w:val="00526453"/>
    <w:rsid w:val="005275D6"/>
    <w:rsid w:val="00531055"/>
    <w:rsid w:val="00531E65"/>
    <w:rsid w:val="005324C3"/>
    <w:rsid w:val="005429CB"/>
    <w:rsid w:val="00543394"/>
    <w:rsid w:val="00544F5B"/>
    <w:rsid w:val="00547333"/>
    <w:rsid w:val="00547D5C"/>
    <w:rsid w:val="005510C8"/>
    <w:rsid w:val="005574A3"/>
    <w:rsid w:val="00557D88"/>
    <w:rsid w:val="00561043"/>
    <w:rsid w:val="0056136A"/>
    <w:rsid w:val="005620B9"/>
    <w:rsid w:val="00562315"/>
    <w:rsid w:val="00562B81"/>
    <w:rsid w:val="00564209"/>
    <w:rsid w:val="00565BE9"/>
    <w:rsid w:val="005708A1"/>
    <w:rsid w:val="00573617"/>
    <w:rsid w:val="00576426"/>
    <w:rsid w:val="00580768"/>
    <w:rsid w:val="00584A55"/>
    <w:rsid w:val="005854BF"/>
    <w:rsid w:val="00585D78"/>
    <w:rsid w:val="005919BC"/>
    <w:rsid w:val="0059515E"/>
    <w:rsid w:val="005965E2"/>
    <w:rsid w:val="00597C27"/>
    <w:rsid w:val="005B614C"/>
    <w:rsid w:val="005B6CCB"/>
    <w:rsid w:val="005C5899"/>
    <w:rsid w:val="005D049E"/>
    <w:rsid w:val="005D0F11"/>
    <w:rsid w:val="005D1CA8"/>
    <w:rsid w:val="005D409D"/>
    <w:rsid w:val="005D5674"/>
    <w:rsid w:val="005D7A5B"/>
    <w:rsid w:val="005E104E"/>
    <w:rsid w:val="005E25D5"/>
    <w:rsid w:val="005E31F3"/>
    <w:rsid w:val="005E49A3"/>
    <w:rsid w:val="005F0A68"/>
    <w:rsid w:val="005F0DD6"/>
    <w:rsid w:val="005F1414"/>
    <w:rsid w:val="005F27F1"/>
    <w:rsid w:val="005F4EC1"/>
    <w:rsid w:val="00602806"/>
    <w:rsid w:val="00602D83"/>
    <w:rsid w:val="00605E1B"/>
    <w:rsid w:val="00607659"/>
    <w:rsid w:val="00607F48"/>
    <w:rsid w:val="00611D96"/>
    <w:rsid w:val="00612B65"/>
    <w:rsid w:val="00612E39"/>
    <w:rsid w:val="00614C69"/>
    <w:rsid w:val="00624CE6"/>
    <w:rsid w:val="00626A5B"/>
    <w:rsid w:val="00627321"/>
    <w:rsid w:val="00631FB0"/>
    <w:rsid w:val="006332F3"/>
    <w:rsid w:val="00635007"/>
    <w:rsid w:val="00641ED0"/>
    <w:rsid w:val="006436FE"/>
    <w:rsid w:val="006518BA"/>
    <w:rsid w:val="00653EF3"/>
    <w:rsid w:val="00657048"/>
    <w:rsid w:val="00660693"/>
    <w:rsid w:val="00664663"/>
    <w:rsid w:val="0066486B"/>
    <w:rsid w:val="00671C51"/>
    <w:rsid w:val="00674B64"/>
    <w:rsid w:val="006763E6"/>
    <w:rsid w:val="00681FE4"/>
    <w:rsid w:val="00691593"/>
    <w:rsid w:val="0069540D"/>
    <w:rsid w:val="00695C3B"/>
    <w:rsid w:val="006A5556"/>
    <w:rsid w:val="006A61BE"/>
    <w:rsid w:val="006B13D6"/>
    <w:rsid w:val="006B146E"/>
    <w:rsid w:val="006B2031"/>
    <w:rsid w:val="006B37DC"/>
    <w:rsid w:val="006B4A61"/>
    <w:rsid w:val="006B64F8"/>
    <w:rsid w:val="006C0094"/>
    <w:rsid w:val="006C1468"/>
    <w:rsid w:val="006C7A4E"/>
    <w:rsid w:val="006D1305"/>
    <w:rsid w:val="006D2A6C"/>
    <w:rsid w:val="006D7E14"/>
    <w:rsid w:val="006E2435"/>
    <w:rsid w:val="006E250E"/>
    <w:rsid w:val="006E48AB"/>
    <w:rsid w:val="006E4C45"/>
    <w:rsid w:val="006E5859"/>
    <w:rsid w:val="006F37A7"/>
    <w:rsid w:val="006F4F75"/>
    <w:rsid w:val="006F6E2B"/>
    <w:rsid w:val="00701EA9"/>
    <w:rsid w:val="0070494D"/>
    <w:rsid w:val="00705377"/>
    <w:rsid w:val="007059B8"/>
    <w:rsid w:val="00706E45"/>
    <w:rsid w:val="00710996"/>
    <w:rsid w:val="007126D5"/>
    <w:rsid w:val="00712D51"/>
    <w:rsid w:val="00712FDC"/>
    <w:rsid w:val="00714DFF"/>
    <w:rsid w:val="007178EA"/>
    <w:rsid w:val="0072750E"/>
    <w:rsid w:val="00732F57"/>
    <w:rsid w:val="0073367C"/>
    <w:rsid w:val="007361C2"/>
    <w:rsid w:val="0073633B"/>
    <w:rsid w:val="00741955"/>
    <w:rsid w:val="007422E6"/>
    <w:rsid w:val="007451E5"/>
    <w:rsid w:val="007456B7"/>
    <w:rsid w:val="007506CC"/>
    <w:rsid w:val="00756045"/>
    <w:rsid w:val="00756C5A"/>
    <w:rsid w:val="00760908"/>
    <w:rsid w:val="007630BD"/>
    <w:rsid w:val="00763A8A"/>
    <w:rsid w:val="007710BC"/>
    <w:rsid w:val="007710E1"/>
    <w:rsid w:val="00773BCC"/>
    <w:rsid w:val="00777772"/>
    <w:rsid w:val="00777849"/>
    <w:rsid w:val="0078048C"/>
    <w:rsid w:val="00782001"/>
    <w:rsid w:val="00787C89"/>
    <w:rsid w:val="00791670"/>
    <w:rsid w:val="00792902"/>
    <w:rsid w:val="00792935"/>
    <w:rsid w:val="0079379F"/>
    <w:rsid w:val="007946A7"/>
    <w:rsid w:val="00795601"/>
    <w:rsid w:val="00796C82"/>
    <w:rsid w:val="007A37DC"/>
    <w:rsid w:val="007B20FB"/>
    <w:rsid w:val="007B2BAF"/>
    <w:rsid w:val="007B534B"/>
    <w:rsid w:val="007C5369"/>
    <w:rsid w:val="007C5874"/>
    <w:rsid w:val="007D6EEE"/>
    <w:rsid w:val="007D74B4"/>
    <w:rsid w:val="007F04E6"/>
    <w:rsid w:val="007F065A"/>
    <w:rsid w:val="007F2A19"/>
    <w:rsid w:val="007F2C33"/>
    <w:rsid w:val="007F4869"/>
    <w:rsid w:val="007F70A2"/>
    <w:rsid w:val="008020F9"/>
    <w:rsid w:val="0080311B"/>
    <w:rsid w:val="00803672"/>
    <w:rsid w:val="00803689"/>
    <w:rsid w:val="00805FEF"/>
    <w:rsid w:val="00806DFE"/>
    <w:rsid w:val="0081240A"/>
    <w:rsid w:val="00812458"/>
    <w:rsid w:val="0081707F"/>
    <w:rsid w:val="00820385"/>
    <w:rsid w:val="00824EC9"/>
    <w:rsid w:val="00824FF4"/>
    <w:rsid w:val="008269B9"/>
    <w:rsid w:val="00842A10"/>
    <w:rsid w:val="00843177"/>
    <w:rsid w:val="00850F64"/>
    <w:rsid w:val="00854667"/>
    <w:rsid w:val="008604F6"/>
    <w:rsid w:val="00860E33"/>
    <w:rsid w:val="00861E12"/>
    <w:rsid w:val="00865FF6"/>
    <w:rsid w:val="0086607C"/>
    <w:rsid w:val="00867A94"/>
    <w:rsid w:val="0087202B"/>
    <w:rsid w:val="0087635F"/>
    <w:rsid w:val="00881978"/>
    <w:rsid w:val="00883F98"/>
    <w:rsid w:val="00884D7B"/>
    <w:rsid w:val="00886517"/>
    <w:rsid w:val="00890772"/>
    <w:rsid w:val="0089622B"/>
    <w:rsid w:val="00896FAC"/>
    <w:rsid w:val="008A0E2D"/>
    <w:rsid w:val="008A1490"/>
    <w:rsid w:val="008A2749"/>
    <w:rsid w:val="008A28E3"/>
    <w:rsid w:val="008A2E6A"/>
    <w:rsid w:val="008A593E"/>
    <w:rsid w:val="008A6483"/>
    <w:rsid w:val="008A7BFD"/>
    <w:rsid w:val="008B09C3"/>
    <w:rsid w:val="008B424D"/>
    <w:rsid w:val="008B511A"/>
    <w:rsid w:val="008B53EE"/>
    <w:rsid w:val="008B53F7"/>
    <w:rsid w:val="008C4E39"/>
    <w:rsid w:val="008C766D"/>
    <w:rsid w:val="008D3661"/>
    <w:rsid w:val="008D41D7"/>
    <w:rsid w:val="008D62E1"/>
    <w:rsid w:val="008E0A84"/>
    <w:rsid w:val="008E111E"/>
    <w:rsid w:val="008E4B25"/>
    <w:rsid w:val="008E5244"/>
    <w:rsid w:val="008E5DC3"/>
    <w:rsid w:val="008E5EC5"/>
    <w:rsid w:val="008F1CCD"/>
    <w:rsid w:val="008F3125"/>
    <w:rsid w:val="008F32BD"/>
    <w:rsid w:val="008F493C"/>
    <w:rsid w:val="008F5A00"/>
    <w:rsid w:val="00905C8D"/>
    <w:rsid w:val="009060C3"/>
    <w:rsid w:val="00906470"/>
    <w:rsid w:val="0091059B"/>
    <w:rsid w:val="0091125D"/>
    <w:rsid w:val="00914C7B"/>
    <w:rsid w:val="00914D6F"/>
    <w:rsid w:val="00915FE1"/>
    <w:rsid w:val="009163FD"/>
    <w:rsid w:val="0091682E"/>
    <w:rsid w:val="009175D3"/>
    <w:rsid w:val="009223FD"/>
    <w:rsid w:val="00935CFC"/>
    <w:rsid w:val="009379B5"/>
    <w:rsid w:val="00941192"/>
    <w:rsid w:val="009416F6"/>
    <w:rsid w:val="0094382F"/>
    <w:rsid w:val="00944662"/>
    <w:rsid w:val="00945B7A"/>
    <w:rsid w:val="00946A40"/>
    <w:rsid w:val="0095045F"/>
    <w:rsid w:val="00950C5A"/>
    <w:rsid w:val="009524F1"/>
    <w:rsid w:val="009540BA"/>
    <w:rsid w:val="00955147"/>
    <w:rsid w:val="00960149"/>
    <w:rsid w:val="00964779"/>
    <w:rsid w:val="00965000"/>
    <w:rsid w:val="00970027"/>
    <w:rsid w:val="009777A8"/>
    <w:rsid w:val="009777C2"/>
    <w:rsid w:val="00984242"/>
    <w:rsid w:val="00984D9D"/>
    <w:rsid w:val="00987BA4"/>
    <w:rsid w:val="00993C70"/>
    <w:rsid w:val="009964FC"/>
    <w:rsid w:val="009A13A2"/>
    <w:rsid w:val="009B75A6"/>
    <w:rsid w:val="009C2867"/>
    <w:rsid w:val="009C2CC3"/>
    <w:rsid w:val="009C50B1"/>
    <w:rsid w:val="009D2252"/>
    <w:rsid w:val="009D38F3"/>
    <w:rsid w:val="009D5BC4"/>
    <w:rsid w:val="009E0ABB"/>
    <w:rsid w:val="009E23D0"/>
    <w:rsid w:val="009E6867"/>
    <w:rsid w:val="009F1323"/>
    <w:rsid w:val="009F198F"/>
    <w:rsid w:val="009F475B"/>
    <w:rsid w:val="009F4F70"/>
    <w:rsid w:val="00A00862"/>
    <w:rsid w:val="00A07129"/>
    <w:rsid w:val="00A10C6A"/>
    <w:rsid w:val="00A11C50"/>
    <w:rsid w:val="00A11C9C"/>
    <w:rsid w:val="00A16008"/>
    <w:rsid w:val="00A22DD9"/>
    <w:rsid w:val="00A243AD"/>
    <w:rsid w:val="00A26BC6"/>
    <w:rsid w:val="00A31322"/>
    <w:rsid w:val="00A330E3"/>
    <w:rsid w:val="00A45316"/>
    <w:rsid w:val="00A4598B"/>
    <w:rsid w:val="00A4750F"/>
    <w:rsid w:val="00A50263"/>
    <w:rsid w:val="00A51CD5"/>
    <w:rsid w:val="00A522B1"/>
    <w:rsid w:val="00A53638"/>
    <w:rsid w:val="00A53A52"/>
    <w:rsid w:val="00A649F8"/>
    <w:rsid w:val="00A658EC"/>
    <w:rsid w:val="00A67276"/>
    <w:rsid w:val="00A73D5B"/>
    <w:rsid w:val="00A7707E"/>
    <w:rsid w:val="00A83A05"/>
    <w:rsid w:val="00A85745"/>
    <w:rsid w:val="00A86EE6"/>
    <w:rsid w:val="00A904DE"/>
    <w:rsid w:val="00A90619"/>
    <w:rsid w:val="00A90D76"/>
    <w:rsid w:val="00AA14D4"/>
    <w:rsid w:val="00AA47A5"/>
    <w:rsid w:val="00AA4994"/>
    <w:rsid w:val="00AA6E01"/>
    <w:rsid w:val="00AB4D82"/>
    <w:rsid w:val="00AB771E"/>
    <w:rsid w:val="00AC2071"/>
    <w:rsid w:val="00AC3C21"/>
    <w:rsid w:val="00AC5BF6"/>
    <w:rsid w:val="00AC7CBB"/>
    <w:rsid w:val="00AE36FD"/>
    <w:rsid w:val="00AE4D55"/>
    <w:rsid w:val="00AE6663"/>
    <w:rsid w:val="00AE7A10"/>
    <w:rsid w:val="00AF00AE"/>
    <w:rsid w:val="00AF0111"/>
    <w:rsid w:val="00AF161D"/>
    <w:rsid w:val="00AF29CE"/>
    <w:rsid w:val="00AF7D4F"/>
    <w:rsid w:val="00B009E5"/>
    <w:rsid w:val="00B017A9"/>
    <w:rsid w:val="00B031AB"/>
    <w:rsid w:val="00B0423B"/>
    <w:rsid w:val="00B04AE8"/>
    <w:rsid w:val="00B05E6E"/>
    <w:rsid w:val="00B07769"/>
    <w:rsid w:val="00B077E9"/>
    <w:rsid w:val="00B13758"/>
    <w:rsid w:val="00B1592D"/>
    <w:rsid w:val="00B17133"/>
    <w:rsid w:val="00B217AB"/>
    <w:rsid w:val="00B25F81"/>
    <w:rsid w:val="00B26D68"/>
    <w:rsid w:val="00B26F1D"/>
    <w:rsid w:val="00B2765D"/>
    <w:rsid w:val="00B31B97"/>
    <w:rsid w:val="00B34465"/>
    <w:rsid w:val="00B3606E"/>
    <w:rsid w:val="00B4091A"/>
    <w:rsid w:val="00B42570"/>
    <w:rsid w:val="00B4419B"/>
    <w:rsid w:val="00B44274"/>
    <w:rsid w:val="00B44ECE"/>
    <w:rsid w:val="00B520A0"/>
    <w:rsid w:val="00B53CA2"/>
    <w:rsid w:val="00B5435A"/>
    <w:rsid w:val="00B55412"/>
    <w:rsid w:val="00B67F34"/>
    <w:rsid w:val="00B73652"/>
    <w:rsid w:val="00B76BAA"/>
    <w:rsid w:val="00B81985"/>
    <w:rsid w:val="00B81C3A"/>
    <w:rsid w:val="00B90D67"/>
    <w:rsid w:val="00B94960"/>
    <w:rsid w:val="00B94EE0"/>
    <w:rsid w:val="00B96369"/>
    <w:rsid w:val="00BA08F5"/>
    <w:rsid w:val="00BA3163"/>
    <w:rsid w:val="00BA4C33"/>
    <w:rsid w:val="00BA5A3A"/>
    <w:rsid w:val="00BA7659"/>
    <w:rsid w:val="00BB0986"/>
    <w:rsid w:val="00BB12EC"/>
    <w:rsid w:val="00BB151F"/>
    <w:rsid w:val="00BB6732"/>
    <w:rsid w:val="00BC16D3"/>
    <w:rsid w:val="00BC4C45"/>
    <w:rsid w:val="00BC63DC"/>
    <w:rsid w:val="00BC681B"/>
    <w:rsid w:val="00BC6F53"/>
    <w:rsid w:val="00BD2211"/>
    <w:rsid w:val="00BD28E6"/>
    <w:rsid w:val="00BD2BE4"/>
    <w:rsid w:val="00BD6EB4"/>
    <w:rsid w:val="00BD6FCB"/>
    <w:rsid w:val="00BD7B0A"/>
    <w:rsid w:val="00BE1535"/>
    <w:rsid w:val="00BE3F53"/>
    <w:rsid w:val="00BF028F"/>
    <w:rsid w:val="00BF0998"/>
    <w:rsid w:val="00BF2417"/>
    <w:rsid w:val="00BF2E04"/>
    <w:rsid w:val="00BF37D9"/>
    <w:rsid w:val="00BF46D6"/>
    <w:rsid w:val="00BF4A1D"/>
    <w:rsid w:val="00C019DC"/>
    <w:rsid w:val="00C04CC3"/>
    <w:rsid w:val="00C05B8F"/>
    <w:rsid w:val="00C060D0"/>
    <w:rsid w:val="00C07150"/>
    <w:rsid w:val="00C07AD6"/>
    <w:rsid w:val="00C12368"/>
    <w:rsid w:val="00C145B8"/>
    <w:rsid w:val="00C15E5F"/>
    <w:rsid w:val="00C16758"/>
    <w:rsid w:val="00C178E5"/>
    <w:rsid w:val="00C17E10"/>
    <w:rsid w:val="00C21DE0"/>
    <w:rsid w:val="00C22490"/>
    <w:rsid w:val="00C22F79"/>
    <w:rsid w:val="00C24CF6"/>
    <w:rsid w:val="00C40A24"/>
    <w:rsid w:val="00C40AC2"/>
    <w:rsid w:val="00C43A0C"/>
    <w:rsid w:val="00C45CFB"/>
    <w:rsid w:val="00C46665"/>
    <w:rsid w:val="00C46C15"/>
    <w:rsid w:val="00C5077E"/>
    <w:rsid w:val="00C50FE7"/>
    <w:rsid w:val="00C51116"/>
    <w:rsid w:val="00C55D8C"/>
    <w:rsid w:val="00C5695A"/>
    <w:rsid w:val="00C6274B"/>
    <w:rsid w:val="00C67204"/>
    <w:rsid w:val="00C71466"/>
    <w:rsid w:val="00C71C5A"/>
    <w:rsid w:val="00C75E2C"/>
    <w:rsid w:val="00C80FAC"/>
    <w:rsid w:val="00C816BF"/>
    <w:rsid w:val="00C8327A"/>
    <w:rsid w:val="00C84EFE"/>
    <w:rsid w:val="00C908C7"/>
    <w:rsid w:val="00C90B6E"/>
    <w:rsid w:val="00C94078"/>
    <w:rsid w:val="00C95EC0"/>
    <w:rsid w:val="00C96C5A"/>
    <w:rsid w:val="00CA790F"/>
    <w:rsid w:val="00CB5F58"/>
    <w:rsid w:val="00CC00B7"/>
    <w:rsid w:val="00CC4CBF"/>
    <w:rsid w:val="00CD1AF0"/>
    <w:rsid w:val="00CD3961"/>
    <w:rsid w:val="00CD3B72"/>
    <w:rsid w:val="00CD3D47"/>
    <w:rsid w:val="00CD3F45"/>
    <w:rsid w:val="00CD40BA"/>
    <w:rsid w:val="00CD4B8B"/>
    <w:rsid w:val="00CD6EDA"/>
    <w:rsid w:val="00CD77CB"/>
    <w:rsid w:val="00CE0320"/>
    <w:rsid w:val="00CE3CAE"/>
    <w:rsid w:val="00CF07A6"/>
    <w:rsid w:val="00CF1A48"/>
    <w:rsid w:val="00CF1BF3"/>
    <w:rsid w:val="00CF2BB7"/>
    <w:rsid w:val="00CF49CB"/>
    <w:rsid w:val="00CF7166"/>
    <w:rsid w:val="00CF7559"/>
    <w:rsid w:val="00CF7952"/>
    <w:rsid w:val="00D005E6"/>
    <w:rsid w:val="00D01AF0"/>
    <w:rsid w:val="00D027A7"/>
    <w:rsid w:val="00D05237"/>
    <w:rsid w:val="00D066C6"/>
    <w:rsid w:val="00D1044F"/>
    <w:rsid w:val="00D10D04"/>
    <w:rsid w:val="00D16128"/>
    <w:rsid w:val="00D17AFF"/>
    <w:rsid w:val="00D204D2"/>
    <w:rsid w:val="00D20544"/>
    <w:rsid w:val="00D2066E"/>
    <w:rsid w:val="00D24DCA"/>
    <w:rsid w:val="00D40DF3"/>
    <w:rsid w:val="00D41589"/>
    <w:rsid w:val="00D45056"/>
    <w:rsid w:val="00D516E6"/>
    <w:rsid w:val="00D578DE"/>
    <w:rsid w:val="00D61121"/>
    <w:rsid w:val="00D650FD"/>
    <w:rsid w:val="00D6651D"/>
    <w:rsid w:val="00D66A07"/>
    <w:rsid w:val="00D6746A"/>
    <w:rsid w:val="00D678D7"/>
    <w:rsid w:val="00D75F46"/>
    <w:rsid w:val="00D76402"/>
    <w:rsid w:val="00D8416B"/>
    <w:rsid w:val="00D856C1"/>
    <w:rsid w:val="00D91704"/>
    <w:rsid w:val="00D94533"/>
    <w:rsid w:val="00DA1531"/>
    <w:rsid w:val="00DA2D2E"/>
    <w:rsid w:val="00DA2DE9"/>
    <w:rsid w:val="00DB0D12"/>
    <w:rsid w:val="00DB17AF"/>
    <w:rsid w:val="00DB4816"/>
    <w:rsid w:val="00DB74BE"/>
    <w:rsid w:val="00DC0F74"/>
    <w:rsid w:val="00DD03EE"/>
    <w:rsid w:val="00DD05B7"/>
    <w:rsid w:val="00DD0E94"/>
    <w:rsid w:val="00DD4676"/>
    <w:rsid w:val="00DD5BC3"/>
    <w:rsid w:val="00DD65FC"/>
    <w:rsid w:val="00DD6C74"/>
    <w:rsid w:val="00DD701D"/>
    <w:rsid w:val="00DD747F"/>
    <w:rsid w:val="00DD7DE2"/>
    <w:rsid w:val="00DE23A4"/>
    <w:rsid w:val="00DE3B95"/>
    <w:rsid w:val="00DE7095"/>
    <w:rsid w:val="00DF4619"/>
    <w:rsid w:val="00DF50C2"/>
    <w:rsid w:val="00E0178A"/>
    <w:rsid w:val="00E02541"/>
    <w:rsid w:val="00E0297E"/>
    <w:rsid w:val="00E04189"/>
    <w:rsid w:val="00E05A65"/>
    <w:rsid w:val="00E13E70"/>
    <w:rsid w:val="00E16D2C"/>
    <w:rsid w:val="00E16F05"/>
    <w:rsid w:val="00E20E1B"/>
    <w:rsid w:val="00E219A1"/>
    <w:rsid w:val="00E27483"/>
    <w:rsid w:val="00E305D9"/>
    <w:rsid w:val="00E3178A"/>
    <w:rsid w:val="00E32109"/>
    <w:rsid w:val="00E36F52"/>
    <w:rsid w:val="00E41F9B"/>
    <w:rsid w:val="00E46E3D"/>
    <w:rsid w:val="00E525B0"/>
    <w:rsid w:val="00E55135"/>
    <w:rsid w:val="00E5592F"/>
    <w:rsid w:val="00E60B94"/>
    <w:rsid w:val="00E626E3"/>
    <w:rsid w:val="00E62E75"/>
    <w:rsid w:val="00E63D61"/>
    <w:rsid w:val="00E651D8"/>
    <w:rsid w:val="00E67252"/>
    <w:rsid w:val="00E71732"/>
    <w:rsid w:val="00E726A0"/>
    <w:rsid w:val="00E73F66"/>
    <w:rsid w:val="00E7425A"/>
    <w:rsid w:val="00E74ED3"/>
    <w:rsid w:val="00E76212"/>
    <w:rsid w:val="00E76FFF"/>
    <w:rsid w:val="00E77C6B"/>
    <w:rsid w:val="00E81110"/>
    <w:rsid w:val="00E82199"/>
    <w:rsid w:val="00E8275F"/>
    <w:rsid w:val="00E83C74"/>
    <w:rsid w:val="00E85059"/>
    <w:rsid w:val="00E86088"/>
    <w:rsid w:val="00E909F6"/>
    <w:rsid w:val="00E91A6D"/>
    <w:rsid w:val="00E96385"/>
    <w:rsid w:val="00E974C7"/>
    <w:rsid w:val="00EA1DD4"/>
    <w:rsid w:val="00EA1F6A"/>
    <w:rsid w:val="00EA2684"/>
    <w:rsid w:val="00EA3E6F"/>
    <w:rsid w:val="00EA6A3A"/>
    <w:rsid w:val="00EA716A"/>
    <w:rsid w:val="00EB3F47"/>
    <w:rsid w:val="00EB7BC9"/>
    <w:rsid w:val="00EC000A"/>
    <w:rsid w:val="00EC03C5"/>
    <w:rsid w:val="00EC06D7"/>
    <w:rsid w:val="00EC2119"/>
    <w:rsid w:val="00EC623D"/>
    <w:rsid w:val="00ED249C"/>
    <w:rsid w:val="00ED3BF9"/>
    <w:rsid w:val="00ED3E9B"/>
    <w:rsid w:val="00EE1547"/>
    <w:rsid w:val="00EE2EC5"/>
    <w:rsid w:val="00EE7087"/>
    <w:rsid w:val="00EF3173"/>
    <w:rsid w:val="00EF7D69"/>
    <w:rsid w:val="00F02359"/>
    <w:rsid w:val="00F0236F"/>
    <w:rsid w:val="00F10878"/>
    <w:rsid w:val="00F1148F"/>
    <w:rsid w:val="00F16D22"/>
    <w:rsid w:val="00F170C5"/>
    <w:rsid w:val="00F170FB"/>
    <w:rsid w:val="00F223F3"/>
    <w:rsid w:val="00F26B3A"/>
    <w:rsid w:val="00F300ED"/>
    <w:rsid w:val="00F33D75"/>
    <w:rsid w:val="00F34D6D"/>
    <w:rsid w:val="00F372EA"/>
    <w:rsid w:val="00F47972"/>
    <w:rsid w:val="00F53798"/>
    <w:rsid w:val="00F53A18"/>
    <w:rsid w:val="00F55640"/>
    <w:rsid w:val="00F61F34"/>
    <w:rsid w:val="00F6541E"/>
    <w:rsid w:val="00F65540"/>
    <w:rsid w:val="00F70451"/>
    <w:rsid w:val="00F708EB"/>
    <w:rsid w:val="00F74206"/>
    <w:rsid w:val="00F8105F"/>
    <w:rsid w:val="00F8194C"/>
    <w:rsid w:val="00F83435"/>
    <w:rsid w:val="00F847DA"/>
    <w:rsid w:val="00F84E92"/>
    <w:rsid w:val="00F90ECC"/>
    <w:rsid w:val="00F9321B"/>
    <w:rsid w:val="00FA283D"/>
    <w:rsid w:val="00FB00D9"/>
    <w:rsid w:val="00FD2F7B"/>
    <w:rsid w:val="00FD3347"/>
    <w:rsid w:val="00FD69F2"/>
    <w:rsid w:val="00FD7C8A"/>
    <w:rsid w:val="00FE12CE"/>
    <w:rsid w:val="00FE16B9"/>
    <w:rsid w:val="00FE2CD7"/>
    <w:rsid w:val="00FE5C42"/>
    <w:rsid w:val="00FE65AA"/>
    <w:rsid w:val="00FE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ba0a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747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04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79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421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8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379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35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501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4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7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7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44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5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08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9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4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2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43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29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86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48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1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0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9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0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7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2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8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47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3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62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07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368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67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8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305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56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6702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925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230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85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8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64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91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85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23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0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3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27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3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62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09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53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9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86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6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15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27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5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88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7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46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97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90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385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1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49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0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7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58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46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67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347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8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04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8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72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56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3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7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2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10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79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57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6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93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9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762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7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18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0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071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1;&#1585;&#1605;%20&#1607;&#157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ITRC Dark Blue">
      <a:dk1>
        <a:sysClr val="windowText" lastClr="000000"/>
      </a:dk1>
      <a:lt1>
        <a:sysClr val="window" lastClr="FFFFFF"/>
      </a:lt1>
      <a:dk2>
        <a:srgbClr val="0A5FA5"/>
      </a:dk2>
      <a:lt2>
        <a:srgbClr val="8CC8C8"/>
      </a:lt2>
      <a:accent1>
        <a:srgbClr val="0A5FA5"/>
      </a:accent1>
      <a:accent2>
        <a:srgbClr val="1BA0AF"/>
      </a:accent2>
      <a:accent3>
        <a:srgbClr val="76A84E"/>
      </a:accent3>
      <a:accent4>
        <a:srgbClr val="8CC8C8"/>
      </a:accent4>
      <a:accent5>
        <a:srgbClr val="E36C09"/>
      </a:accent5>
      <a:accent6>
        <a:srgbClr val="F79646"/>
      </a:accent6>
      <a:hlink>
        <a:srgbClr val="0A5FA5"/>
      </a:hlink>
      <a:folHlink>
        <a:srgbClr val="0F596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79C36-B1DE-4EBB-8A1A-BBAFCDA75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الگو.dotx</Template>
  <TotalTime>0</TotalTime>
  <Pages>5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گزارش‌ها و مستندات - پژوهشگاه</vt:lpstr>
    </vt:vector>
  </TitlesOfParts>
  <Company/>
  <LinksUpToDate>false</LinksUpToDate>
  <CharactersWithSpaces>2407</CharactersWithSpaces>
  <SharedDoc>false</SharedDoc>
  <HLinks>
    <vt:vector size="54" baseType="variant"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_Toc397370556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_Toc397370555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_Toc397370554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_Toc397370553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_Toc397370552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_Toc397370551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_Toc397370550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_Toc397370549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_Toc397370548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گزارش‌ها و مستندات - پژوهشگاه</dc:title>
  <dc:creator>Seif2</dc:creator>
  <dc:description>پژوهشگاه ارتباطات و فناوری اطلاعات</dc:description>
  <cp:lastModifiedBy>Jannati</cp:lastModifiedBy>
  <cp:revision>2</cp:revision>
  <cp:lastPrinted>2014-09-01T13:51:00Z</cp:lastPrinted>
  <dcterms:created xsi:type="dcterms:W3CDTF">2016-07-09T06:07:00Z</dcterms:created>
  <dcterms:modified xsi:type="dcterms:W3CDTF">2016-07-09T06:07:00Z</dcterms:modified>
</cp:coreProperties>
</file>